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127C68" w14:textId="5B71433F" w:rsidR="00E84825" w:rsidRPr="00681FCA" w:rsidRDefault="0073195F" w:rsidP="00E84825">
      <w:pPr>
        <w:ind w:left="5245"/>
        <w:rPr>
          <w:rFonts w:asciiTheme="majorHAnsi" w:hAnsiTheme="majorHAnsi" w:cstheme="majorHAnsi"/>
          <w:sz w:val="22"/>
        </w:rPr>
      </w:pPr>
      <w:bookmarkStart w:id="0" w:name="_Hlk156488346"/>
      <w:r>
        <w:rPr>
          <w:rFonts w:asciiTheme="majorHAnsi" w:hAnsiTheme="majorHAnsi"/>
          <w:sz w:val="22"/>
        </w:rPr>
        <w:t>Annex No</w:t>
      </w:r>
      <w:r w:rsidR="006B2D27">
        <w:rPr>
          <w:rFonts w:asciiTheme="majorHAnsi" w:hAnsiTheme="majorHAnsi"/>
          <w:sz w:val="22"/>
        </w:rPr>
        <w:t>.</w:t>
      </w:r>
      <w:r>
        <w:rPr>
          <w:rFonts w:asciiTheme="majorHAnsi" w:hAnsiTheme="majorHAnsi"/>
          <w:sz w:val="22"/>
        </w:rPr>
        <w:t xml:space="preserve"> </w:t>
      </w:r>
      <w:r w:rsidR="006B2D27" w:rsidRPr="006B2D27">
        <w:rPr>
          <w:rFonts w:asciiTheme="majorHAnsi" w:hAnsiTheme="majorHAnsi"/>
          <w:sz w:val="22"/>
        </w:rPr>
        <w:t>6</w:t>
      </w:r>
    </w:p>
    <w:p w14:paraId="403B92C6" w14:textId="77789041" w:rsidR="00E84825" w:rsidRPr="00681FCA" w:rsidRDefault="00E84825" w:rsidP="00E84825">
      <w:pPr>
        <w:ind w:left="5245"/>
        <w:rPr>
          <w:rFonts w:asciiTheme="majorHAnsi" w:hAnsiTheme="majorHAnsi" w:cstheme="majorHAnsi"/>
          <w:sz w:val="22"/>
        </w:rPr>
      </w:pPr>
      <w:r>
        <w:rPr>
          <w:rFonts w:asciiTheme="majorHAnsi" w:hAnsiTheme="majorHAnsi"/>
          <w:sz w:val="22"/>
        </w:rPr>
        <w:t>to the Special Part of the Contract for the Public Procurement-</w:t>
      </w:r>
      <w:r w:rsidRPr="00DC033F">
        <w:rPr>
          <w:rFonts w:asciiTheme="majorHAnsi" w:hAnsiTheme="majorHAnsi"/>
          <w:sz w:val="22"/>
        </w:rPr>
        <w:t>Sale of</w:t>
      </w:r>
      <w:bookmarkEnd w:id="0"/>
      <w:r w:rsidRPr="00DC033F">
        <w:rPr>
          <w:rFonts w:asciiTheme="majorHAnsi" w:hAnsiTheme="majorHAnsi"/>
          <w:sz w:val="22"/>
        </w:rPr>
        <w:t xml:space="preserve"> </w:t>
      </w:r>
      <w:r w:rsidR="00DC033F" w:rsidRPr="00DC033F">
        <w:rPr>
          <w:rFonts w:ascii="Tahoma" w:eastAsia="Times New Roman" w:hAnsi="Tahoma" w:cs="Tahoma"/>
          <w:sz w:val="22"/>
        </w:rPr>
        <w:t>services</w:t>
      </w:r>
    </w:p>
    <w:p w14:paraId="487A8C79" w14:textId="77777777" w:rsidR="00E84825" w:rsidRDefault="00E84825" w:rsidP="00DF77DB">
      <w:pPr>
        <w:spacing w:line="276" w:lineRule="auto"/>
        <w:jc w:val="center"/>
        <w:rPr>
          <w:rFonts w:ascii="Tahoma" w:hAnsi="Tahoma" w:cs="Tahoma"/>
          <w:b/>
          <w:sz w:val="22"/>
        </w:rPr>
      </w:pPr>
    </w:p>
    <w:p w14:paraId="206BCFEE" w14:textId="77777777" w:rsidR="00E84825" w:rsidRDefault="00E84825" w:rsidP="00DF77DB">
      <w:pPr>
        <w:spacing w:line="276" w:lineRule="auto"/>
        <w:jc w:val="center"/>
        <w:rPr>
          <w:rFonts w:ascii="Tahoma" w:hAnsi="Tahoma" w:cs="Tahoma"/>
          <w:b/>
          <w:sz w:val="22"/>
        </w:rPr>
      </w:pPr>
    </w:p>
    <w:p w14:paraId="6314AC5C" w14:textId="77777777" w:rsidR="006748F3" w:rsidRPr="00F615E5" w:rsidRDefault="00545C43" w:rsidP="00DF77DB">
      <w:pPr>
        <w:spacing w:line="276" w:lineRule="auto"/>
        <w:jc w:val="center"/>
        <w:rPr>
          <w:rFonts w:ascii="Tahoma" w:hAnsi="Tahoma" w:cs="Tahoma"/>
          <w:b/>
          <w:sz w:val="22"/>
        </w:rPr>
      </w:pPr>
      <w:r>
        <w:rPr>
          <w:rFonts w:ascii="Tahoma" w:hAnsi="Tahoma"/>
          <w:b/>
          <w:sz w:val="22"/>
        </w:rPr>
        <w:t>ARRANGEMENT ON PROCESSING OF PERSONAL DATA</w:t>
      </w:r>
    </w:p>
    <w:p w14:paraId="2B252987" w14:textId="77777777" w:rsidR="00545C43" w:rsidRPr="00F615E5" w:rsidRDefault="00545C43" w:rsidP="00DF77DB">
      <w:pPr>
        <w:spacing w:line="276" w:lineRule="auto"/>
        <w:jc w:val="center"/>
        <w:rPr>
          <w:rFonts w:ascii="Tahoma" w:hAnsi="Tahoma" w:cs="Tahoma"/>
          <w:b/>
          <w:sz w:val="22"/>
        </w:rPr>
      </w:pPr>
    </w:p>
    <w:p w14:paraId="4BB6ED4B" w14:textId="77777777" w:rsidR="003E4B74" w:rsidRPr="00F615E5" w:rsidRDefault="003E4B74" w:rsidP="00DF77DB">
      <w:pPr>
        <w:spacing w:line="276" w:lineRule="auto"/>
        <w:jc w:val="center"/>
        <w:rPr>
          <w:rFonts w:ascii="Tahoma" w:hAnsi="Tahoma" w:cs="Tahoma"/>
          <w:b/>
          <w:sz w:val="22"/>
        </w:rPr>
      </w:pPr>
      <w:r>
        <w:rPr>
          <w:rFonts w:ascii="Tahoma" w:hAnsi="Tahoma"/>
          <w:b/>
          <w:sz w:val="22"/>
        </w:rPr>
        <w:t>GENERAL PART</w:t>
      </w:r>
    </w:p>
    <w:p w14:paraId="43BA3A80" w14:textId="77777777" w:rsidR="006748F3" w:rsidRPr="00F615E5" w:rsidRDefault="006748F3" w:rsidP="00DF77DB">
      <w:pPr>
        <w:spacing w:line="276" w:lineRule="auto"/>
        <w:jc w:val="center"/>
        <w:rPr>
          <w:rFonts w:ascii="Tahoma" w:hAnsi="Tahoma" w:cs="Tahoma"/>
          <w:b/>
          <w:sz w:val="22"/>
        </w:rPr>
      </w:pPr>
    </w:p>
    <w:p w14:paraId="5A631BB0" w14:textId="77777777" w:rsidR="006748F3" w:rsidRPr="00F615E5" w:rsidRDefault="00397994" w:rsidP="00DF77DB">
      <w:pPr>
        <w:spacing w:line="276" w:lineRule="auto"/>
        <w:jc w:val="center"/>
        <w:rPr>
          <w:rFonts w:ascii="Tahoma" w:hAnsi="Tahoma" w:cs="Tahoma"/>
          <w:b/>
          <w:sz w:val="22"/>
        </w:rPr>
      </w:pPr>
      <w:r>
        <w:rPr>
          <w:rFonts w:ascii="Tahoma" w:hAnsi="Tahoma"/>
          <w:b/>
          <w:sz w:val="22"/>
        </w:rPr>
        <w:t>1. CONCEPTS AND DEFINITIONS</w:t>
      </w:r>
    </w:p>
    <w:p w14:paraId="272A0AF4" w14:textId="77777777" w:rsidR="00597F9C" w:rsidRPr="00F615E5" w:rsidRDefault="00597F9C" w:rsidP="00C24C32">
      <w:pPr>
        <w:spacing w:line="276" w:lineRule="auto"/>
        <w:jc w:val="center"/>
        <w:rPr>
          <w:rFonts w:ascii="Tahoma" w:hAnsi="Tahoma" w:cs="Tahoma"/>
          <w:b/>
          <w:sz w:val="22"/>
        </w:rPr>
      </w:pPr>
    </w:p>
    <w:p w14:paraId="12F2E838" w14:textId="77777777" w:rsidR="00397994" w:rsidRPr="00F615E5" w:rsidRDefault="00B7301C" w:rsidP="00397994">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Personal Data</w:t>
      </w:r>
      <w:r>
        <w:rPr>
          <w:rFonts w:ascii="Tahoma" w:hAnsi="Tahoma"/>
          <w:sz w:val="22"/>
        </w:rPr>
        <w:t xml:space="preserve"> means the personal data specified in the Special Part, which the Data Controller authorises the Data Processor to process for the purpose and within the time limit set out in the Special Part.</w:t>
      </w:r>
    </w:p>
    <w:p w14:paraId="0BC35AF4" w14:textId="77777777" w:rsidR="00B02A94" w:rsidRPr="00F615E5" w:rsidRDefault="00B02A94" w:rsidP="00B02A94">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Data Processor</w:t>
      </w:r>
      <w:r>
        <w:rPr>
          <w:rFonts w:ascii="Tahoma" w:hAnsi="Tahoma"/>
          <w:sz w:val="22"/>
        </w:rPr>
        <w:t xml:space="preserve"> means a natural person or legal entity providing the services referred to in the Special Part.</w:t>
      </w:r>
    </w:p>
    <w:p w14:paraId="6084F55E" w14:textId="77777777" w:rsidR="00B02A94" w:rsidRPr="00F615E5" w:rsidRDefault="00B02A94" w:rsidP="00B02A94">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color w:val="auto"/>
          <w:sz w:val="22"/>
        </w:rPr>
        <w:t>Data Controller</w:t>
      </w:r>
      <w:r>
        <w:rPr>
          <w:rFonts w:ascii="Tahoma" w:hAnsi="Tahoma"/>
          <w:color w:val="auto"/>
          <w:sz w:val="22"/>
        </w:rPr>
        <w:t xml:space="preserve"> means a State Enterprise Centre of Registers acting as a data controller or a data processor representing the data controller referred to in the Special Part.</w:t>
      </w:r>
    </w:p>
    <w:p w14:paraId="67C5EFDD" w14:textId="77777777" w:rsidR="00FC7B2F" w:rsidRPr="00F615E5" w:rsidRDefault="00FC7B2F" w:rsidP="00B02A94">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color w:val="auto"/>
          <w:sz w:val="22"/>
        </w:rPr>
        <w:t>JIRA</w:t>
      </w:r>
      <w:r>
        <w:rPr>
          <w:rFonts w:ascii="Tahoma" w:hAnsi="Tahoma"/>
          <w:color w:val="auto"/>
          <w:sz w:val="22"/>
        </w:rPr>
        <w:t xml:space="preserve"> means a software tool for managing project, product and software development, maintenance tasks and resources.</w:t>
      </w:r>
    </w:p>
    <w:p w14:paraId="2F8FCD86"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Confidentiality Commitment</w:t>
      </w:r>
      <w:r>
        <w:rPr>
          <w:rFonts w:ascii="Tahoma" w:hAnsi="Tahoma"/>
          <w:sz w:val="22"/>
        </w:rPr>
        <w:t xml:space="preserve"> means a commitment in the form prescribed by the Data Controller to protect the secrecy of the data processed by the State Enterprise Centre of Registers and to comply with the data security requirements, which shall be signed by the authorised persons of the Data Processor prior to commencement of the processing of personal data.</w:t>
      </w:r>
    </w:p>
    <w:p w14:paraId="3ACC5829"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Regulation (EU) 2016/679</w:t>
      </w:r>
      <w:r>
        <w:rPr>
          <w:rFonts w:ascii="Tahoma" w:hAnsi="Tahoma"/>
          <w:sz w:val="22"/>
        </w:rPr>
        <w:t xml:space="preserve"> means Regulation (EU) 2016/679 of the European Parliament and of the Council of 27 April 2016 on the protection of natural persons </w:t>
      </w:r>
      <w:proofErr w:type="gramStart"/>
      <w:r>
        <w:rPr>
          <w:rFonts w:ascii="Tahoma" w:hAnsi="Tahoma"/>
          <w:sz w:val="22"/>
        </w:rPr>
        <w:t>with regard to</w:t>
      </w:r>
      <w:proofErr w:type="gramEnd"/>
      <w:r>
        <w:rPr>
          <w:rFonts w:ascii="Tahoma" w:hAnsi="Tahoma"/>
          <w:sz w:val="22"/>
        </w:rPr>
        <w:t xml:space="preserve"> the processing of personal data and on the free movement of such data, and repealing Directive 95/46/EC (General Data Protection Regulation).</w:t>
      </w:r>
    </w:p>
    <w:p w14:paraId="4C5EE580"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Service Agreement</w:t>
      </w:r>
      <w:r>
        <w:rPr>
          <w:rFonts w:ascii="Tahoma" w:hAnsi="Tahoma"/>
          <w:sz w:val="22"/>
        </w:rPr>
        <w:t xml:space="preserve"> means an agreement for the provision of services signed between the Service Provider and the Service Recipient as specified in the Special Part, </w:t>
      </w:r>
      <w:proofErr w:type="gramStart"/>
      <w:r>
        <w:rPr>
          <w:rFonts w:ascii="Tahoma" w:hAnsi="Tahoma"/>
          <w:sz w:val="22"/>
        </w:rPr>
        <w:t>on the basis of</w:t>
      </w:r>
      <w:proofErr w:type="gramEnd"/>
      <w:r>
        <w:rPr>
          <w:rFonts w:ascii="Tahoma" w:hAnsi="Tahoma"/>
          <w:sz w:val="22"/>
        </w:rPr>
        <w:t xml:space="preserve"> which the Arrangement is concluded as an integral part thereof. </w:t>
      </w:r>
    </w:p>
    <w:p w14:paraId="6F9739B6" w14:textId="77777777" w:rsidR="00397994" w:rsidRPr="00F615E5" w:rsidRDefault="00397994" w:rsidP="00397994">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Service Recipient</w:t>
      </w:r>
      <w:r>
        <w:rPr>
          <w:rFonts w:ascii="Tahoma" w:hAnsi="Tahoma"/>
          <w:sz w:val="22"/>
        </w:rPr>
        <w:t xml:space="preserve"> means the State Enterprise Centre of Registers.</w:t>
      </w:r>
    </w:p>
    <w:p w14:paraId="178DEFA2" w14:textId="77777777" w:rsidR="00397994" w:rsidRPr="00F615E5" w:rsidRDefault="00397994" w:rsidP="00397994">
      <w:pPr>
        <w:pStyle w:val="Default"/>
        <w:numPr>
          <w:ilvl w:val="1"/>
          <w:numId w:val="9"/>
        </w:numPr>
        <w:tabs>
          <w:tab w:val="left" w:pos="568"/>
        </w:tabs>
        <w:ind w:left="0" w:firstLine="567"/>
        <w:jc w:val="both"/>
        <w:rPr>
          <w:rFonts w:ascii="Tahoma" w:hAnsi="Tahoma" w:cs="Tahoma"/>
          <w:sz w:val="22"/>
          <w:szCs w:val="22"/>
        </w:rPr>
      </w:pPr>
      <w:r>
        <w:rPr>
          <w:rFonts w:ascii="Tahoma" w:hAnsi="Tahoma"/>
          <w:b/>
          <w:sz w:val="22"/>
        </w:rPr>
        <w:t>Service Provider</w:t>
      </w:r>
      <w:r>
        <w:rPr>
          <w:rFonts w:ascii="Tahoma" w:hAnsi="Tahoma"/>
          <w:sz w:val="22"/>
        </w:rPr>
        <w:t xml:space="preserve"> means a natural person or legal entity providing the services referred to in the Special Part.</w:t>
      </w:r>
    </w:p>
    <w:p w14:paraId="3B2EDEB6" w14:textId="77777777" w:rsidR="009E7E82" w:rsidRPr="00F615E5" w:rsidRDefault="009E7E82" w:rsidP="00397994">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sz w:val="22"/>
        </w:rPr>
        <w:t>Arrangement</w:t>
      </w:r>
      <w:r>
        <w:rPr>
          <w:rFonts w:ascii="Tahoma" w:hAnsi="Tahoma"/>
          <w:sz w:val="22"/>
        </w:rPr>
        <w:t xml:space="preserve"> means an integral part of the Service Agreement, consisting of a General and Special Parts, which, in accordance with Article 28 of Regulation (EU) No 2016/679, establishes the rights and obligations of the Data Controller and the Data Processor </w:t>
      </w:r>
      <w:proofErr w:type="gramStart"/>
      <w:r>
        <w:rPr>
          <w:rFonts w:ascii="Tahoma" w:hAnsi="Tahoma"/>
          <w:sz w:val="22"/>
        </w:rPr>
        <w:t>with regard to</w:t>
      </w:r>
      <w:proofErr w:type="gramEnd"/>
      <w:r>
        <w:rPr>
          <w:rFonts w:ascii="Tahoma" w:hAnsi="Tahoma"/>
          <w:sz w:val="22"/>
        </w:rPr>
        <w:t xml:space="preserve"> the processing of personal data on behalf of the Data Controller.</w:t>
      </w:r>
    </w:p>
    <w:p w14:paraId="1022C330" w14:textId="77777777" w:rsidR="00397994" w:rsidRPr="00F615E5" w:rsidRDefault="00A713DE" w:rsidP="00397994">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color w:val="auto"/>
          <w:sz w:val="22"/>
        </w:rPr>
        <w:t>General Part</w:t>
      </w:r>
      <w:r>
        <w:rPr>
          <w:rFonts w:ascii="Tahoma" w:hAnsi="Tahoma"/>
          <w:color w:val="auto"/>
          <w:sz w:val="22"/>
        </w:rPr>
        <w:t xml:space="preserve"> means the part of the Arrangement, which lays down general terms and conditions for the processing of personal data applicable to the Parties thereto.  </w:t>
      </w:r>
    </w:p>
    <w:p w14:paraId="20A6BE77" w14:textId="77777777" w:rsidR="00397994" w:rsidRPr="00F615E5" w:rsidRDefault="00A713DE" w:rsidP="00397994">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color w:val="auto"/>
          <w:sz w:val="22"/>
        </w:rPr>
        <w:t>Special Part</w:t>
      </w:r>
      <w:r>
        <w:rPr>
          <w:rFonts w:ascii="Tahoma" w:hAnsi="Tahoma"/>
          <w:color w:val="auto"/>
          <w:sz w:val="22"/>
        </w:rPr>
        <w:t xml:space="preserve"> means the part of the Arrangement, which lays down special terms and conditions for the processing of personal data applicable to a particular Data Processor.</w:t>
      </w:r>
    </w:p>
    <w:p w14:paraId="37E58D49" w14:textId="77777777" w:rsidR="00200DEA" w:rsidRPr="00F615E5" w:rsidRDefault="00200DEA" w:rsidP="00200DEA">
      <w:pPr>
        <w:pStyle w:val="Default"/>
        <w:numPr>
          <w:ilvl w:val="1"/>
          <w:numId w:val="9"/>
        </w:numPr>
        <w:tabs>
          <w:tab w:val="left" w:pos="568"/>
        </w:tabs>
        <w:ind w:left="0" w:firstLine="567"/>
        <w:jc w:val="both"/>
        <w:rPr>
          <w:rFonts w:ascii="Tahoma" w:hAnsi="Tahoma" w:cs="Tahoma"/>
          <w:color w:val="auto"/>
          <w:sz w:val="22"/>
          <w:szCs w:val="22"/>
        </w:rPr>
      </w:pPr>
      <w:r>
        <w:rPr>
          <w:rFonts w:ascii="Tahoma" w:hAnsi="Tahoma"/>
          <w:b/>
          <w:color w:val="auto"/>
          <w:sz w:val="22"/>
        </w:rPr>
        <w:t>Parties</w:t>
      </w:r>
      <w:r>
        <w:rPr>
          <w:rFonts w:ascii="Tahoma" w:hAnsi="Tahoma"/>
          <w:color w:val="auto"/>
          <w:sz w:val="22"/>
        </w:rPr>
        <w:t xml:space="preserve"> means the Data Controller and the Data Processor jointly.</w:t>
      </w:r>
    </w:p>
    <w:p w14:paraId="7C69E9E1" w14:textId="77777777" w:rsidR="006748F3" w:rsidRPr="00F615E5" w:rsidRDefault="006748F3" w:rsidP="00C24C32">
      <w:pPr>
        <w:spacing w:line="276" w:lineRule="auto"/>
        <w:rPr>
          <w:rFonts w:ascii="Tahoma" w:hAnsi="Tahoma" w:cs="Tahoma"/>
          <w:sz w:val="22"/>
        </w:rPr>
      </w:pPr>
    </w:p>
    <w:p w14:paraId="063E5E12" w14:textId="77777777" w:rsidR="00200DEA" w:rsidRPr="00F615E5" w:rsidRDefault="00200DEA" w:rsidP="00FC7B2F">
      <w:pPr>
        <w:pStyle w:val="ListParagraph"/>
        <w:numPr>
          <w:ilvl w:val="0"/>
          <w:numId w:val="9"/>
        </w:numPr>
        <w:tabs>
          <w:tab w:val="left" w:pos="568"/>
        </w:tabs>
        <w:spacing w:line="240" w:lineRule="auto"/>
        <w:jc w:val="center"/>
        <w:rPr>
          <w:rFonts w:ascii="Tahoma" w:hAnsi="Tahoma" w:cs="Tahoma"/>
          <w:b/>
          <w:bCs/>
          <w:sz w:val="22"/>
        </w:rPr>
      </w:pPr>
      <w:r>
        <w:rPr>
          <w:rFonts w:ascii="Tahoma" w:hAnsi="Tahoma"/>
          <w:b/>
          <w:sz w:val="22"/>
        </w:rPr>
        <w:t>SUBJECT-MATTER OF THE ARRANGEMENT</w:t>
      </w:r>
    </w:p>
    <w:p w14:paraId="21AB796F" w14:textId="77777777" w:rsidR="00FC7B2F" w:rsidRPr="00F615E5" w:rsidRDefault="00FC7B2F" w:rsidP="00FC7B2F">
      <w:pPr>
        <w:pStyle w:val="ListParagraph"/>
        <w:tabs>
          <w:tab w:val="left" w:pos="568"/>
        </w:tabs>
        <w:spacing w:line="240" w:lineRule="auto"/>
        <w:ind w:left="1353"/>
        <w:rPr>
          <w:rFonts w:ascii="Tahoma" w:hAnsi="Tahoma" w:cs="Tahoma"/>
          <w:b/>
          <w:bCs/>
          <w:sz w:val="22"/>
        </w:rPr>
      </w:pPr>
    </w:p>
    <w:p w14:paraId="4A5E6733" w14:textId="77777777" w:rsidR="00E66F54" w:rsidRPr="00F615E5" w:rsidRDefault="00200DEA" w:rsidP="00CC258C">
      <w:pPr>
        <w:pStyle w:val="ListParagraph"/>
        <w:tabs>
          <w:tab w:val="left" w:pos="567"/>
        </w:tabs>
        <w:spacing w:line="276" w:lineRule="auto"/>
        <w:ind w:left="0" w:firstLine="567"/>
        <w:rPr>
          <w:rFonts w:ascii="Tahoma" w:hAnsi="Tahoma" w:cs="Tahoma"/>
          <w:sz w:val="22"/>
        </w:rPr>
      </w:pPr>
      <w:r>
        <w:rPr>
          <w:rFonts w:ascii="Tahoma" w:hAnsi="Tahoma"/>
          <w:sz w:val="22"/>
        </w:rPr>
        <w:t>2.1. The Data Controller hereby shall entrust the Data processor with the processing of personal data under the terms and conditions laid down therein.</w:t>
      </w:r>
    </w:p>
    <w:p w14:paraId="22A9DB22" w14:textId="77777777" w:rsidR="00200DEA" w:rsidRDefault="00200DEA" w:rsidP="00CC258C">
      <w:pPr>
        <w:pStyle w:val="ListParagraph"/>
        <w:tabs>
          <w:tab w:val="left" w:pos="567"/>
        </w:tabs>
        <w:spacing w:line="276" w:lineRule="auto"/>
        <w:ind w:left="0" w:firstLine="567"/>
        <w:rPr>
          <w:rFonts w:ascii="Tahoma" w:hAnsi="Tahoma" w:cs="Tahoma"/>
          <w:sz w:val="22"/>
        </w:rPr>
      </w:pPr>
    </w:p>
    <w:p w14:paraId="69486564" w14:textId="77777777" w:rsidR="001936CF" w:rsidRDefault="001936CF" w:rsidP="00CC258C">
      <w:pPr>
        <w:pStyle w:val="ListParagraph"/>
        <w:tabs>
          <w:tab w:val="left" w:pos="567"/>
        </w:tabs>
        <w:spacing w:line="276" w:lineRule="auto"/>
        <w:ind w:left="0" w:firstLine="567"/>
        <w:rPr>
          <w:rFonts w:ascii="Tahoma" w:hAnsi="Tahoma" w:cs="Tahoma"/>
          <w:sz w:val="22"/>
        </w:rPr>
      </w:pPr>
    </w:p>
    <w:p w14:paraId="19669675" w14:textId="77777777" w:rsidR="001936CF" w:rsidRDefault="001936CF" w:rsidP="00CC258C">
      <w:pPr>
        <w:pStyle w:val="ListParagraph"/>
        <w:tabs>
          <w:tab w:val="left" w:pos="567"/>
        </w:tabs>
        <w:spacing w:line="276" w:lineRule="auto"/>
        <w:ind w:left="0" w:firstLine="567"/>
        <w:rPr>
          <w:rFonts w:ascii="Tahoma" w:hAnsi="Tahoma" w:cs="Tahoma"/>
          <w:sz w:val="22"/>
        </w:rPr>
      </w:pPr>
    </w:p>
    <w:p w14:paraId="0FA6B3EA" w14:textId="77777777" w:rsidR="001936CF" w:rsidRPr="00F615E5" w:rsidRDefault="001936CF" w:rsidP="00CC258C">
      <w:pPr>
        <w:pStyle w:val="ListParagraph"/>
        <w:tabs>
          <w:tab w:val="left" w:pos="567"/>
        </w:tabs>
        <w:spacing w:line="276" w:lineRule="auto"/>
        <w:ind w:left="0" w:firstLine="567"/>
        <w:rPr>
          <w:rFonts w:ascii="Tahoma" w:hAnsi="Tahoma" w:cs="Tahoma"/>
          <w:sz w:val="22"/>
        </w:rPr>
      </w:pPr>
    </w:p>
    <w:p w14:paraId="0950CE56" w14:textId="77777777" w:rsidR="00200DEA" w:rsidRPr="00F615E5" w:rsidRDefault="00200DEA" w:rsidP="00FC7B2F">
      <w:pPr>
        <w:pStyle w:val="ListParagraph"/>
        <w:numPr>
          <w:ilvl w:val="0"/>
          <w:numId w:val="9"/>
        </w:numPr>
        <w:spacing w:line="240" w:lineRule="auto"/>
        <w:jc w:val="center"/>
        <w:rPr>
          <w:rFonts w:ascii="Tahoma" w:hAnsi="Tahoma" w:cs="Tahoma"/>
          <w:b/>
          <w:sz w:val="22"/>
        </w:rPr>
      </w:pPr>
      <w:r>
        <w:rPr>
          <w:rFonts w:ascii="Tahoma" w:hAnsi="Tahoma"/>
          <w:b/>
          <w:sz w:val="22"/>
        </w:rPr>
        <w:lastRenderedPageBreak/>
        <w:t>RIGHTS AND OBLIGATIONS OF THE PARTIES</w:t>
      </w:r>
    </w:p>
    <w:p w14:paraId="7C0860CD" w14:textId="77777777" w:rsidR="00FC7B2F" w:rsidRPr="00F615E5" w:rsidRDefault="00FC7B2F" w:rsidP="00FC7B2F">
      <w:pPr>
        <w:pStyle w:val="ListParagraph"/>
        <w:spacing w:line="240" w:lineRule="auto"/>
        <w:ind w:left="1353"/>
        <w:rPr>
          <w:rFonts w:ascii="Tahoma" w:hAnsi="Tahoma" w:cs="Tahoma"/>
          <w:b/>
          <w:sz w:val="22"/>
        </w:rPr>
      </w:pPr>
    </w:p>
    <w:p w14:paraId="68769514" w14:textId="77777777" w:rsidR="00A05887" w:rsidRPr="00F615E5" w:rsidRDefault="00A05887" w:rsidP="00545D20">
      <w:pPr>
        <w:pStyle w:val="ListParagraph"/>
        <w:numPr>
          <w:ilvl w:val="1"/>
          <w:numId w:val="12"/>
        </w:numPr>
        <w:tabs>
          <w:tab w:val="left" w:pos="567"/>
        </w:tabs>
        <w:spacing w:line="276" w:lineRule="auto"/>
        <w:ind w:left="0" w:firstLine="567"/>
        <w:rPr>
          <w:rFonts w:ascii="Tahoma" w:hAnsi="Tahoma" w:cs="Tahoma"/>
          <w:sz w:val="22"/>
        </w:rPr>
      </w:pPr>
      <w:r>
        <w:rPr>
          <w:rFonts w:ascii="Tahoma" w:hAnsi="Tahoma"/>
          <w:sz w:val="22"/>
        </w:rPr>
        <w:t>Data Controller shall:</w:t>
      </w:r>
    </w:p>
    <w:p w14:paraId="2841FCCE" w14:textId="77777777" w:rsidR="00A05887" w:rsidRPr="00F615E5" w:rsidRDefault="00A05887" w:rsidP="00545D20">
      <w:pPr>
        <w:pStyle w:val="ListParagraph"/>
        <w:numPr>
          <w:ilvl w:val="2"/>
          <w:numId w:val="12"/>
        </w:numPr>
        <w:tabs>
          <w:tab w:val="left" w:pos="567"/>
        </w:tabs>
        <w:spacing w:line="276" w:lineRule="auto"/>
        <w:ind w:left="0" w:firstLine="567"/>
        <w:rPr>
          <w:rFonts w:ascii="Tahoma" w:hAnsi="Tahoma" w:cs="Tahoma"/>
          <w:sz w:val="22"/>
        </w:rPr>
      </w:pPr>
      <w:r>
        <w:rPr>
          <w:rFonts w:ascii="Tahoma" w:hAnsi="Tahoma"/>
          <w:sz w:val="22"/>
        </w:rPr>
        <w:t xml:space="preserve">Be obliged to ensure that the processing of personal data entrusted to the Data Processor has a legal </w:t>
      </w:r>
      <w:proofErr w:type="gramStart"/>
      <w:r>
        <w:rPr>
          <w:rFonts w:ascii="Tahoma" w:hAnsi="Tahoma"/>
          <w:sz w:val="22"/>
        </w:rPr>
        <w:t>ground;</w:t>
      </w:r>
      <w:proofErr w:type="gramEnd"/>
    </w:p>
    <w:p w14:paraId="068C2AD4" w14:textId="77777777" w:rsidR="00A05887" w:rsidRPr="00F615E5" w:rsidRDefault="00A05887" w:rsidP="00545D20">
      <w:pPr>
        <w:pStyle w:val="ListParagraph"/>
        <w:numPr>
          <w:ilvl w:val="2"/>
          <w:numId w:val="12"/>
        </w:numPr>
        <w:tabs>
          <w:tab w:val="left" w:pos="567"/>
        </w:tabs>
        <w:spacing w:line="276" w:lineRule="auto"/>
        <w:ind w:left="0" w:firstLine="567"/>
        <w:rPr>
          <w:rFonts w:ascii="Tahoma" w:hAnsi="Tahoma" w:cs="Tahoma"/>
          <w:sz w:val="22"/>
        </w:rPr>
      </w:pPr>
      <w:r>
        <w:rPr>
          <w:rFonts w:ascii="Tahoma" w:hAnsi="Tahoma"/>
          <w:sz w:val="22"/>
        </w:rPr>
        <w:t>Have the right to provide documented instructions throughout the period of processing of personal data in addition to the instructions for the processing of personal data set out in the Arrangement. Such instructions may be provided in writing at the address of the registered office of the Data Processor referred to in point 2 of the Special Part, or by e-mail, or recorded in JIRA (where access rights have been granted to authorised persons of the Data Processor</w:t>
      </w:r>
      <w:proofErr w:type="gramStart"/>
      <w:r>
        <w:rPr>
          <w:rFonts w:ascii="Tahoma" w:hAnsi="Tahoma"/>
          <w:sz w:val="22"/>
        </w:rPr>
        <w:t>);</w:t>
      </w:r>
      <w:proofErr w:type="gramEnd"/>
    </w:p>
    <w:p w14:paraId="4A53BF23" w14:textId="77777777" w:rsidR="00DF55DF" w:rsidRPr="00F615E5" w:rsidRDefault="00DF55DF" w:rsidP="00DF55DF">
      <w:pPr>
        <w:pStyle w:val="ListParagraph"/>
        <w:numPr>
          <w:ilvl w:val="2"/>
          <w:numId w:val="12"/>
        </w:numPr>
        <w:tabs>
          <w:tab w:val="left" w:pos="567"/>
          <w:tab w:val="left" w:pos="1418"/>
        </w:tabs>
        <w:spacing w:line="276" w:lineRule="auto"/>
        <w:ind w:left="0" w:firstLine="567"/>
        <w:rPr>
          <w:rFonts w:ascii="Tahoma" w:hAnsi="Tahoma" w:cs="Tahoma"/>
          <w:sz w:val="22"/>
        </w:rPr>
      </w:pPr>
      <w:r>
        <w:rPr>
          <w:rFonts w:ascii="Tahoma" w:hAnsi="Tahoma"/>
          <w:sz w:val="22"/>
        </w:rPr>
        <w:t xml:space="preserve">Have the right to verify, in addition to and/or by other means than those referred to in point 3.2.9, how the Data Processor is processing personal data and/or fulfils its obligations hereunder; such verification may be carried out when the Parties agree on the scope, manner, cost and time thereof. The Data Controller shall have the right to engage an independent auditor to carry out the additional verification. In any case, if the Parties agree on such additional verification, it shall have to meet the following requirements: </w:t>
      </w:r>
    </w:p>
    <w:p w14:paraId="09D87D6E"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Pr>
          <w:rFonts w:ascii="Tahoma" w:hAnsi="Tahoma"/>
          <w:sz w:val="22"/>
        </w:rPr>
        <w:t xml:space="preserve">Verification must be related only to the processing of personal data under the </w:t>
      </w:r>
      <w:proofErr w:type="gramStart"/>
      <w:r>
        <w:rPr>
          <w:rFonts w:ascii="Tahoma" w:hAnsi="Tahoma"/>
          <w:sz w:val="22"/>
        </w:rPr>
        <w:t>Arrangement;</w:t>
      </w:r>
      <w:proofErr w:type="gramEnd"/>
    </w:p>
    <w:p w14:paraId="5150A506"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Pr>
          <w:rFonts w:ascii="Tahoma" w:hAnsi="Tahoma"/>
          <w:sz w:val="22"/>
        </w:rPr>
        <w:t xml:space="preserve">The Data Controller must inform the Data Processor of the request to carry out an additional verification within a reasonable </w:t>
      </w:r>
      <w:proofErr w:type="gramStart"/>
      <w:r>
        <w:rPr>
          <w:rFonts w:ascii="Tahoma" w:hAnsi="Tahoma"/>
          <w:sz w:val="22"/>
        </w:rPr>
        <w:t>period of time</w:t>
      </w:r>
      <w:proofErr w:type="gramEnd"/>
      <w:r>
        <w:rPr>
          <w:rFonts w:ascii="Tahoma" w:hAnsi="Tahoma"/>
          <w:sz w:val="22"/>
        </w:rPr>
        <w:t xml:space="preserve">, which must be at least 5 working </w:t>
      </w:r>
      <w:proofErr w:type="gramStart"/>
      <w:r>
        <w:rPr>
          <w:rFonts w:ascii="Tahoma" w:hAnsi="Tahoma"/>
          <w:sz w:val="22"/>
        </w:rPr>
        <w:t>days;</w:t>
      </w:r>
      <w:proofErr w:type="gramEnd"/>
    </w:p>
    <w:p w14:paraId="1DD7BCA3"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Pr>
          <w:rFonts w:ascii="Tahoma" w:hAnsi="Tahoma"/>
          <w:sz w:val="22"/>
        </w:rPr>
        <w:t xml:space="preserve">The additional verification must be carried out in such a way that it does not interfere with the normal activities of the Data </w:t>
      </w:r>
      <w:proofErr w:type="gramStart"/>
      <w:r>
        <w:rPr>
          <w:rFonts w:ascii="Tahoma" w:hAnsi="Tahoma"/>
          <w:sz w:val="22"/>
        </w:rPr>
        <w:t>Processor;</w:t>
      </w:r>
      <w:proofErr w:type="gramEnd"/>
    </w:p>
    <w:p w14:paraId="786C6A71" w14:textId="77777777" w:rsidR="00DF55DF" w:rsidRPr="00F615E5" w:rsidRDefault="003D56C3" w:rsidP="002C5445">
      <w:pPr>
        <w:pStyle w:val="ListParagraph"/>
        <w:numPr>
          <w:ilvl w:val="3"/>
          <w:numId w:val="12"/>
        </w:numPr>
        <w:tabs>
          <w:tab w:val="left" w:pos="567"/>
          <w:tab w:val="left" w:pos="1418"/>
        </w:tabs>
        <w:spacing w:line="276" w:lineRule="auto"/>
        <w:ind w:left="0" w:firstLine="567"/>
        <w:rPr>
          <w:rFonts w:ascii="Tahoma" w:hAnsi="Tahoma" w:cs="Tahoma"/>
          <w:sz w:val="22"/>
        </w:rPr>
      </w:pPr>
      <w:proofErr w:type="gramStart"/>
      <w:r>
        <w:rPr>
          <w:rFonts w:ascii="Tahoma" w:hAnsi="Tahoma"/>
          <w:sz w:val="22"/>
        </w:rPr>
        <w:t>In the event that</w:t>
      </w:r>
      <w:proofErr w:type="gramEnd"/>
      <w:r>
        <w:rPr>
          <w:rFonts w:ascii="Tahoma" w:hAnsi="Tahoma"/>
          <w:sz w:val="22"/>
        </w:rPr>
        <w:t xml:space="preserve"> confidential information of the Data Processor may be accessed during verification, the Data Controller undertakes to protect the confidential information of the Data Processor at the request of the Data Processor.</w:t>
      </w:r>
    </w:p>
    <w:p w14:paraId="723C57DA" w14:textId="77777777" w:rsidR="002E5D92" w:rsidRPr="00F615E5" w:rsidRDefault="002E5D92" w:rsidP="005D0282">
      <w:pPr>
        <w:pStyle w:val="ListParagraph"/>
        <w:numPr>
          <w:ilvl w:val="1"/>
          <w:numId w:val="12"/>
        </w:numPr>
        <w:tabs>
          <w:tab w:val="left" w:pos="567"/>
        </w:tabs>
        <w:spacing w:line="276" w:lineRule="auto"/>
        <w:ind w:hanging="513"/>
        <w:rPr>
          <w:rFonts w:ascii="Tahoma" w:hAnsi="Tahoma" w:cs="Tahoma"/>
          <w:sz w:val="22"/>
        </w:rPr>
      </w:pPr>
      <w:r>
        <w:rPr>
          <w:rFonts w:ascii="Tahoma" w:hAnsi="Tahoma"/>
          <w:sz w:val="22"/>
        </w:rPr>
        <w:t>Data Processor shall:</w:t>
      </w:r>
    </w:p>
    <w:p w14:paraId="10032821" w14:textId="77777777" w:rsidR="00A72A04" w:rsidRPr="00F615E5" w:rsidRDefault="00741D4D"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Process personal data in accordance with the Data Controller’s instructions set out hereunder and any other instructions provided in writing (including in an electronic form) by the Data Controller, except where processing of the data is required by the legislation of the European Union or a Member State of the European Union to which the Data Processor is subject (in which case the Data Processor shall inform the Data Controller of these requirements, except in cases where the legislation prohibits the provision of such information on the grounds of an overriding reason of public interest);</w:t>
      </w:r>
    </w:p>
    <w:p w14:paraId="64273D0C" w14:textId="77777777" w:rsidR="00534594" w:rsidRPr="00F615E5" w:rsidRDefault="00724FDA"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 xml:space="preserve">Ensure that persons authorised to process personal data are committed to confidentiality and have signed a Confidentiality Commitment in the form provided by the Centre of </w:t>
      </w:r>
      <w:proofErr w:type="gramStart"/>
      <w:r>
        <w:rPr>
          <w:rFonts w:ascii="Tahoma" w:hAnsi="Tahoma"/>
          <w:sz w:val="22"/>
        </w:rPr>
        <w:t>Registers;</w:t>
      </w:r>
      <w:proofErr w:type="gramEnd"/>
    </w:p>
    <w:p w14:paraId="505DE500" w14:textId="77777777" w:rsidR="00964ED2" w:rsidRPr="00F615E5" w:rsidRDefault="00534594"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Take all the measures required under Article 32 of Regulation (EU) 2016/679, i.e., ensure by technical and organisational means the security, confidentiality, integrity and accessibility of personal data processed on behalf of the Data Controller, protection against accidental or unlawful destruction, loss, alteration, unauthorised disclosure or unauthorised access, and against any other unauthorised processing, as well as secure transmission of data over computer networks. The security measures to be implemented by the Data Processor, as set out in point 6 of the Special Part of the Arrangement ‘Instructions on the security of the processing of personal data’, as well as, depending on their appropriateness to the nature of the processing of personal data, shall be, including but not limited to:</w:t>
      </w:r>
    </w:p>
    <w:p w14:paraId="3D272391" w14:textId="77777777" w:rsidR="00964ED2" w:rsidRPr="00F615E5" w:rsidRDefault="00964ED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 xml:space="preserve">Pseudonymisation and/or encryption of personal </w:t>
      </w:r>
      <w:proofErr w:type="gramStart"/>
      <w:r>
        <w:rPr>
          <w:rFonts w:ascii="Tahoma" w:hAnsi="Tahoma"/>
          <w:sz w:val="22"/>
        </w:rPr>
        <w:t>data;</w:t>
      </w:r>
      <w:proofErr w:type="gramEnd"/>
    </w:p>
    <w:p w14:paraId="218C411A" w14:textId="77777777" w:rsidR="00964ED2" w:rsidRPr="00F615E5" w:rsidRDefault="008E4DA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 xml:space="preserve"> Ability to ensure the continuous confidentiality, integrity, accessibility and resilience of data processing systems and </w:t>
      </w:r>
      <w:proofErr w:type="gramStart"/>
      <w:r>
        <w:rPr>
          <w:rFonts w:ascii="Tahoma" w:hAnsi="Tahoma"/>
          <w:sz w:val="22"/>
        </w:rPr>
        <w:t>services;</w:t>
      </w:r>
      <w:proofErr w:type="gramEnd"/>
    </w:p>
    <w:p w14:paraId="1CAA4A9B" w14:textId="77777777" w:rsidR="00964ED2" w:rsidRPr="00F615E5" w:rsidRDefault="00964ED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lastRenderedPageBreak/>
        <w:t xml:space="preserve">Ability to restore availability and access to personal data in a timely manner in the event of a physical or technical </w:t>
      </w:r>
      <w:proofErr w:type="gramStart"/>
      <w:r>
        <w:rPr>
          <w:rFonts w:ascii="Tahoma" w:hAnsi="Tahoma"/>
          <w:sz w:val="22"/>
        </w:rPr>
        <w:t>incident;</w:t>
      </w:r>
      <w:proofErr w:type="gramEnd"/>
    </w:p>
    <w:p w14:paraId="4BFCCCB6" w14:textId="77777777" w:rsidR="00964ED2" w:rsidRPr="00F615E5" w:rsidRDefault="008E4DA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Pr>
          <w:rFonts w:ascii="Tahoma" w:hAnsi="Tahoma"/>
          <w:sz w:val="22"/>
        </w:rPr>
        <w:t xml:space="preserve"> Process for regular testing, inspection and evaluation of technical and organisational measures ensuring the security of processing of personal </w:t>
      </w:r>
      <w:proofErr w:type="gramStart"/>
      <w:r>
        <w:rPr>
          <w:rFonts w:ascii="Tahoma" w:hAnsi="Tahoma"/>
          <w:sz w:val="22"/>
        </w:rPr>
        <w:t>data;</w:t>
      </w:r>
      <w:proofErr w:type="gramEnd"/>
    </w:p>
    <w:p w14:paraId="3C4648FF" w14:textId="77777777" w:rsidR="004106FE" w:rsidRPr="00F615E5" w:rsidRDefault="00534594" w:rsidP="003476EE">
      <w:pPr>
        <w:pStyle w:val="ListParagraph"/>
        <w:numPr>
          <w:ilvl w:val="2"/>
          <w:numId w:val="12"/>
        </w:numPr>
        <w:tabs>
          <w:tab w:val="left" w:pos="567"/>
          <w:tab w:val="left" w:pos="993"/>
          <w:tab w:val="left" w:pos="1418"/>
        </w:tabs>
        <w:spacing w:line="276" w:lineRule="auto"/>
        <w:ind w:left="0" w:firstLine="567"/>
        <w:rPr>
          <w:rFonts w:ascii="Tahoma" w:hAnsi="Tahoma" w:cs="Tahoma"/>
          <w:sz w:val="22"/>
        </w:rPr>
      </w:pPr>
      <w:r>
        <w:rPr>
          <w:rFonts w:ascii="Tahoma" w:hAnsi="Tahoma"/>
          <w:sz w:val="22"/>
        </w:rPr>
        <w:t xml:space="preserve">Ensure that it is going to engage a sub-processor to carry out specific processing activities on behalf of the Data Controller only with the permission of the Data Controller as set out in the Special Part, and that the sub-processor engaged is going to be subject to the same data protection obligations as set out in this </w:t>
      </w:r>
      <w:proofErr w:type="gramStart"/>
      <w:r>
        <w:rPr>
          <w:rFonts w:ascii="Tahoma" w:hAnsi="Tahoma"/>
          <w:sz w:val="22"/>
        </w:rPr>
        <w:t>Arrangement;</w:t>
      </w:r>
      <w:proofErr w:type="gramEnd"/>
    </w:p>
    <w:p w14:paraId="6F6B212C" w14:textId="77777777" w:rsidR="00AA2EF9" w:rsidRPr="00F615E5" w:rsidRDefault="00741D4D" w:rsidP="0055245A">
      <w:pPr>
        <w:pStyle w:val="ListParagraph"/>
        <w:numPr>
          <w:ilvl w:val="2"/>
          <w:numId w:val="12"/>
        </w:numPr>
        <w:tabs>
          <w:tab w:val="left" w:pos="567"/>
          <w:tab w:val="left" w:pos="1418"/>
          <w:tab w:val="left" w:pos="1560"/>
        </w:tabs>
        <w:spacing w:line="276" w:lineRule="auto"/>
        <w:ind w:left="0" w:firstLine="567"/>
        <w:rPr>
          <w:rFonts w:ascii="Tahoma" w:hAnsi="Tahoma" w:cs="Tahoma"/>
          <w:sz w:val="22"/>
        </w:rPr>
      </w:pPr>
      <w:r>
        <w:rPr>
          <w:rFonts w:ascii="Tahoma" w:hAnsi="Tahoma"/>
          <w:sz w:val="22"/>
        </w:rPr>
        <w:t xml:space="preserve">Given the nature of data processing, assist the Data Controller to the extent possible by applying appropriate technical and organisational measures to fulfil the obligation of the Data Controller to respond to requests to exercise the rights of the data subject set out in Regulation (EU) 2016/679. If the Data Processor receives a request from a data subject for the exercise of the data subject’s rights set out in Articles 12-22 of Regulation (EU) 2016/679, it must forward the request to the Data Controller without delay, but at the latest within 3 working days, by the e-mail address referred to in point 7 of the Special </w:t>
      </w:r>
      <w:proofErr w:type="gramStart"/>
      <w:r>
        <w:rPr>
          <w:rFonts w:ascii="Tahoma" w:hAnsi="Tahoma"/>
          <w:sz w:val="22"/>
        </w:rPr>
        <w:t>Part;</w:t>
      </w:r>
      <w:proofErr w:type="gramEnd"/>
    </w:p>
    <w:p w14:paraId="7BE47A36" w14:textId="77777777" w:rsidR="00C8353C" w:rsidRPr="00F615E5" w:rsidRDefault="00741D4D" w:rsidP="001C10AE">
      <w:pPr>
        <w:pStyle w:val="ListParagraph"/>
        <w:numPr>
          <w:ilvl w:val="2"/>
          <w:numId w:val="12"/>
        </w:numPr>
        <w:tabs>
          <w:tab w:val="left" w:pos="567"/>
          <w:tab w:val="left" w:pos="1418"/>
          <w:tab w:val="left" w:pos="1843"/>
        </w:tabs>
        <w:spacing w:line="276" w:lineRule="auto"/>
        <w:ind w:left="0" w:firstLine="567"/>
        <w:rPr>
          <w:rFonts w:ascii="Tahoma" w:hAnsi="Tahoma" w:cs="Tahoma"/>
          <w:sz w:val="22"/>
        </w:rPr>
      </w:pPr>
      <w:r>
        <w:rPr>
          <w:rFonts w:ascii="Tahoma" w:hAnsi="Tahoma"/>
          <w:sz w:val="22"/>
        </w:rPr>
        <w:t xml:space="preserve">Assist the Data Controller in ensuring compliance with the obligations laid down in Articles 32-36 of Regulation (EU) 2016/679, </w:t>
      </w:r>
      <w:proofErr w:type="gramStart"/>
      <w:r>
        <w:rPr>
          <w:rFonts w:ascii="Tahoma" w:hAnsi="Tahoma"/>
          <w:sz w:val="22"/>
        </w:rPr>
        <w:t>taking into account</w:t>
      </w:r>
      <w:proofErr w:type="gramEnd"/>
      <w:r>
        <w:rPr>
          <w:rFonts w:ascii="Tahoma" w:hAnsi="Tahoma"/>
          <w:sz w:val="22"/>
        </w:rPr>
        <w:t xml:space="preserve"> the nature of the data processing and the information available:</w:t>
      </w:r>
    </w:p>
    <w:p w14:paraId="073152BF" w14:textId="77777777" w:rsidR="00964ED2" w:rsidRPr="00F615E5" w:rsidRDefault="00741D4D" w:rsidP="00552C62">
      <w:pPr>
        <w:pStyle w:val="ListParagraph"/>
        <w:numPr>
          <w:ilvl w:val="3"/>
          <w:numId w:val="12"/>
        </w:numPr>
        <w:tabs>
          <w:tab w:val="left" w:pos="567"/>
          <w:tab w:val="left" w:pos="1418"/>
          <w:tab w:val="left" w:pos="1843"/>
        </w:tabs>
        <w:spacing w:line="276" w:lineRule="auto"/>
        <w:ind w:left="0" w:firstLine="567"/>
        <w:rPr>
          <w:rFonts w:ascii="Tahoma" w:hAnsi="Tahoma" w:cs="Tahoma"/>
          <w:sz w:val="22"/>
        </w:rPr>
      </w:pPr>
      <w:r>
        <w:rPr>
          <w:rFonts w:ascii="Tahoma" w:hAnsi="Tahoma"/>
          <w:sz w:val="22"/>
        </w:rPr>
        <w:t xml:space="preserve"> Not later than within 24 hours after a personal data breach has become apparent, inform the Data Controller in writing at the addresses indicated in point 7 of the Special Part of the personal data breach that has occurred and provide a notification, including the information listed in Article 33(3) of Regulation (EU) 2016/679, and take measures to immediately stop the breach and prevent further damage caused by the personal data breach as well as mitigate the consequences of the personal data breach. If it is not possible to provide all the information at the same time, the information must be provided in phases without delay. Upon request of the Data Controller, the Data Processor shall provide, within the specified period, additional information necessary for the Data Controller to assess the circumstances of the personal data breach, including, but not limited to, an extract from the Data Processor’s personal data breach </w:t>
      </w:r>
      <w:proofErr w:type="gramStart"/>
      <w:r>
        <w:rPr>
          <w:rFonts w:ascii="Tahoma" w:hAnsi="Tahoma"/>
          <w:sz w:val="22"/>
        </w:rPr>
        <w:t>log;</w:t>
      </w:r>
      <w:proofErr w:type="gramEnd"/>
    </w:p>
    <w:p w14:paraId="0A4016DF" w14:textId="77777777" w:rsidR="00964ED2" w:rsidRPr="00F615E5" w:rsidRDefault="00964ED2" w:rsidP="0087473A">
      <w:pPr>
        <w:pStyle w:val="ListParagraph"/>
        <w:numPr>
          <w:ilvl w:val="3"/>
          <w:numId w:val="12"/>
        </w:numPr>
        <w:tabs>
          <w:tab w:val="left" w:pos="567"/>
          <w:tab w:val="left" w:pos="1418"/>
          <w:tab w:val="left" w:pos="1843"/>
        </w:tabs>
        <w:spacing w:line="276" w:lineRule="auto"/>
        <w:ind w:left="0" w:firstLine="567"/>
        <w:rPr>
          <w:rFonts w:ascii="Tahoma" w:hAnsi="Tahoma" w:cs="Tahoma"/>
          <w:sz w:val="22"/>
        </w:rPr>
      </w:pPr>
      <w:r>
        <w:rPr>
          <w:rFonts w:ascii="Tahoma" w:hAnsi="Tahoma"/>
          <w:sz w:val="22"/>
        </w:rPr>
        <w:t xml:space="preserve">Upon request of the Data Controller, provide, within a time limit specified by the Data Controller, the information necessary for the Data Controller to carry out a data protection impact assessment in accordance with Article 35 of Regulation (EU) 2016/679, including provision of information if the Data Controller decides to contact the State Data Protection Inspectorate for prior </w:t>
      </w:r>
      <w:proofErr w:type="gramStart"/>
      <w:r>
        <w:rPr>
          <w:rFonts w:ascii="Tahoma" w:hAnsi="Tahoma"/>
          <w:sz w:val="22"/>
        </w:rPr>
        <w:t>consultation;</w:t>
      </w:r>
      <w:proofErr w:type="gramEnd"/>
      <w:r>
        <w:rPr>
          <w:rFonts w:ascii="Tahoma" w:hAnsi="Tahoma"/>
          <w:sz w:val="22"/>
        </w:rPr>
        <w:t xml:space="preserve"> </w:t>
      </w:r>
    </w:p>
    <w:p w14:paraId="57BA264D" w14:textId="77777777" w:rsidR="00B36A68" w:rsidRDefault="00741D4D"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sz w:val="22"/>
        </w:rPr>
        <w:t xml:space="preserve">After completing the provision of services related to data processing, and taking into account the instructions of the Data Controller provided for in the Special Part, delete or return to the Data Controller all personal data and delete existing copies thereof, except in cases where legislation of the European Union or the Republic of Lithuania stipulates the Data Processor’s obligation to retain personal data. If the Data Processor is subject to a statutory obligation to retain personal data, the Data Processor shall, prior to processing of personal data on behalf of the Data Controller, indicate in the Special Part the applicable legislation under which the Data Processor is obliged to retain personal </w:t>
      </w:r>
      <w:proofErr w:type="gramStart"/>
      <w:r>
        <w:rPr>
          <w:rFonts w:ascii="Tahoma" w:hAnsi="Tahoma"/>
          <w:sz w:val="22"/>
        </w:rPr>
        <w:t>data;</w:t>
      </w:r>
      <w:proofErr w:type="gramEnd"/>
      <w:r>
        <w:rPr>
          <w:rFonts w:ascii="Tahoma" w:hAnsi="Tahoma"/>
          <w:sz w:val="22"/>
        </w:rPr>
        <w:t xml:space="preserve"> </w:t>
      </w:r>
    </w:p>
    <w:p w14:paraId="1B5C4825" w14:textId="77777777" w:rsidR="00964ED2" w:rsidRPr="00F615E5" w:rsidRDefault="001646B7"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sz w:val="22"/>
        </w:rPr>
        <w:t xml:space="preserve">Undertakes not to copy, transfer, store or otherwise process personal data in the Data Processor’s IT infrastructure where, in accordance with the instructions provided by the Data Controller in the Special Part, it has been established that personal data shall be processed only in the Data Controller’s IT </w:t>
      </w:r>
      <w:proofErr w:type="gramStart"/>
      <w:r>
        <w:rPr>
          <w:rFonts w:ascii="Tahoma" w:hAnsi="Tahoma"/>
          <w:sz w:val="22"/>
        </w:rPr>
        <w:t>infrastructure;</w:t>
      </w:r>
      <w:proofErr w:type="gramEnd"/>
    </w:p>
    <w:p w14:paraId="3E4863B2" w14:textId="77777777" w:rsidR="0074478B" w:rsidRPr="00F615E5" w:rsidRDefault="0074478B"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sz w:val="22"/>
        </w:rPr>
        <w:t xml:space="preserve">Undertakes to verify periodically, at its own initiative and expense, whether the respective technical and organisational measures are appropriate to the nature, scope, context and </w:t>
      </w:r>
      <w:r>
        <w:rPr>
          <w:rFonts w:ascii="Tahoma" w:hAnsi="Tahoma"/>
          <w:sz w:val="22"/>
        </w:rPr>
        <w:lastRenderedPageBreak/>
        <w:t xml:space="preserve">purposes of the data processing, as well as to the risks associated with the data processing with respect to the rights and freedoms of natural persons. The Data Processor may carry out this verification itself or engage an independent auditor. Upon a written request of the Data Controller, the Data Processor must provide the Data Controller with an inspection report or an extract </w:t>
      </w:r>
      <w:proofErr w:type="gramStart"/>
      <w:r>
        <w:rPr>
          <w:rFonts w:ascii="Tahoma" w:hAnsi="Tahoma"/>
          <w:sz w:val="22"/>
        </w:rPr>
        <w:t>thereof;</w:t>
      </w:r>
      <w:proofErr w:type="gramEnd"/>
    </w:p>
    <w:p w14:paraId="7A257C9A" w14:textId="77777777" w:rsidR="00D73ED3" w:rsidRPr="00F615E5" w:rsidRDefault="00BE500F" w:rsidP="0074478B">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sz w:val="22"/>
        </w:rPr>
        <w:t xml:space="preserve">If the Data Controller does not specify in the Arrangement or does not subsequently provide documented instructions for the transfer of personal data to a third country or to international organisations, the Data Processor shall not be entitled to carry out such transfer under this Arrangement unless the transfer of personal data to third countries or international organisations is required by the laws of the European Union or a Member State thereof, with which the Data Processor must comply, even though the Data Controller has not instructed the Data Processor to do so. In this case, the Data Processor shall inform the Data Controller of this legal requirement, indicating in the Special Part the legislation applicable to it, which obliges it to transfer personal data to a third country or to international organisations unless that legislation prohibits the transfer of such </w:t>
      </w:r>
      <w:proofErr w:type="gramStart"/>
      <w:r>
        <w:rPr>
          <w:rFonts w:ascii="Tahoma" w:hAnsi="Tahoma"/>
          <w:sz w:val="22"/>
        </w:rPr>
        <w:t>information;</w:t>
      </w:r>
      <w:proofErr w:type="gramEnd"/>
    </w:p>
    <w:p w14:paraId="0B2A1117" w14:textId="77777777" w:rsidR="00EF1BA6" w:rsidRDefault="00625F20" w:rsidP="00625F20">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sz w:val="22"/>
        </w:rPr>
        <w:t>Having reasonable grounds to believe that the Data Controller’s instructions may infringe legal acts, shall have the right to suspend the execution of such instructions after having informed the Data Controller in writing at the addresses referred to in point 7 of the Special Part. Once the Data Controller has demonstrated conformity of instructions with the legislation or has amended them, the instructions shall be enforced.</w:t>
      </w:r>
    </w:p>
    <w:p w14:paraId="67DE5D9E" w14:textId="77777777" w:rsidR="005324CD" w:rsidRPr="00F615E5" w:rsidRDefault="005324CD" w:rsidP="008E4DA2">
      <w:pPr>
        <w:tabs>
          <w:tab w:val="left" w:pos="567"/>
        </w:tabs>
        <w:spacing w:line="276" w:lineRule="auto"/>
        <w:ind w:firstLine="567"/>
        <w:rPr>
          <w:rFonts w:ascii="Tahoma" w:hAnsi="Tahoma" w:cs="Tahoma"/>
          <w:sz w:val="22"/>
        </w:rPr>
      </w:pPr>
    </w:p>
    <w:p w14:paraId="58BA746D" w14:textId="77777777" w:rsidR="00D73ED3" w:rsidRPr="00F615E5" w:rsidRDefault="00F53772" w:rsidP="008209B2">
      <w:pPr>
        <w:pStyle w:val="ListParagraph"/>
        <w:numPr>
          <w:ilvl w:val="0"/>
          <w:numId w:val="12"/>
        </w:numPr>
        <w:tabs>
          <w:tab w:val="left" w:pos="567"/>
        </w:tabs>
        <w:spacing w:line="276" w:lineRule="auto"/>
        <w:jc w:val="center"/>
        <w:rPr>
          <w:rFonts w:ascii="Tahoma" w:hAnsi="Tahoma" w:cs="Tahoma"/>
          <w:b/>
          <w:sz w:val="22"/>
        </w:rPr>
      </w:pPr>
      <w:r>
        <w:rPr>
          <w:rFonts w:ascii="Tahoma" w:hAnsi="Tahoma"/>
          <w:b/>
          <w:sz w:val="22"/>
        </w:rPr>
        <w:t>RESPONSIBILITY</w:t>
      </w:r>
    </w:p>
    <w:p w14:paraId="0411675F" w14:textId="77777777" w:rsidR="001C10AE" w:rsidRPr="00F615E5" w:rsidRDefault="001C10AE" w:rsidP="00625F20">
      <w:pPr>
        <w:pStyle w:val="ListParagraph"/>
        <w:tabs>
          <w:tab w:val="left" w:pos="142"/>
        </w:tabs>
        <w:spacing w:line="276" w:lineRule="auto"/>
        <w:ind w:left="0" w:firstLine="567"/>
        <w:rPr>
          <w:rFonts w:ascii="Tahoma" w:hAnsi="Tahoma" w:cs="Tahoma"/>
          <w:b/>
          <w:sz w:val="22"/>
        </w:rPr>
      </w:pPr>
    </w:p>
    <w:p w14:paraId="2AB75EF6" w14:textId="77777777" w:rsidR="00913E36" w:rsidRPr="00F615E5" w:rsidRDefault="0048705D"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sz w:val="22"/>
        </w:rPr>
        <w:t>The Data Controller shall be responsible for ensuring that the instructions it provides to the Data Processor regarding the processing of personal data comply with the requirements of Regulation (EU) 2016/679.</w:t>
      </w:r>
    </w:p>
    <w:p w14:paraId="57C2C6BA" w14:textId="77777777" w:rsidR="00625F20" w:rsidRPr="00F615E5" w:rsidRDefault="006E2B86"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sz w:val="22"/>
        </w:rPr>
        <w:t>The Data Processor shall be responsible for processing the personal data provided by the Data Controller in accordance with this Arrangement and the instructions of the Data Controller.</w:t>
      </w:r>
    </w:p>
    <w:p w14:paraId="664EB2B9" w14:textId="77777777" w:rsidR="007F1AF5" w:rsidRPr="00F615E5" w:rsidRDefault="00625F20"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sz w:val="22"/>
        </w:rPr>
        <w:t>If a sub-processor engaged fails to fulfil or inadequately fulfils the personal data protection obligations, the Data Processor shall remain fully liable to the Data Controller for the fulfilment of the obligations of the sub-processor engaged.</w:t>
      </w:r>
    </w:p>
    <w:p w14:paraId="742B4549" w14:textId="77777777" w:rsidR="0048705D" w:rsidRPr="00F615E5" w:rsidRDefault="007F1AF5" w:rsidP="006E2B86">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sz w:val="22"/>
        </w:rPr>
        <w:t>The terms and conditions of the Arrangement shall not exempt the Parties from any other obligations, to which they are subject under Regulation (EU) 2016/679 or other legislation.</w:t>
      </w:r>
    </w:p>
    <w:p w14:paraId="3B0DF8CE" w14:textId="77777777" w:rsidR="00625F20" w:rsidRPr="00F615E5" w:rsidRDefault="00625F20" w:rsidP="00CF75CB">
      <w:pPr>
        <w:pStyle w:val="ListParagraph"/>
        <w:tabs>
          <w:tab w:val="left" w:pos="0"/>
          <w:tab w:val="left" w:pos="142"/>
          <w:tab w:val="left" w:pos="1276"/>
        </w:tabs>
        <w:spacing w:line="276" w:lineRule="auto"/>
        <w:ind w:left="567"/>
        <w:rPr>
          <w:rFonts w:ascii="Tahoma" w:hAnsi="Tahoma" w:cs="Tahoma"/>
          <w:sz w:val="22"/>
        </w:rPr>
      </w:pPr>
    </w:p>
    <w:p w14:paraId="220ED745" w14:textId="77777777" w:rsidR="00707410" w:rsidRPr="00F615E5" w:rsidRDefault="00707410" w:rsidP="00707410">
      <w:pPr>
        <w:jc w:val="center"/>
        <w:rPr>
          <w:rFonts w:cs="Tahoma"/>
        </w:rPr>
      </w:pPr>
    </w:p>
    <w:p w14:paraId="2E654324" w14:textId="77777777" w:rsidR="00707410" w:rsidRPr="00F615E5" w:rsidRDefault="004A4BB3" w:rsidP="001C10AE">
      <w:pPr>
        <w:pStyle w:val="ListParagraph"/>
        <w:numPr>
          <w:ilvl w:val="0"/>
          <w:numId w:val="12"/>
        </w:numPr>
        <w:jc w:val="center"/>
        <w:rPr>
          <w:rFonts w:ascii="Tahoma" w:eastAsia="Times New Roman" w:hAnsi="Tahoma" w:cs="Tahoma"/>
          <w:color w:val="auto"/>
          <w:sz w:val="22"/>
        </w:rPr>
      </w:pPr>
      <w:r>
        <w:rPr>
          <w:rFonts w:ascii="Tahoma" w:hAnsi="Tahoma"/>
          <w:b/>
          <w:color w:val="auto"/>
          <w:sz w:val="22"/>
        </w:rPr>
        <w:t xml:space="preserve"> FINAL PROVISIONS</w:t>
      </w:r>
    </w:p>
    <w:p w14:paraId="7DCD8415" w14:textId="77777777" w:rsidR="001C10AE" w:rsidRPr="00F615E5" w:rsidRDefault="001C10AE" w:rsidP="008209B2">
      <w:pPr>
        <w:pStyle w:val="ListParagraph"/>
        <w:spacing w:line="276" w:lineRule="auto"/>
        <w:ind w:left="0" w:firstLine="567"/>
        <w:rPr>
          <w:rFonts w:ascii="Tahoma" w:eastAsia="Times New Roman" w:hAnsi="Tahoma" w:cs="Tahoma"/>
          <w:color w:val="auto"/>
          <w:sz w:val="22"/>
          <w:lang w:eastAsia="lt-LT"/>
        </w:rPr>
      </w:pPr>
    </w:p>
    <w:p w14:paraId="505108D2" w14:textId="77777777" w:rsidR="00EF5908" w:rsidRPr="00F615E5" w:rsidRDefault="00775161" w:rsidP="00FC71A9">
      <w:pPr>
        <w:pStyle w:val="ListParagraph"/>
        <w:numPr>
          <w:ilvl w:val="1"/>
          <w:numId w:val="12"/>
        </w:numPr>
        <w:spacing w:line="276" w:lineRule="auto"/>
        <w:ind w:left="0" w:firstLine="567"/>
        <w:rPr>
          <w:rFonts w:ascii="Tahoma" w:eastAsia="Times New Roman" w:hAnsi="Tahoma" w:cs="Tahoma"/>
          <w:color w:val="auto"/>
          <w:sz w:val="22"/>
        </w:rPr>
      </w:pPr>
      <w:r>
        <w:rPr>
          <w:rFonts w:ascii="Tahoma" w:hAnsi="Tahoma"/>
          <w:color w:val="auto"/>
          <w:sz w:val="22"/>
        </w:rPr>
        <w:t xml:space="preserve">The Arrangement shall come into force on the date of its signing and shall be valid until the expiry of the Service Agreement. </w:t>
      </w:r>
      <w:bookmarkStart w:id="1" w:name="part_54682dc8590d4cc89e6d020740552c65"/>
      <w:bookmarkEnd w:id="1"/>
    </w:p>
    <w:p w14:paraId="4FCC4F68" w14:textId="77777777" w:rsidR="00772E2D" w:rsidRPr="00F615E5" w:rsidRDefault="00772E2D" w:rsidP="008209B2">
      <w:pPr>
        <w:pStyle w:val="ListParagraph"/>
        <w:numPr>
          <w:ilvl w:val="1"/>
          <w:numId w:val="12"/>
        </w:numPr>
        <w:spacing w:line="276" w:lineRule="auto"/>
        <w:ind w:left="0" w:firstLine="567"/>
        <w:rPr>
          <w:rFonts w:ascii="Tahoma" w:hAnsi="Tahoma" w:cs="Tahoma"/>
          <w:b/>
          <w:sz w:val="22"/>
        </w:rPr>
      </w:pPr>
      <w:r>
        <w:rPr>
          <w:rFonts w:ascii="Tahoma" w:hAnsi="Tahoma"/>
          <w:color w:val="auto"/>
          <w:sz w:val="22"/>
        </w:rPr>
        <w:t>Any disagreements or disputes arising between the Parties in connection with the Arrangement shall be settled by means of negotiations, and if the Parties are unable to reach an agreement, they shall be settled in the court of the Republic of Lithuania according to the location of the registered office of the Data Controller pursuant to the laws or regulations in force in the Republic of Lithuania.</w:t>
      </w:r>
    </w:p>
    <w:p w14:paraId="6C0F30EE" w14:textId="77777777" w:rsidR="008416FA" w:rsidRPr="00F615E5" w:rsidRDefault="008416FA" w:rsidP="00772E2D">
      <w:pPr>
        <w:spacing w:line="276" w:lineRule="atLeast"/>
        <w:rPr>
          <w:rFonts w:ascii="Tahoma" w:eastAsia="Times New Roman" w:hAnsi="Tahoma" w:cs="Tahoma"/>
          <w:color w:val="auto"/>
          <w:sz w:val="22"/>
        </w:rPr>
      </w:pPr>
      <w:bookmarkStart w:id="2" w:name="part_203022f1cb6d4022bc510d52ec23dd9a"/>
      <w:bookmarkStart w:id="3" w:name="part_1071f70019994873b68a8ea1f7d47d36"/>
      <w:bookmarkStart w:id="4" w:name="part_4b794f37667a4bea926b2730f6758375"/>
      <w:bookmarkStart w:id="5" w:name="part_f2a1f63ccad249448ae7f036013fdedb"/>
      <w:bookmarkStart w:id="6" w:name="part_b4a917ee665a4533a266858476cd86a9"/>
      <w:bookmarkEnd w:id="2"/>
      <w:bookmarkEnd w:id="3"/>
      <w:bookmarkEnd w:id="4"/>
      <w:bookmarkEnd w:id="5"/>
      <w:bookmarkEnd w:id="6"/>
    </w:p>
    <w:p w14:paraId="1DD506BC" w14:textId="77777777" w:rsidR="008416FA" w:rsidRPr="00F615E5" w:rsidRDefault="008416FA" w:rsidP="004A4BB3">
      <w:pPr>
        <w:pStyle w:val="ListParagraph"/>
        <w:tabs>
          <w:tab w:val="left" w:pos="567"/>
        </w:tabs>
        <w:spacing w:line="276" w:lineRule="auto"/>
        <w:ind w:left="585"/>
        <w:rPr>
          <w:rFonts w:ascii="Tahoma" w:eastAsia="Times New Roman" w:hAnsi="Tahoma" w:cs="Tahoma"/>
          <w:color w:val="auto"/>
          <w:sz w:val="22"/>
          <w:lang w:eastAsia="lt-LT"/>
        </w:rPr>
      </w:pPr>
    </w:p>
    <w:p w14:paraId="10701FE9" w14:textId="77777777" w:rsidR="008416FA" w:rsidRPr="00F615E5" w:rsidRDefault="008416FA" w:rsidP="008416FA">
      <w:pPr>
        <w:pStyle w:val="ListParagraph"/>
        <w:tabs>
          <w:tab w:val="left" w:pos="567"/>
        </w:tabs>
        <w:spacing w:line="276" w:lineRule="auto"/>
        <w:ind w:left="567"/>
        <w:jc w:val="center"/>
        <w:rPr>
          <w:rFonts w:ascii="Tahoma" w:hAnsi="Tahoma" w:cs="Tahoma"/>
          <w:b/>
          <w:sz w:val="22"/>
        </w:rPr>
      </w:pPr>
    </w:p>
    <w:p w14:paraId="3884D74E" w14:textId="77777777" w:rsidR="004A4BB3" w:rsidRPr="00F615E5" w:rsidRDefault="004A4BB3">
      <w:pPr>
        <w:spacing w:line="259" w:lineRule="auto"/>
        <w:ind w:firstLine="1247"/>
        <w:jc w:val="left"/>
        <w:rPr>
          <w:rFonts w:ascii="Tahoma" w:hAnsi="Tahoma" w:cs="Tahoma"/>
          <w:b/>
          <w:sz w:val="22"/>
        </w:rPr>
      </w:pPr>
      <w:r>
        <w:br w:type="page"/>
      </w:r>
    </w:p>
    <w:p w14:paraId="5B44A4E0" w14:textId="77777777" w:rsidR="009C0FCD" w:rsidRPr="00F615E5" w:rsidRDefault="009C0FCD" w:rsidP="009C0FCD">
      <w:pPr>
        <w:spacing w:line="276" w:lineRule="auto"/>
        <w:jc w:val="center"/>
        <w:rPr>
          <w:rFonts w:ascii="Tahoma" w:hAnsi="Tahoma" w:cs="Tahoma"/>
          <w:b/>
          <w:sz w:val="22"/>
        </w:rPr>
      </w:pPr>
      <w:r>
        <w:rPr>
          <w:rFonts w:ascii="Tahoma" w:hAnsi="Tahoma"/>
          <w:b/>
          <w:sz w:val="22"/>
        </w:rPr>
        <w:lastRenderedPageBreak/>
        <w:t>ARRANGEMENT ON PROCESSING OF PERSONAL DATA</w:t>
      </w:r>
    </w:p>
    <w:p w14:paraId="73760189" w14:textId="77777777" w:rsidR="009C0FCD" w:rsidRDefault="009C0FCD" w:rsidP="00CC258C">
      <w:pPr>
        <w:pStyle w:val="ListParagraph"/>
        <w:tabs>
          <w:tab w:val="left" w:pos="709"/>
        </w:tabs>
        <w:spacing w:line="276" w:lineRule="auto"/>
        <w:ind w:left="0"/>
        <w:jc w:val="center"/>
        <w:rPr>
          <w:rFonts w:ascii="Tahoma" w:hAnsi="Tahoma" w:cs="Tahoma"/>
          <w:b/>
          <w:sz w:val="22"/>
        </w:rPr>
      </w:pPr>
    </w:p>
    <w:p w14:paraId="1125CEA5" w14:textId="77777777" w:rsidR="00741D4D" w:rsidRPr="00F615E5" w:rsidRDefault="003E4B74" w:rsidP="00CC258C">
      <w:pPr>
        <w:pStyle w:val="ListParagraph"/>
        <w:tabs>
          <w:tab w:val="left" w:pos="709"/>
        </w:tabs>
        <w:spacing w:line="276" w:lineRule="auto"/>
        <w:ind w:left="0"/>
        <w:jc w:val="center"/>
        <w:rPr>
          <w:rFonts w:ascii="Tahoma" w:hAnsi="Tahoma" w:cs="Tahoma"/>
          <w:b/>
          <w:sz w:val="22"/>
        </w:rPr>
      </w:pPr>
      <w:r>
        <w:rPr>
          <w:rFonts w:ascii="Tahoma" w:hAnsi="Tahoma"/>
          <w:b/>
          <w:sz w:val="22"/>
        </w:rPr>
        <w:t>SPECIAL PART</w:t>
      </w:r>
    </w:p>
    <w:p w14:paraId="72755CBD" w14:textId="77777777" w:rsidR="00A713DE" w:rsidRPr="00F615E5" w:rsidRDefault="00A713DE" w:rsidP="00571E2F">
      <w:pPr>
        <w:pStyle w:val="ListParagraph"/>
        <w:tabs>
          <w:tab w:val="left" w:pos="567"/>
        </w:tabs>
        <w:spacing w:line="276" w:lineRule="auto"/>
        <w:ind w:left="567"/>
        <w:jc w:val="left"/>
        <w:rPr>
          <w:rFonts w:ascii="Tahoma" w:hAnsi="Tahoma" w:cs="Tahoma"/>
          <w:b/>
          <w:sz w:val="22"/>
        </w:rPr>
      </w:pPr>
    </w:p>
    <w:p w14:paraId="1B73C5D5" w14:textId="77777777" w:rsidR="00CF27C3" w:rsidRPr="00F615E5" w:rsidRDefault="00CF27C3" w:rsidP="00FC71A9">
      <w:pPr>
        <w:pStyle w:val="ListParagraph"/>
        <w:numPr>
          <w:ilvl w:val="0"/>
          <w:numId w:val="4"/>
        </w:numPr>
        <w:tabs>
          <w:tab w:val="left" w:pos="567"/>
          <w:tab w:val="left" w:pos="993"/>
        </w:tabs>
        <w:spacing w:line="276" w:lineRule="auto"/>
        <w:ind w:left="0" w:firstLine="567"/>
        <w:rPr>
          <w:rFonts w:ascii="Tahoma" w:hAnsi="Tahoma" w:cs="Tahoma"/>
          <w:b/>
          <w:sz w:val="22"/>
        </w:rPr>
      </w:pPr>
      <w:r>
        <w:rPr>
          <w:rFonts w:ascii="Tahoma" w:hAnsi="Tahoma"/>
          <w:b/>
          <w:sz w:val="22"/>
        </w:rPr>
        <w:t>Data Controller (Service Recipient):</w:t>
      </w:r>
    </w:p>
    <w:p w14:paraId="437949EE" w14:textId="5559ABF4" w:rsidR="00681A73" w:rsidRDefault="00F91AEA" w:rsidP="00CD4222">
      <w:pPr>
        <w:spacing w:line="276" w:lineRule="auto"/>
        <w:ind w:firstLine="567"/>
        <w:rPr>
          <w:rFonts w:ascii="Tahoma" w:hAnsi="Tahoma" w:cs="Tahoma"/>
          <w:color w:val="auto"/>
          <w:sz w:val="22"/>
        </w:rPr>
      </w:pPr>
      <w:r>
        <w:rPr>
          <w:rFonts w:ascii="Tahoma" w:hAnsi="Tahoma"/>
          <w:sz w:val="22"/>
        </w:rPr>
        <w:t xml:space="preserve">State Enterprise Centre of Registers, legal entity code 124110246, with registered office at </w:t>
      </w:r>
      <w:proofErr w:type="spellStart"/>
      <w:r>
        <w:rPr>
          <w:rFonts w:ascii="Tahoma" w:hAnsi="Tahoma"/>
          <w:sz w:val="22"/>
        </w:rPr>
        <w:t>Studentų</w:t>
      </w:r>
      <w:proofErr w:type="spellEnd"/>
      <w:r>
        <w:rPr>
          <w:rFonts w:ascii="Tahoma" w:hAnsi="Tahoma"/>
          <w:sz w:val="22"/>
        </w:rPr>
        <w:t xml:space="preserve"> St. 39, Vilnius, phone number (8 5) 268 8262, e-mail address </w:t>
      </w:r>
      <w:proofErr w:type="spellStart"/>
      <w:r>
        <w:rPr>
          <w:rFonts w:ascii="Tahoma" w:hAnsi="Tahoma"/>
          <w:sz w:val="22"/>
        </w:rPr>
        <w:t>info@registrucentras.lt</w:t>
      </w:r>
      <w:proofErr w:type="spellEnd"/>
      <w:r w:rsidR="00DC033F">
        <w:rPr>
          <w:rFonts w:ascii="Tahoma" w:hAnsi="Tahoma" w:cs="Tahoma"/>
          <w:color w:val="auto"/>
          <w:sz w:val="22"/>
        </w:rPr>
        <w:t xml:space="preserve">, acting on behalf of the Data Controller Ministry of Health of the Republic of Lithuania, legal entity code </w:t>
      </w:r>
      <w:r w:rsidR="00DC033F" w:rsidRPr="00DC033F">
        <w:rPr>
          <w:rFonts w:ascii="Tahoma" w:hAnsi="Tahoma" w:cs="Tahoma"/>
          <w:color w:val="auto"/>
          <w:sz w:val="22"/>
        </w:rPr>
        <w:t>188603472</w:t>
      </w:r>
      <w:r w:rsidR="00DC033F">
        <w:rPr>
          <w:rFonts w:ascii="Tahoma" w:hAnsi="Tahoma" w:cs="Tahoma"/>
          <w:color w:val="auto"/>
          <w:sz w:val="22"/>
        </w:rPr>
        <w:t xml:space="preserve">, registered </w:t>
      </w:r>
      <w:r w:rsidR="00DC033F" w:rsidRPr="00FC607E">
        <w:rPr>
          <w:rFonts w:ascii="Tahoma" w:hAnsi="Tahoma" w:cs="Tahoma"/>
          <w:color w:val="auto"/>
          <w:sz w:val="22"/>
        </w:rPr>
        <w:t xml:space="preserve">Vilniaus </w:t>
      </w:r>
      <w:r w:rsidR="00DC033F">
        <w:rPr>
          <w:rFonts w:ascii="Tahoma" w:hAnsi="Tahoma" w:cs="Tahoma"/>
          <w:color w:val="auto"/>
          <w:sz w:val="22"/>
        </w:rPr>
        <w:t>str</w:t>
      </w:r>
      <w:r w:rsidR="00DC033F" w:rsidRPr="00FC607E">
        <w:rPr>
          <w:rFonts w:ascii="Tahoma" w:hAnsi="Tahoma" w:cs="Tahoma"/>
          <w:color w:val="auto"/>
          <w:sz w:val="22"/>
        </w:rPr>
        <w:t>. 33, Vilnius</w:t>
      </w:r>
      <w:r w:rsidR="00DC033F">
        <w:rPr>
          <w:rFonts w:ascii="Tahoma" w:hAnsi="Tahoma" w:cs="Tahoma"/>
          <w:color w:val="auto"/>
          <w:sz w:val="22"/>
        </w:rPr>
        <w:t xml:space="preserve">, phone number </w:t>
      </w:r>
      <w:r w:rsidR="00DC033F" w:rsidRPr="00FC607E">
        <w:rPr>
          <w:rFonts w:ascii="Tahoma" w:hAnsi="Tahoma" w:cs="Tahoma"/>
          <w:color w:val="auto"/>
          <w:sz w:val="22"/>
        </w:rPr>
        <w:t>+370 5 268 5110</w:t>
      </w:r>
      <w:r w:rsidR="00DC033F">
        <w:rPr>
          <w:rFonts w:ascii="Tahoma" w:hAnsi="Tahoma" w:cs="Tahoma"/>
          <w:color w:val="auto"/>
          <w:sz w:val="22"/>
        </w:rPr>
        <w:t xml:space="preserve">, email </w:t>
      </w:r>
      <w:proofErr w:type="spellStart"/>
      <w:r w:rsidR="00DC033F" w:rsidRPr="00FC607E">
        <w:rPr>
          <w:rFonts w:ascii="Tahoma" w:hAnsi="Tahoma" w:cs="Tahoma"/>
          <w:color w:val="auto"/>
          <w:sz w:val="22"/>
        </w:rPr>
        <w:t>ministerija@sam.lt</w:t>
      </w:r>
      <w:proofErr w:type="spellEnd"/>
      <w:r w:rsidR="00DC033F">
        <w:rPr>
          <w:rFonts w:ascii="Tahoma" w:hAnsi="Tahoma" w:cs="Tahoma"/>
          <w:color w:val="auto"/>
          <w:sz w:val="22"/>
        </w:rPr>
        <w:t>.</w:t>
      </w:r>
    </w:p>
    <w:p w14:paraId="1F16093A" w14:textId="77777777" w:rsidR="005B0E08" w:rsidRPr="00F615E5" w:rsidRDefault="005B0E08" w:rsidP="00FC71A9">
      <w:pPr>
        <w:pStyle w:val="ListParagraph"/>
        <w:tabs>
          <w:tab w:val="left" w:pos="567"/>
          <w:tab w:val="left" w:pos="993"/>
        </w:tabs>
        <w:spacing w:line="276" w:lineRule="auto"/>
        <w:ind w:left="0" w:firstLine="567"/>
        <w:rPr>
          <w:rFonts w:ascii="Tahoma" w:hAnsi="Tahoma" w:cs="Tahoma"/>
          <w:b/>
          <w:sz w:val="22"/>
        </w:rPr>
      </w:pPr>
    </w:p>
    <w:p w14:paraId="2B6CC0C7" w14:textId="77777777" w:rsidR="00CF27C3" w:rsidRPr="00F615E5" w:rsidRDefault="00CF27C3" w:rsidP="00FC71A9">
      <w:pPr>
        <w:pStyle w:val="ListParagraph"/>
        <w:numPr>
          <w:ilvl w:val="0"/>
          <w:numId w:val="4"/>
        </w:numPr>
        <w:tabs>
          <w:tab w:val="left" w:pos="567"/>
          <w:tab w:val="left" w:pos="993"/>
        </w:tabs>
        <w:spacing w:line="276" w:lineRule="auto"/>
        <w:ind w:left="0" w:firstLine="567"/>
        <w:rPr>
          <w:rFonts w:ascii="Tahoma" w:hAnsi="Tahoma" w:cs="Tahoma"/>
          <w:b/>
          <w:sz w:val="22"/>
        </w:rPr>
      </w:pPr>
      <w:r>
        <w:rPr>
          <w:rFonts w:ascii="Tahoma" w:hAnsi="Tahoma"/>
          <w:b/>
          <w:sz w:val="22"/>
        </w:rPr>
        <w:t>Data Processor (Service Provider):</w:t>
      </w:r>
    </w:p>
    <w:p w14:paraId="062C4972" w14:textId="77777777" w:rsidR="00C1256A" w:rsidRPr="00F615E5" w:rsidRDefault="00E90A08" w:rsidP="00FC71A9">
      <w:pPr>
        <w:pStyle w:val="ListParagraph"/>
        <w:tabs>
          <w:tab w:val="left" w:pos="993"/>
        </w:tabs>
        <w:spacing w:line="276" w:lineRule="auto"/>
        <w:ind w:left="0" w:firstLine="567"/>
        <w:rPr>
          <w:rFonts w:ascii="Tahoma" w:hAnsi="Tahoma" w:cs="Tahoma"/>
          <w:sz w:val="22"/>
        </w:rPr>
      </w:pPr>
      <w:sdt>
        <w:sdtPr>
          <w:rPr>
            <w:rFonts w:ascii="Tahoma" w:hAnsi="Tahoma" w:cs="Tahoma"/>
            <w:sz w:val="22"/>
          </w:rPr>
          <w:id w:val="1876117100"/>
          <w:placeholder>
            <w:docPart w:val="B492DDB736AE4B34BAEBEA29F72C40EE"/>
          </w:placeholder>
          <w:temporary/>
          <w:showingPlcHdr/>
        </w:sdtPr>
        <w:sdtEndPr/>
        <w:sdtContent>
          <w:r w:rsidR="0073195F">
            <w:rPr>
              <w:rStyle w:val="PlaceholderText"/>
              <w:rFonts w:ascii="Tahoma" w:hAnsi="Tahoma"/>
              <w:i/>
              <w:color w:val="05D091"/>
              <w:sz w:val="22"/>
            </w:rPr>
            <w:t>[enter company name, code, registered address, phone number and e-mail address; if the Data Processor is a natural person, enter their name, surname, individual economic activity certificate number or business licence number, address of the place of residence, phone number and e-mail address]</w:t>
          </w:r>
        </w:sdtContent>
      </w:sdt>
    </w:p>
    <w:p w14:paraId="6C0A41E6" w14:textId="77777777" w:rsidR="005B0E08" w:rsidRPr="00F615E5" w:rsidRDefault="005B0E08" w:rsidP="00FC71A9">
      <w:pPr>
        <w:pStyle w:val="ListParagraph"/>
        <w:tabs>
          <w:tab w:val="left" w:pos="567"/>
          <w:tab w:val="left" w:pos="993"/>
        </w:tabs>
        <w:spacing w:line="276" w:lineRule="auto"/>
        <w:ind w:left="0" w:firstLine="567"/>
        <w:rPr>
          <w:rFonts w:ascii="Tahoma" w:hAnsi="Tahoma" w:cs="Tahoma"/>
          <w:b/>
          <w:sz w:val="22"/>
        </w:rPr>
      </w:pPr>
    </w:p>
    <w:p w14:paraId="608F0A31" w14:textId="77777777" w:rsidR="00272142" w:rsidRPr="00F615E5" w:rsidRDefault="00272142" w:rsidP="00CC258C">
      <w:pPr>
        <w:pStyle w:val="ListParagraph"/>
        <w:numPr>
          <w:ilvl w:val="0"/>
          <w:numId w:val="4"/>
        </w:numPr>
        <w:tabs>
          <w:tab w:val="left" w:pos="567"/>
        </w:tabs>
        <w:spacing w:line="276" w:lineRule="auto"/>
        <w:rPr>
          <w:rFonts w:ascii="Tahoma" w:hAnsi="Tahoma" w:cs="Tahoma"/>
          <w:b/>
          <w:sz w:val="22"/>
        </w:rPr>
      </w:pPr>
      <w:r>
        <w:rPr>
          <w:rFonts w:ascii="Tahoma" w:hAnsi="Tahoma"/>
          <w:b/>
          <w:sz w:val="22"/>
        </w:rPr>
        <w:t>Service Agreement:</w:t>
      </w:r>
    </w:p>
    <w:p w14:paraId="6A86DA88" w14:textId="77777777" w:rsidR="00AA5D0D" w:rsidRPr="00CD030D" w:rsidRDefault="00AA5D0D" w:rsidP="001C3C64">
      <w:pPr>
        <w:tabs>
          <w:tab w:val="left" w:pos="567"/>
        </w:tabs>
        <w:spacing w:line="276" w:lineRule="auto"/>
        <w:rPr>
          <w:rFonts w:ascii="Tahoma" w:hAnsi="Tahoma" w:cs="Tahoma"/>
          <w:sz w:val="22"/>
        </w:rPr>
      </w:pPr>
      <w:r>
        <w:rPr>
          <w:rFonts w:ascii="Tahoma" w:hAnsi="Tahoma"/>
          <w:sz w:val="22"/>
        </w:rPr>
        <w:tab/>
      </w:r>
      <w:sdt>
        <w:sdtPr>
          <w:rPr>
            <w:color w:val="FA5A46" w:themeColor="accent3"/>
          </w:rPr>
          <w:id w:val="739913997"/>
          <w:placeholder>
            <w:docPart w:val="48AE7DADF05B48ADA3215488BD481DEC"/>
          </w:placeholder>
          <w:temporary/>
          <w:showingPlcHdr/>
        </w:sdtPr>
        <w:sdtEndPr/>
        <w:sdtContent>
          <w:r>
            <w:rPr>
              <w:rStyle w:val="PlaceholderText"/>
              <w:rFonts w:ascii="Tahoma" w:hAnsi="Tahoma"/>
              <w:i/>
              <w:color w:val="05D091" w:themeColor="accent2"/>
              <w:sz w:val="22"/>
            </w:rPr>
            <w:t>[enter the name of the Service Agreement. If the Arrangement is signed later than the Service Agreement, also enter the date and number of the Service Agreement]</w:t>
          </w:r>
        </w:sdtContent>
      </w:sdt>
    </w:p>
    <w:p w14:paraId="527A805A" w14:textId="77777777" w:rsidR="002A7E5A" w:rsidRPr="00CD030D" w:rsidRDefault="002A7E5A" w:rsidP="00FC71A9">
      <w:pPr>
        <w:pStyle w:val="ListParagraph"/>
        <w:tabs>
          <w:tab w:val="left" w:pos="567"/>
        </w:tabs>
        <w:spacing w:line="276" w:lineRule="auto"/>
        <w:ind w:left="0"/>
        <w:rPr>
          <w:rFonts w:ascii="Tahoma" w:hAnsi="Tahoma" w:cs="Tahoma"/>
          <w:sz w:val="22"/>
        </w:rPr>
      </w:pPr>
    </w:p>
    <w:p w14:paraId="409ADA95" w14:textId="77777777" w:rsidR="003E4B74" w:rsidRPr="00F615E5" w:rsidRDefault="00836260" w:rsidP="00CC258C">
      <w:pPr>
        <w:pStyle w:val="ListParagraph"/>
        <w:numPr>
          <w:ilvl w:val="0"/>
          <w:numId w:val="4"/>
        </w:numPr>
        <w:tabs>
          <w:tab w:val="left" w:pos="567"/>
        </w:tabs>
        <w:spacing w:line="276" w:lineRule="auto"/>
        <w:rPr>
          <w:rFonts w:ascii="Tahoma" w:hAnsi="Tahoma" w:cs="Tahoma"/>
          <w:sz w:val="22"/>
        </w:rPr>
      </w:pPr>
      <w:r>
        <w:rPr>
          <w:rFonts w:ascii="Tahoma" w:hAnsi="Tahoma"/>
          <w:b/>
          <w:sz w:val="22"/>
        </w:rPr>
        <w:t>Provisions on the processing of personal data: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3E4B74" w:rsidRPr="00F615E5" w14:paraId="01D25F3B" w14:textId="77777777" w:rsidTr="002E65A7">
        <w:trPr>
          <w:trHeight w:val="842"/>
          <w:jc w:val="center"/>
        </w:trPr>
        <w:tc>
          <w:tcPr>
            <w:tcW w:w="2694" w:type="dxa"/>
            <w:vAlign w:val="center"/>
          </w:tcPr>
          <w:p w14:paraId="0FC05076" w14:textId="77777777" w:rsidR="003E4B74" w:rsidRPr="007C1CB6" w:rsidRDefault="00B3179C" w:rsidP="002E65A7">
            <w:pPr>
              <w:spacing w:line="276" w:lineRule="auto"/>
              <w:jc w:val="center"/>
              <w:rPr>
                <w:rFonts w:asciiTheme="minorHAnsi" w:hAnsiTheme="minorHAnsi" w:cstheme="minorHAnsi"/>
                <w:sz w:val="22"/>
              </w:rPr>
            </w:pPr>
            <w:r>
              <w:rPr>
                <w:rFonts w:asciiTheme="minorHAnsi" w:hAnsiTheme="minorHAnsi"/>
                <w:sz w:val="22"/>
              </w:rPr>
              <w:t>Purpose of the processing of personal data</w:t>
            </w:r>
          </w:p>
        </w:tc>
        <w:tc>
          <w:tcPr>
            <w:tcW w:w="6797" w:type="dxa"/>
          </w:tcPr>
          <w:p w14:paraId="0F0B0FF7" w14:textId="26FA9D2B" w:rsidR="003E4B74" w:rsidRPr="000F1AFA" w:rsidRDefault="003D79C5" w:rsidP="00C3048D">
            <w:pPr>
              <w:spacing w:line="276" w:lineRule="auto"/>
              <w:rPr>
                <w:rFonts w:ascii="Tahoma" w:hAnsi="Tahoma" w:cs="Tahoma"/>
                <w:color w:val="auto"/>
                <w:sz w:val="22"/>
              </w:rPr>
            </w:pPr>
            <w:r w:rsidRPr="000F1AFA">
              <w:rPr>
                <w:rFonts w:ascii="Tahoma" w:hAnsi="Tahoma" w:cs="Tahoma"/>
                <w:color w:val="auto"/>
                <w:sz w:val="22"/>
              </w:rPr>
              <w:t xml:space="preserve">I lot – </w:t>
            </w:r>
            <w:r w:rsidR="000F1AFA" w:rsidRPr="000F1AFA">
              <w:rPr>
                <w:rFonts w:ascii="Tahoma" w:hAnsi="Tahoma"/>
                <w:sz w:val="22"/>
              </w:rPr>
              <w:t>Implementation and configuration of VNA and DICOM based services</w:t>
            </w:r>
            <w:r w:rsidR="00F27977">
              <w:rPr>
                <w:rFonts w:ascii="Tahoma" w:hAnsi="Tahoma"/>
                <w:sz w:val="22"/>
              </w:rPr>
              <w:t>.</w:t>
            </w:r>
          </w:p>
          <w:p w14:paraId="5FDB7989" w14:textId="776C3942" w:rsidR="003D79C5" w:rsidRPr="00F27977" w:rsidRDefault="003D79C5" w:rsidP="00C3048D">
            <w:pPr>
              <w:spacing w:line="276" w:lineRule="auto"/>
              <w:rPr>
                <w:rFonts w:ascii="Tahoma" w:hAnsi="Tahoma" w:cs="Tahoma"/>
                <w:color w:val="auto"/>
                <w:sz w:val="22"/>
              </w:rPr>
            </w:pPr>
            <w:r w:rsidRPr="00F27977">
              <w:rPr>
                <w:rFonts w:ascii="Tahoma" w:hAnsi="Tahoma" w:cs="Tahoma"/>
                <w:color w:val="auto"/>
                <w:sz w:val="22"/>
              </w:rPr>
              <w:t xml:space="preserve">II lot – </w:t>
            </w:r>
            <w:r w:rsidR="00F27977" w:rsidRPr="00F27977">
              <w:rPr>
                <w:rFonts w:ascii="Tahoma" w:hAnsi="Tahoma"/>
                <w:sz w:val="22"/>
              </w:rPr>
              <w:t>Modernisation of portals, web services, FHIR data structure and interface to medical images</w:t>
            </w:r>
            <w:r w:rsidR="00F27977">
              <w:rPr>
                <w:rFonts w:ascii="Tahoma" w:hAnsi="Tahoma"/>
                <w:sz w:val="22"/>
              </w:rPr>
              <w:t>.</w:t>
            </w:r>
          </w:p>
        </w:tc>
      </w:tr>
      <w:tr w:rsidR="003E4B74" w:rsidRPr="00F615E5" w14:paraId="60CEEB0B" w14:textId="77777777" w:rsidTr="002E65A7">
        <w:trPr>
          <w:trHeight w:val="842"/>
          <w:jc w:val="center"/>
        </w:trPr>
        <w:tc>
          <w:tcPr>
            <w:tcW w:w="2694" w:type="dxa"/>
            <w:vAlign w:val="center"/>
          </w:tcPr>
          <w:p w14:paraId="7E9C0178" w14:textId="77777777" w:rsidR="003E4B74" w:rsidRPr="007C1CB6" w:rsidRDefault="007E1511" w:rsidP="00D81E4A">
            <w:pPr>
              <w:spacing w:line="276" w:lineRule="auto"/>
              <w:jc w:val="center"/>
              <w:rPr>
                <w:rFonts w:asciiTheme="minorHAnsi" w:hAnsiTheme="minorHAnsi" w:cstheme="minorHAnsi"/>
                <w:sz w:val="22"/>
              </w:rPr>
            </w:pPr>
            <w:r>
              <w:rPr>
                <w:rFonts w:asciiTheme="minorHAnsi" w:hAnsiTheme="minorHAnsi"/>
                <w:sz w:val="22"/>
              </w:rPr>
              <w:t>Nature of the processing of personal data and processing operations</w:t>
            </w:r>
            <w:r>
              <w:rPr>
                <w:rFonts w:asciiTheme="minorHAnsi" w:hAnsiTheme="minorHAnsi"/>
                <w:color w:val="000000"/>
                <w:sz w:val="22"/>
              </w:rPr>
              <w:t xml:space="preserve"> </w:t>
            </w:r>
          </w:p>
        </w:tc>
        <w:tc>
          <w:tcPr>
            <w:tcW w:w="6797" w:type="dxa"/>
          </w:tcPr>
          <w:p w14:paraId="32A35AF2" w14:textId="6351A4FB" w:rsidR="00067EB5" w:rsidRPr="00067EB5" w:rsidRDefault="00067EB5" w:rsidP="00067EB5">
            <w:pPr>
              <w:spacing w:line="276" w:lineRule="auto"/>
              <w:rPr>
                <w:rFonts w:ascii="Tahoma" w:hAnsi="Tahoma"/>
                <w:sz w:val="22"/>
              </w:rPr>
            </w:pPr>
            <w:r w:rsidRPr="00067EB5">
              <w:rPr>
                <w:rFonts w:ascii="Tahoma" w:hAnsi="Tahoma"/>
                <w:sz w:val="22"/>
              </w:rPr>
              <w:t xml:space="preserve">Get familiar with the existing </w:t>
            </w:r>
            <w:r>
              <w:rPr>
                <w:rFonts w:ascii="Tahoma" w:hAnsi="Tahoma"/>
                <w:sz w:val="22"/>
              </w:rPr>
              <w:t>ESPBI IS</w:t>
            </w:r>
            <w:r w:rsidRPr="00067EB5">
              <w:rPr>
                <w:rFonts w:ascii="Tahoma" w:hAnsi="Tahoma"/>
                <w:sz w:val="22"/>
              </w:rPr>
              <w:t xml:space="preserve"> solution and its features (ability to see personal data in the </w:t>
            </w:r>
            <w:r>
              <w:rPr>
                <w:rFonts w:ascii="Tahoma" w:hAnsi="Tahoma"/>
                <w:sz w:val="22"/>
              </w:rPr>
              <w:t>ESPBIS IS</w:t>
            </w:r>
            <w:r w:rsidRPr="00067EB5">
              <w:rPr>
                <w:rFonts w:ascii="Tahoma" w:hAnsi="Tahoma"/>
                <w:sz w:val="22"/>
              </w:rPr>
              <w:t xml:space="preserve"> test environment)</w:t>
            </w:r>
            <w:r w:rsidR="00DF0A38">
              <w:rPr>
                <w:rFonts w:ascii="Tahoma" w:hAnsi="Tahoma"/>
                <w:sz w:val="22"/>
              </w:rPr>
              <w:t>.</w:t>
            </w:r>
            <w:r w:rsidRPr="00067EB5">
              <w:rPr>
                <w:rFonts w:ascii="Tahoma" w:hAnsi="Tahoma"/>
                <w:sz w:val="22"/>
              </w:rPr>
              <w:t xml:space="preserve"> </w:t>
            </w:r>
          </w:p>
          <w:p w14:paraId="3FE4B3BB" w14:textId="1AD28D78" w:rsidR="00067EB5" w:rsidRPr="00067EB5" w:rsidRDefault="00067EB5" w:rsidP="00067EB5">
            <w:pPr>
              <w:spacing w:line="276" w:lineRule="auto"/>
              <w:rPr>
                <w:rFonts w:ascii="Tahoma" w:hAnsi="Tahoma"/>
                <w:sz w:val="22"/>
              </w:rPr>
            </w:pPr>
            <w:r w:rsidRPr="00067EB5">
              <w:rPr>
                <w:rFonts w:ascii="Tahoma" w:hAnsi="Tahoma"/>
                <w:sz w:val="22"/>
              </w:rPr>
              <w:t>To carry out a test run of the developed System</w:t>
            </w:r>
            <w:r w:rsidR="00DF0A38">
              <w:rPr>
                <w:rFonts w:ascii="Tahoma" w:hAnsi="Tahoma"/>
                <w:sz w:val="22"/>
              </w:rPr>
              <w:t>.</w:t>
            </w:r>
          </w:p>
          <w:p w14:paraId="43CFE127" w14:textId="3B1F639A" w:rsidR="00067EB5" w:rsidRPr="00067EB5" w:rsidRDefault="00067EB5" w:rsidP="00067EB5">
            <w:pPr>
              <w:spacing w:line="276" w:lineRule="auto"/>
              <w:rPr>
                <w:rFonts w:ascii="Tahoma" w:hAnsi="Tahoma"/>
                <w:sz w:val="22"/>
              </w:rPr>
            </w:pPr>
            <w:r w:rsidRPr="00067EB5">
              <w:rPr>
                <w:rFonts w:ascii="Tahoma" w:hAnsi="Tahoma"/>
                <w:sz w:val="22"/>
              </w:rPr>
              <w:t>Perform installation and testing of the developed System</w:t>
            </w:r>
            <w:r w:rsidR="00DF0A38">
              <w:rPr>
                <w:rFonts w:ascii="Tahoma" w:hAnsi="Tahoma"/>
                <w:sz w:val="22"/>
              </w:rPr>
              <w:t>.</w:t>
            </w:r>
          </w:p>
          <w:p w14:paraId="18FD754E" w14:textId="610BBBD2" w:rsidR="00067EB5" w:rsidRPr="00067EB5" w:rsidRDefault="00067EB5" w:rsidP="00067EB5">
            <w:pPr>
              <w:spacing w:line="276" w:lineRule="auto"/>
              <w:rPr>
                <w:rFonts w:ascii="Tahoma" w:hAnsi="Tahoma"/>
                <w:sz w:val="22"/>
              </w:rPr>
            </w:pPr>
            <w:r w:rsidRPr="00067EB5">
              <w:rPr>
                <w:rFonts w:ascii="Tahoma" w:hAnsi="Tahoma"/>
                <w:sz w:val="22"/>
              </w:rPr>
              <w:t>Migration of data to the new subsystem</w:t>
            </w:r>
            <w:r w:rsidR="00DF0A38">
              <w:rPr>
                <w:rFonts w:ascii="Tahoma" w:hAnsi="Tahoma"/>
                <w:sz w:val="22"/>
              </w:rPr>
              <w:t>.</w:t>
            </w:r>
          </w:p>
          <w:p w14:paraId="41F14AC9" w14:textId="7AE23B2D" w:rsidR="003E4B74" w:rsidRPr="00F615E5" w:rsidRDefault="00067EB5" w:rsidP="00067EB5">
            <w:pPr>
              <w:spacing w:line="276" w:lineRule="auto"/>
              <w:rPr>
                <w:rFonts w:ascii="Tahoma" w:hAnsi="Tahoma" w:cs="Tahoma"/>
                <w:color w:val="auto"/>
                <w:sz w:val="22"/>
              </w:rPr>
            </w:pPr>
            <w:r w:rsidRPr="00067EB5">
              <w:rPr>
                <w:rFonts w:ascii="Tahoma" w:hAnsi="Tahoma"/>
                <w:sz w:val="22"/>
              </w:rPr>
              <w:t xml:space="preserve">Perform </w:t>
            </w:r>
            <w:r w:rsidR="00A31397">
              <w:rPr>
                <w:rFonts w:ascii="Tahoma" w:hAnsi="Tahoma"/>
                <w:sz w:val="22"/>
              </w:rPr>
              <w:t>warranty</w:t>
            </w:r>
            <w:r w:rsidRPr="00067EB5">
              <w:rPr>
                <w:rFonts w:ascii="Tahoma" w:hAnsi="Tahoma"/>
                <w:sz w:val="22"/>
              </w:rPr>
              <w:t xml:space="preserve"> (with the possibility to see personal data in the </w:t>
            </w:r>
            <w:r w:rsidR="00DF0A38">
              <w:rPr>
                <w:rFonts w:ascii="Tahoma" w:hAnsi="Tahoma"/>
                <w:sz w:val="22"/>
              </w:rPr>
              <w:t>ESPBI IS</w:t>
            </w:r>
            <w:r w:rsidRPr="00067EB5">
              <w:rPr>
                <w:rFonts w:ascii="Tahoma" w:hAnsi="Tahoma"/>
                <w:sz w:val="22"/>
              </w:rPr>
              <w:t xml:space="preserve"> production environment).</w:t>
            </w:r>
          </w:p>
        </w:tc>
      </w:tr>
      <w:tr w:rsidR="003E4B74" w:rsidRPr="00F615E5" w14:paraId="50EB0DC5" w14:textId="77777777" w:rsidTr="00B36A68">
        <w:trPr>
          <w:jc w:val="center"/>
        </w:trPr>
        <w:tc>
          <w:tcPr>
            <w:tcW w:w="2694" w:type="dxa"/>
            <w:vAlign w:val="center"/>
          </w:tcPr>
          <w:p w14:paraId="7D1BDFA8" w14:textId="77777777" w:rsidR="003E4B74" w:rsidRPr="007C1CB6" w:rsidRDefault="007E1511" w:rsidP="002E65A7">
            <w:pPr>
              <w:spacing w:line="276" w:lineRule="auto"/>
              <w:jc w:val="center"/>
              <w:rPr>
                <w:rFonts w:asciiTheme="minorHAnsi" w:hAnsiTheme="minorHAnsi" w:cstheme="minorHAnsi"/>
                <w:sz w:val="22"/>
              </w:rPr>
            </w:pPr>
            <w:r>
              <w:rPr>
                <w:rFonts w:asciiTheme="minorHAnsi" w:hAnsiTheme="minorHAnsi"/>
                <w:sz w:val="22"/>
              </w:rPr>
              <w:t>Categories of personal data subjects</w:t>
            </w:r>
          </w:p>
        </w:tc>
        <w:tc>
          <w:tcPr>
            <w:tcW w:w="6797" w:type="dxa"/>
            <w:shd w:val="clear" w:color="auto" w:fill="auto"/>
          </w:tcPr>
          <w:p w14:paraId="316027FE" w14:textId="7B588095" w:rsidR="003E4B74" w:rsidRPr="00E07C1B" w:rsidRDefault="000F29E0" w:rsidP="007C549F">
            <w:pPr>
              <w:spacing w:line="276" w:lineRule="auto"/>
              <w:rPr>
                <w:rFonts w:ascii="Tahoma" w:hAnsi="Tahoma" w:cs="Tahoma"/>
                <w:iCs/>
                <w:sz w:val="22"/>
              </w:rPr>
            </w:pPr>
            <w:r w:rsidRPr="00E07C1B">
              <w:rPr>
                <w:rFonts w:ascii="Tahoma" w:hAnsi="Tahoma" w:cs="Tahoma"/>
                <w:iCs/>
                <w:sz w:val="22"/>
              </w:rPr>
              <w:t xml:space="preserve">ESPBI users – patients or their representatives, </w:t>
            </w:r>
            <w:r w:rsidR="00E07C1B" w:rsidRPr="00E07C1B">
              <w:rPr>
                <w:rFonts w:ascii="Tahoma" w:hAnsi="Tahoma" w:cs="Tahoma"/>
                <w:iCs/>
                <w:sz w:val="22"/>
              </w:rPr>
              <w:t xml:space="preserve">healthcare </w:t>
            </w:r>
            <w:r w:rsidR="00AE174B">
              <w:rPr>
                <w:rFonts w:ascii="Tahoma" w:hAnsi="Tahoma" w:cs="Tahoma"/>
                <w:iCs/>
                <w:sz w:val="22"/>
              </w:rPr>
              <w:t>professionals</w:t>
            </w:r>
            <w:r w:rsidR="00E07C1B" w:rsidRPr="00E07C1B">
              <w:rPr>
                <w:rFonts w:ascii="Tahoma" w:hAnsi="Tahoma" w:cs="Tahoma"/>
                <w:iCs/>
                <w:sz w:val="22"/>
              </w:rPr>
              <w:t>, persons participating in testing.</w:t>
            </w:r>
          </w:p>
        </w:tc>
      </w:tr>
      <w:tr w:rsidR="003E4B74" w:rsidRPr="00F615E5" w14:paraId="3E4B953F" w14:textId="77777777" w:rsidTr="002E65A7">
        <w:trPr>
          <w:jc w:val="center"/>
        </w:trPr>
        <w:tc>
          <w:tcPr>
            <w:tcW w:w="2694" w:type="dxa"/>
            <w:vAlign w:val="center"/>
          </w:tcPr>
          <w:p w14:paraId="647C17E1" w14:textId="77777777" w:rsidR="00D74A69" w:rsidRPr="007C1CB6" w:rsidRDefault="003E4B74" w:rsidP="002E65A7">
            <w:pPr>
              <w:spacing w:line="276" w:lineRule="auto"/>
              <w:jc w:val="center"/>
              <w:rPr>
                <w:rFonts w:asciiTheme="minorHAnsi" w:hAnsiTheme="minorHAnsi" w:cstheme="minorHAnsi"/>
                <w:sz w:val="22"/>
              </w:rPr>
            </w:pPr>
            <w:r>
              <w:rPr>
                <w:rFonts w:asciiTheme="minorHAnsi" w:hAnsiTheme="minorHAnsi"/>
                <w:sz w:val="22"/>
              </w:rPr>
              <w:t>Types of personal data processed</w:t>
            </w:r>
          </w:p>
        </w:tc>
        <w:tc>
          <w:tcPr>
            <w:tcW w:w="6797" w:type="dxa"/>
          </w:tcPr>
          <w:p w14:paraId="50CA628F" w14:textId="4F5A9D81" w:rsidR="00263457" w:rsidRPr="00FA78F4" w:rsidRDefault="00FA78F4" w:rsidP="0073195F">
            <w:pPr>
              <w:spacing w:line="276" w:lineRule="auto"/>
              <w:rPr>
                <w:rFonts w:ascii="Tahoma" w:hAnsi="Tahoma" w:cs="Tahoma"/>
                <w:color w:val="auto"/>
                <w:sz w:val="22"/>
                <w:lang w:val="en-US"/>
              </w:rPr>
            </w:pPr>
            <w:r w:rsidRPr="006A3337">
              <w:rPr>
                <w:rFonts w:ascii="Tahoma" w:hAnsi="Tahoma" w:cs="Tahoma"/>
                <w:color w:val="auto"/>
                <w:sz w:val="22"/>
                <w:lang w:val="en-US"/>
              </w:rPr>
              <w:t>The data of the ESPBI IS users are indicated in Chapter III of the Resolution of the Government of the Republic of Lithuania No. 1057 "On the Approval of the Regulations of the Information System for Electronic Health Services and Cooperation Infrastructure" of 7 September 2011</w:t>
            </w:r>
            <w:r>
              <w:rPr>
                <w:rFonts w:ascii="Tahoma" w:hAnsi="Tahoma" w:cs="Tahoma"/>
                <w:color w:val="auto"/>
                <w:sz w:val="22"/>
                <w:lang w:val="en-US"/>
              </w:rPr>
              <w:t>.</w:t>
            </w:r>
          </w:p>
          <w:p w14:paraId="32388B7A" w14:textId="131CBEA4" w:rsidR="003E4B74" w:rsidRPr="00880C87" w:rsidRDefault="001C0604" w:rsidP="0073195F">
            <w:pPr>
              <w:spacing w:line="276" w:lineRule="auto"/>
              <w:rPr>
                <w:rFonts w:ascii="Tahoma" w:hAnsi="Tahoma" w:cs="Tahoma"/>
                <w:color w:val="auto"/>
                <w:sz w:val="22"/>
              </w:rPr>
            </w:pPr>
            <w:r w:rsidRPr="001C0604">
              <w:rPr>
                <w:rFonts w:ascii="Tahoma" w:hAnsi="Tahoma" w:cs="Tahoma"/>
                <w:color w:val="auto"/>
                <w:sz w:val="22"/>
              </w:rPr>
              <w:t xml:space="preserve">Name, surname, personal identification number, position, contact details of the persons involved </w:t>
            </w:r>
            <w:r w:rsidR="00263457">
              <w:rPr>
                <w:rFonts w:ascii="Tahoma" w:hAnsi="Tahoma" w:cs="Tahoma"/>
                <w:color w:val="auto"/>
                <w:sz w:val="22"/>
              </w:rPr>
              <w:t>during testing.</w:t>
            </w:r>
          </w:p>
        </w:tc>
      </w:tr>
      <w:tr w:rsidR="00E93E42" w:rsidRPr="00F615E5" w14:paraId="0CC40452" w14:textId="77777777" w:rsidTr="002E65A7">
        <w:trPr>
          <w:jc w:val="center"/>
        </w:trPr>
        <w:tc>
          <w:tcPr>
            <w:tcW w:w="2694" w:type="dxa"/>
            <w:vAlign w:val="center"/>
          </w:tcPr>
          <w:p w14:paraId="74A97683" w14:textId="77777777" w:rsidR="00E93E42" w:rsidRPr="007C1CB6" w:rsidRDefault="00753A2B" w:rsidP="002E65A7">
            <w:pPr>
              <w:spacing w:line="276" w:lineRule="auto"/>
              <w:jc w:val="center"/>
              <w:rPr>
                <w:rFonts w:ascii="Tahoma" w:hAnsi="Tahoma" w:cs="Tahoma"/>
                <w:sz w:val="22"/>
              </w:rPr>
            </w:pPr>
            <w:r>
              <w:rPr>
                <w:rFonts w:ascii="Tahoma" w:hAnsi="Tahoma"/>
                <w:sz w:val="22"/>
              </w:rPr>
              <w:t>Place of the processing of personal data</w:t>
            </w:r>
          </w:p>
        </w:tc>
        <w:tc>
          <w:tcPr>
            <w:tcW w:w="6797" w:type="dxa"/>
          </w:tcPr>
          <w:p w14:paraId="24347D9F" w14:textId="39343C40" w:rsidR="00E93E42" w:rsidRPr="00DC033F" w:rsidRDefault="00DC033F" w:rsidP="00625A33">
            <w:pPr>
              <w:spacing w:line="276" w:lineRule="auto"/>
              <w:rPr>
                <w:rFonts w:ascii="Tahoma" w:hAnsi="Tahoma" w:cs="Tahoma"/>
                <w:sz w:val="22"/>
                <w:lang w:val="en-US"/>
              </w:rPr>
            </w:pPr>
            <w:r>
              <w:rPr>
                <w:rFonts w:ascii="Tahoma" w:hAnsi="Tahoma" w:cs="Tahoma"/>
                <w:sz w:val="22"/>
              </w:rPr>
              <w:t>In the Data Controller’s IT infrastructure at Student</w:t>
            </w:r>
            <w:r>
              <w:rPr>
                <w:rFonts w:ascii="Tahoma" w:hAnsi="Tahoma" w:cs="Tahoma"/>
                <w:sz w:val="22"/>
                <w:lang w:val="lt-LT"/>
              </w:rPr>
              <w:t xml:space="preserve">ų str. </w:t>
            </w:r>
            <w:r>
              <w:rPr>
                <w:rFonts w:ascii="Tahoma" w:hAnsi="Tahoma" w:cs="Tahoma"/>
                <w:sz w:val="22"/>
                <w:lang w:val="en-US"/>
              </w:rPr>
              <w:t>39, Vilnius.</w:t>
            </w:r>
          </w:p>
        </w:tc>
      </w:tr>
      <w:tr w:rsidR="003E4B74" w:rsidRPr="00F615E5" w14:paraId="30757264" w14:textId="77777777" w:rsidTr="002E65A7">
        <w:trPr>
          <w:jc w:val="center"/>
        </w:trPr>
        <w:tc>
          <w:tcPr>
            <w:tcW w:w="2694" w:type="dxa"/>
            <w:vAlign w:val="center"/>
          </w:tcPr>
          <w:p w14:paraId="56E6832C" w14:textId="77777777" w:rsidR="003E4B74" w:rsidRPr="007C1CB6" w:rsidRDefault="00A92801" w:rsidP="002E65A7">
            <w:pPr>
              <w:spacing w:line="276" w:lineRule="auto"/>
              <w:jc w:val="center"/>
              <w:rPr>
                <w:rFonts w:ascii="Tahoma" w:hAnsi="Tahoma" w:cs="Tahoma"/>
                <w:sz w:val="22"/>
              </w:rPr>
            </w:pPr>
            <w:r>
              <w:rPr>
                <w:rFonts w:ascii="Tahoma" w:hAnsi="Tahoma"/>
                <w:sz w:val="22"/>
              </w:rPr>
              <w:lastRenderedPageBreak/>
              <w:t>Duration of the processing of personal data</w:t>
            </w:r>
          </w:p>
          <w:p w14:paraId="64431077" w14:textId="77777777" w:rsidR="00766AEB" w:rsidRPr="007C1CB6" w:rsidRDefault="00766AEB" w:rsidP="002E65A7">
            <w:pPr>
              <w:spacing w:line="276" w:lineRule="auto"/>
              <w:jc w:val="center"/>
              <w:rPr>
                <w:rFonts w:ascii="Tahoma" w:hAnsi="Tahoma" w:cs="Tahoma"/>
                <w:sz w:val="22"/>
              </w:rPr>
            </w:pPr>
          </w:p>
        </w:tc>
        <w:tc>
          <w:tcPr>
            <w:tcW w:w="6797" w:type="dxa"/>
          </w:tcPr>
          <w:p w14:paraId="7BDB8B21" w14:textId="0EACC0DF" w:rsidR="003E4B74" w:rsidRPr="00F615E5" w:rsidRDefault="00DC033F" w:rsidP="00CC258C">
            <w:pPr>
              <w:spacing w:line="276" w:lineRule="auto"/>
              <w:rPr>
                <w:rFonts w:ascii="Tahoma" w:hAnsi="Tahoma" w:cs="Tahoma"/>
                <w:sz w:val="22"/>
              </w:rPr>
            </w:pPr>
            <w:r>
              <w:rPr>
                <w:rFonts w:ascii="Tahoma" w:hAnsi="Tahoma" w:cs="Tahoma"/>
                <w:color w:val="auto"/>
                <w:sz w:val="22"/>
              </w:rPr>
              <w:t>The duration of the service contract.</w:t>
            </w:r>
          </w:p>
        </w:tc>
      </w:tr>
      <w:tr w:rsidR="003E4B74" w:rsidRPr="00F615E5" w14:paraId="435526B1" w14:textId="77777777" w:rsidTr="002E65A7">
        <w:trPr>
          <w:jc w:val="center"/>
        </w:trPr>
        <w:tc>
          <w:tcPr>
            <w:tcW w:w="2694" w:type="dxa"/>
            <w:vAlign w:val="center"/>
          </w:tcPr>
          <w:p w14:paraId="24B2347B" w14:textId="77777777" w:rsidR="00CE54FC" w:rsidRPr="007C1CB6" w:rsidRDefault="003E4B74" w:rsidP="0037333F">
            <w:pPr>
              <w:spacing w:line="276" w:lineRule="auto"/>
              <w:jc w:val="center"/>
              <w:rPr>
                <w:rFonts w:ascii="Tahoma" w:hAnsi="Tahoma" w:cs="Tahoma"/>
                <w:sz w:val="22"/>
              </w:rPr>
            </w:pPr>
            <w:r>
              <w:rPr>
                <w:rFonts w:ascii="Tahoma" w:hAnsi="Tahoma"/>
                <w:sz w:val="22"/>
              </w:rPr>
              <w:t>Permission to use a sub-processor who will be engaged after the signing of the Arrangement</w:t>
            </w:r>
          </w:p>
        </w:tc>
        <w:sdt>
          <w:sdtPr>
            <w:rPr>
              <w:rFonts w:ascii="Tahoma" w:hAnsi="Tahoma" w:cs="Tahoma"/>
              <w:sz w:val="22"/>
            </w:rPr>
            <w:alias w:val="Permission "/>
            <w:tag w:val="Permission "/>
            <w:id w:val="2137985497"/>
            <w:placeholder>
              <w:docPart w:val="1720EE5D0EE242CF8797A2B7FFB37591"/>
            </w:placeholder>
            <w:docPartList>
              <w:docPartGallery w:val="AutoText"/>
              <w:docPartCategory w:val="Permission"/>
            </w:docPartList>
          </w:sdtPr>
          <w:sdtEndPr/>
          <w:sdtContent>
            <w:tc>
              <w:tcPr>
                <w:tcW w:w="6797" w:type="dxa"/>
              </w:tcPr>
              <w:sdt>
                <w:sdtPr>
                  <w:rPr>
                    <w:rFonts w:ascii="Tahoma" w:hAnsi="Tahoma" w:cs="Tahoma"/>
                    <w:sz w:val="22"/>
                  </w:rPr>
                  <w:alias w:val="Choose the right option"/>
                  <w:tag w:val="Pasirinkite tinkamą variantą"/>
                  <w:id w:val="-393118476"/>
                  <w:placeholder>
                    <w:docPart w:val="B65562D98611427F985FF9198BF2BBE1"/>
                  </w:placeholder>
                  <w:docPartList>
                    <w:docPartGallery w:val="AutoText"/>
                    <w:docPartCategory w:val="Leidimas"/>
                  </w:docPartList>
                </w:sdtPr>
                <w:sdtEndPr/>
                <w:sdtContent>
                  <w:p w14:paraId="63941777" w14:textId="30B28058" w:rsidR="00E37AC0" w:rsidRPr="00F615E5" w:rsidRDefault="00DC033F" w:rsidP="000E1F6A">
                    <w:pPr>
                      <w:pStyle w:val="ListParagraph"/>
                      <w:tabs>
                        <w:tab w:val="left" w:pos="466"/>
                      </w:tabs>
                      <w:spacing w:line="276" w:lineRule="auto"/>
                      <w:ind w:left="0"/>
                      <w:rPr>
                        <w:rFonts w:ascii="Tahoma" w:hAnsi="Tahoma" w:cs="Tahoma"/>
                        <w:sz w:val="22"/>
                      </w:rPr>
                    </w:pPr>
                    <w:r>
                      <w:rPr>
                        <w:rFonts w:ascii="Tahoma" w:hAnsi="Tahoma"/>
                        <w:sz w:val="22"/>
                      </w:rPr>
                      <w:t>The Data Processor may engage a sub-processor only with the prior specific permission of the Data Controller. The Data Processor shall inform the Data Controller about a sub-processor to be engaged by sending an official letter to the address specified in point 7 of the Special Part, no later than 20 working days before the planned engagement, and the Data Controller shall give the Data Processor the written permission or objection within 10 working days at the contacts specified in point 2 of the Special Part (the letter shall be sent by post or e-mail).</w:t>
                    </w:r>
                  </w:p>
                </w:sdtContent>
              </w:sdt>
            </w:tc>
          </w:sdtContent>
        </w:sdt>
      </w:tr>
      <w:tr w:rsidR="003E4B74" w:rsidRPr="00F615E5" w14:paraId="276A2B69" w14:textId="77777777" w:rsidTr="002E65A7">
        <w:trPr>
          <w:jc w:val="center"/>
        </w:trPr>
        <w:tc>
          <w:tcPr>
            <w:tcW w:w="2694" w:type="dxa"/>
            <w:vAlign w:val="center"/>
          </w:tcPr>
          <w:p w14:paraId="34BA34CF" w14:textId="77777777" w:rsidR="003E4B74" w:rsidRPr="007C1CB6" w:rsidRDefault="005B72B2" w:rsidP="00825837">
            <w:pPr>
              <w:spacing w:line="276" w:lineRule="auto"/>
              <w:jc w:val="center"/>
              <w:rPr>
                <w:rFonts w:ascii="Tahoma" w:hAnsi="Tahoma" w:cs="Tahoma"/>
                <w:sz w:val="22"/>
              </w:rPr>
            </w:pPr>
            <w:r>
              <w:rPr>
                <w:rFonts w:ascii="Tahoma" w:hAnsi="Tahoma"/>
                <w:sz w:val="22"/>
              </w:rPr>
              <w:t>Instructions of the Data Controller for erasure or return of personal data after the end of processing</w:t>
            </w:r>
          </w:p>
        </w:tc>
        <w:sdt>
          <w:sdtPr>
            <w:rPr>
              <w:rFonts w:ascii="Tahoma" w:hAnsi="Tahoma" w:cs="Tahoma"/>
              <w:sz w:val="22"/>
            </w:rPr>
            <w:alias w:val="Erasure"/>
            <w:tag w:val="Erasure"/>
            <w:id w:val="627745900"/>
            <w:placeholder>
              <w:docPart w:val="7C546B5375454A209291613719A2C03E"/>
            </w:placeholder>
            <w:docPartList>
              <w:docPartGallery w:val="AutoText"/>
              <w:docPartCategory w:val="Erasure"/>
            </w:docPartList>
          </w:sdtPr>
          <w:sdtEndPr/>
          <w:sdtContent>
            <w:tc>
              <w:tcPr>
                <w:tcW w:w="6797" w:type="dxa"/>
              </w:tcPr>
              <w:p w14:paraId="6688C13D" w14:textId="60F7425F" w:rsidR="00E37AC0" w:rsidRPr="000E1F6A" w:rsidRDefault="0073195F" w:rsidP="00CD030D">
                <w:pPr>
                  <w:spacing w:line="276" w:lineRule="auto"/>
                  <w:rPr>
                    <w:rFonts w:ascii="Tahoma" w:hAnsi="Tahoma" w:cs="Tahoma"/>
                    <w:sz w:val="22"/>
                  </w:rPr>
                </w:pPr>
                <w:r w:rsidRPr="0073195F">
                  <w:rPr>
                    <w:rFonts w:ascii="Tahoma" w:hAnsi="Tahoma" w:cs="Tahoma"/>
                    <w:sz w:val="22"/>
                  </w:rPr>
                  <w:t>Upon termination of the provision of services to the Data Processor that processed personal data in the infrastructure of the Data Controller, access to the information resources of the Data Controller shall be terminated immediately (on the same day).</w:t>
                </w:r>
              </w:p>
            </w:tc>
          </w:sdtContent>
        </w:sdt>
      </w:tr>
      <w:tr w:rsidR="005B72B2" w:rsidRPr="00F615E5" w14:paraId="0FE63085" w14:textId="77777777" w:rsidTr="002E65A7">
        <w:trPr>
          <w:jc w:val="center"/>
        </w:trPr>
        <w:tc>
          <w:tcPr>
            <w:tcW w:w="2694" w:type="dxa"/>
            <w:vAlign w:val="center"/>
          </w:tcPr>
          <w:p w14:paraId="2F10245A" w14:textId="77777777" w:rsidR="005B72B2" w:rsidRPr="007C1CB6" w:rsidRDefault="005B72B2" w:rsidP="00DC02BD">
            <w:pPr>
              <w:spacing w:line="276" w:lineRule="auto"/>
              <w:jc w:val="center"/>
              <w:rPr>
                <w:rFonts w:ascii="Tahoma" w:hAnsi="Tahoma" w:cs="Tahoma"/>
                <w:sz w:val="22"/>
              </w:rPr>
            </w:pPr>
            <w:r>
              <w:rPr>
                <w:rFonts w:ascii="Tahoma" w:hAnsi="Tahoma"/>
                <w:sz w:val="22"/>
              </w:rPr>
              <w:t>Statements by the Data Processor, based on the European Union and/or the Republic of Lithuania legislation regarding mandatory retention of personal data (if applicable to the Data Processor)</w:t>
            </w:r>
          </w:p>
        </w:tc>
        <w:tc>
          <w:tcPr>
            <w:tcW w:w="6797" w:type="dxa"/>
          </w:tcPr>
          <w:p w14:paraId="194F55EF" w14:textId="77777777" w:rsidR="00C83853" w:rsidRDefault="00062B56" w:rsidP="00C83853">
            <w:pPr>
              <w:tabs>
                <w:tab w:val="left" w:pos="567"/>
              </w:tabs>
              <w:spacing w:line="276" w:lineRule="auto"/>
              <w:rPr>
                <w:rFonts w:ascii="Tahoma" w:hAnsi="Tahoma" w:cs="Tahoma"/>
                <w:sz w:val="22"/>
              </w:rPr>
            </w:pPr>
            <w:r>
              <w:rPr>
                <w:rFonts w:ascii="Tahoma" w:hAnsi="Tahoma"/>
                <w:sz w:val="22"/>
              </w:rPr>
              <w:t xml:space="preserve"> </w:t>
            </w:r>
            <w:sdt>
              <w:sdtPr>
                <w:rPr>
                  <w:rFonts w:ascii="Tahoma" w:hAnsi="Tahoma" w:cs="Tahoma"/>
                  <w:color w:val="auto"/>
                  <w:sz w:val="22"/>
                </w:rPr>
                <w:id w:val="-119845009"/>
                <w:placeholder>
                  <w:docPart w:val="DCE953C50A28466893A67628960B9882"/>
                </w:placeholder>
                <w:temporary/>
                <w:showingPlcHdr/>
              </w:sdtPr>
              <w:sdtEndPr/>
              <w:sdtContent>
                <w:r>
                  <w:rPr>
                    <w:rStyle w:val="PlaceholderText"/>
                    <w:rFonts w:ascii="Tahoma" w:hAnsi="Tahoma"/>
                    <w:i/>
                    <w:color w:val="05D091"/>
                    <w:sz w:val="22"/>
                  </w:rPr>
                  <w:t>(To be completed by the Service Provider (Data Processor)</w:t>
                </w:r>
              </w:sdtContent>
            </w:sdt>
          </w:p>
          <w:p w14:paraId="13A05F02" w14:textId="77777777" w:rsidR="00C83853" w:rsidRDefault="00C83853" w:rsidP="00C83853">
            <w:pPr>
              <w:tabs>
                <w:tab w:val="left" w:pos="567"/>
              </w:tabs>
              <w:spacing w:line="276" w:lineRule="auto"/>
              <w:rPr>
                <w:rFonts w:ascii="Tahoma" w:hAnsi="Tahoma" w:cs="Tahoma"/>
                <w:sz w:val="22"/>
              </w:rPr>
            </w:pPr>
          </w:p>
          <w:p w14:paraId="0A699783" w14:textId="77777777" w:rsidR="005B72B2" w:rsidRPr="00C20566" w:rsidRDefault="005B72B2" w:rsidP="00C83853">
            <w:pPr>
              <w:tabs>
                <w:tab w:val="left" w:pos="567"/>
              </w:tabs>
              <w:spacing w:line="276" w:lineRule="auto"/>
              <w:rPr>
                <w:rFonts w:ascii="Tahoma" w:hAnsi="Tahoma" w:cs="Tahoma"/>
                <w:sz w:val="22"/>
              </w:rPr>
            </w:pPr>
          </w:p>
        </w:tc>
      </w:tr>
      <w:tr w:rsidR="00B2246D" w:rsidRPr="00F615E5" w14:paraId="02FD6FCB" w14:textId="77777777" w:rsidTr="002E65A7">
        <w:trPr>
          <w:jc w:val="center"/>
        </w:trPr>
        <w:tc>
          <w:tcPr>
            <w:tcW w:w="2694" w:type="dxa"/>
            <w:vAlign w:val="center"/>
          </w:tcPr>
          <w:p w14:paraId="0CE00D13" w14:textId="77777777" w:rsidR="00B2246D" w:rsidRPr="007C1CB6" w:rsidRDefault="00B2246D" w:rsidP="002E65A7">
            <w:pPr>
              <w:spacing w:line="276" w:lineRule="auto"/>
              <w:jc w:val="center"/>
              <w:rPr>
                <w:rFonts w:ascii="Tahoma" w:hAnsi="Tahoma" w:cs="Tahoma"/>
                <w:sz w:val="22"/>
              </w:rPr>
            </w:pPr>
            <w:r>
              <w:rPr>
                <w:rFonts w:ascii="Tahoma" w:hAnsi="Tahoma"/>
                <w:sz w:val="22"/>
              </w:rPr>
              <w:t>Conditions for the transfer of data to third countries or international organisations</w:t>
            </w:r>
          </w:p>
        </w:tc>
        <w:tc>
          <w:tcPr>
            <w:tcW w:w="6797" w:type="dxa"/>
          </w:tcPr>
          <w:p w14:paraId="0A625292" w14:textId="612BD20A" w:rsidR="00D47FD7" w:rsidRDefault="0073195F" w:rsidP="00D47FD7">
            <w:pPr>
              <w:spacing w:line="276" w:lineRule="auto"/>
              <w:rPr>
                <w:rFonts w:ascii="Tahoma" w:hAnsi="Tahoma" w:cs="Tahoma"/>
                <w:color w:val="auto"/>
                <w:sz w:val="22"/>
              </w:rPr>
            </w:pPr>
            <w:r>
              <w:rPr>
                <w:rFonts w:ascii="Tahoma" w:hAnsi="Tahoma" w:cs="Tahoma"/>
                <w:color w:val="auto"/>
                <w:sz w:val="22"/>
              </w:rPr>
              <w:t>Will not be transferred</w:t>
            </w:r>
          </w:p>
          <w:p w14:paraId="79065525" w14:textId="77777777" w:rsidR="00B2246D" w:rsidRPr="00F615E5" w:rsidRDefault="00B2246D" w:rsidP="001100E1">
            <w:pPr>
              <w:spacing w:line="276" w:lineRule="auto"/>
              <w:rPr>
                <w:rFonts w:ascii="Tahoma" w:hAnsi="Tahoma" w:cs="Tahoma"/>
                <w:sz w:val="22"/>
              </w:rPr>
            </w:pPr>
          </w:p>
        </w:tc>
      </w:tr>
    </w:tbl>
    <w:p w14:paraId="4FB68241" w14:textId="77777777" w:rsidR="003E4B74" w:rsidRPr="00F615E5" w:rsidRDefault="003E4B74" w:rsidP="001100E1">
      <w:pPr>
        <w:pStyle w:val="ListParagraph"/>
        <w:tabs>
          <w:tab w:val="left" w:pos="567"/>
        </w:tabs>
        <w:spacing w:line="276" w:lineRule="auto"/>
        <w:ind w:left="567"/>
        <w:rPr>
          <w:rFonts w:ascii="Tahoma" w:hAnsi="Tahoma" w:cs="Tahoma"/>
          <w:sz w:val="22"/>
        </w:rPr>
      </w:pPr>
    </w:p>
    <w:p w14:paraId="27AFEAB5" w14:textId="77777777" w:rsidR="00CE54FC" w:rsidRPr="00F615E5" w:rsidRDefault="00CE54FC" w:rsidP="00524125">
      <w:pPr>
        <w:pStyle w:val="ListParagraph"/>
        <w:numPr>
          <w:ilvl w:val="0"/>
          <w:numId w:val="4"/>
        </w:numPr>
        <w:tabs>
          <w:tab w:val="left" w:pos="567"/>
        </w:tabs>
        <w:spacing w:line="276" w:lineRule="auto"/>
        <w:rPr>
          <w:rFonts w:ascii="Tahoma" w:hAnsi="Tahoma" w:cs="Tahoma"/>
          <w:b/>
          <w:sz w:val="22"/>
        </w:rPr>
      </w:pPr>
      <w:r>
        <w:rPr>
          <w:rFonts w:ascii="Tahoma" w:hAnsi="Tahoma"/>
          <w:b/>
          <w:sz w:val="22"/>
        </w:rPr>
        <w:t xml:space="preserve">Information about sub-processors engaged at the time of signing the Arrangement: </w:t>
      </w:r>
      <w:r>
        <w:rPr>
          <w:rFonts w:ascii="Tahoma" w:hAnsi="Tahoma"/>
          <w:b/>
          <w:i/>
          <w:color w:val="05D091" w:themeColor="accent2"/>
          <w:sz w:val="22"/>
        </w:rPr>
        <w:t>(To be completed by the Service Provider (Data Processor)</w:t>
      </w:r>
    </w:p>
    <w:tbl>
      <w:tblPr>
        <w:tblStyle w:val="TableGrid"/>
        <w:tblW w:w="0" w:type="auto"/>
        <w:tblLook w:val="04A0" w:firstRow="1" w:lastRow="0" w:firstColumn="1" w:lastColumn="0" w:noHBand="0" w:noVBand="1"/>
      </w:tblPr>
      <w:tblGrid>
        <w:gridCol w:w="2408"/>
        <w:gridCol w:w="1840"/>
        <w:gridCol w:w="1843"/>
        <w:gridCol w:w="3537"/>
      </w:tblGrid>
      <w:tr w:rsidR="008F08DE" w:rsidRPr="00F615E5" w14:paraId="4B4A6726" w14:textId="77777777" w:rsidTr="0050375C">
        <w:tc>
          <w:tcPr>
            <w:tcW w:w="2408" w:type="dxa"/>
            <w:vAlign w:val="center"/>
          </w:tcPr>
          <w:p w14:paraId="22CBEC3C" w14:textId="77777777" w:rsidR="008F08DE" w:rsidRPr="00F615E5" w:rsidRDefault="008F08DE" w:rsidP="0050375C">
            <w:pPr>
              <w:tabs>
                <w:tab w:val="left" w:pos="567"/>
              </w:tabs>
              <w:spacing w:line="276" w:lineRule="auto"/>
              <w:jc w:val="center"/>
              <w:rPr>
                <w:rFonts w:ascii="Tahoma" w:hAnsi="Tahoma" w:cs="Tahoma"/>
                <w:sz w:val="22"/>
              </w:rPr>
            </w:pPr>
            <w:r>
              <w:rPr>
                <w:rFonts w:ascii="Tahoma" w:hAnsi="Tahoma"/>
                <w:sz w:val="22"/>
              </w:rPr>
              <w:t>Company name, name, surname</w:t>
            </w:r>
          </w:p>
        </w:tc>
        <w:tc>
          <w:tcPr>
            <w:tcW w:w="1840" w:type="dxa"/>
            <w:vAlign w:val="center"/>
          </w:tcPr>
          <w:p w14:paraId="04328268" w14:textId="77777777" w:rsidR="008F08DE" w:rsidRPr="00F615E5" w:rsidRDefault="008F08DE" w:rsidP="0050375C">
            <w:pPr>
              <w:tabs>
                <w:tab w:val="left" w:pos="567"/>
              </w:tabs>
              <w:spacing w:line="276" w:lineRule="auto"/>
              <w:jc w:val="center"/>
              <w:rPr>
                <w:rFonts w:ascii="Tahoma" w:hAnsi="Tahoma" w:cs="Tahoma"/>
                <w:sz w:val="22"/>
              </w:rPr>
            </w:pPr>
            <w:r>
              <w:rPr>
                <w:rFonts w:ascii="Tahoma" w:hAnsi="Tahoma"/>
                <w:sz w:val="22"/>
              </w:rPr>
              <w:t>Company code/date of birth or individual economic activity certificate number</w:t>
            </w:r>
          </w:p>
        </w:tc>
        <w:tc>
          <w:tcPr>
            <w:tcW w:w="1843" w:type="dxa"/>
            <w:vAlign w:val="center"/>
          </w:tcPr>
          <w:p w14:paraId="20C183A2" w14:textId="77777777" w:rsidR="008F08DE" w:rsidRPr="00F615E5" w:rsidRDefault="008F08DE" w:rsidP="0050375C">
            <w:pPr>
              <w:tabs>
                <w:tab w:val="left" w:pos="567"/>
              </w:tabs>
              <w:spacing w:line="276" w:lineRule="auto"/>
              <w:jc w:val="center"/>
              <w:rPr>
                <w:rFonts w:ascii="Tahoma" w:hAnsi="Tahoma" w:cs="Tahoma"/>
                <w:sz w:val="22"/>
              </w:rPr>
            </w:pPr>
            <w:r>
              <w:rPr>
                <w:rFonts w:ascii="Tahoma" w:hAnsi="Tahoma"/>
                <w:sz w:val="22"/>
              </w:rPr>
              <w:t>Registered address/address of the place of residence</w:t>
            </w:r>
          </w:p>
        </w:tc>
        <w:tc>
          <w:tcPr>
            <w:tcW w:w="3537" w:type="dxa"/>
            <w:vAlign w:val="center"/>
          </w:tcPr>
          <w:p w14:paraId="3AE3AC01" w14:textId="77777777" w:rsidR="008F08DE" w:rsidRPr="00F615E5" w:rsidRDefault="008F08DE" w:rsidP="0050375C">
            <w:pPr>
              <w:tabs>
                <w:tab w:val="left" w:pos="567"/>
              </w:tabs>
              <w:spacing w:line="276" w:lineRule="auto"/>
              <w:jc w:val="center"/>
              <w:rPr>
                <w:rFonts w:ascii="Tahoma" w:hAnsi="Tahoma" w:cs="Tahoma"/>
                <w:sz w:val="22"/>
              </w:rPr>
            </w:pPr>
            <w:r>
              <w:rPr>
                <w:rFonts w:ascii="Tahoma" w:hAnsi="Tahoma"/>
                <w:sz w:val="22"/>
              </w:rPr>
              <w:t>Description of data processing</w:t>
            </w:r>
          </w:p>
        </w:tc>
      </w:tr>
      <w:tr w:rsidR="008F08DE" w:rsidRPr="00F615E5" w14:paraId="6DC6DFA7" w14:textId="77777777" w:rsidTr="0050375C">
        <w:tc>
          <w:tcPr>
            <w:tcW w:w="2408" w:type="dxa"/>
          </w:tcPr>
          <w:p w14:paraId="0063ECE8"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14843A6E"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2FC23FA4"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4A1048D5"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r w:rsidR="008F08DE" w:rsidRPr="00F615E5" w14:paraId="5D82D921" w14:textId="77777777" w:rsidTr="0050375C">
        <w:tc>
          <w:tcPr>
            <w:tcW w:w="2408" w:type="dxa"/>
          </w:tcPr>
          <w:p w14:paraId="017F066D"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012647B6"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3499C8DE"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0ABBB106"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r w:rsidR="008F08DE" w:rsidRPr="00F615E5" w14:paraId="315E89D3" w14:textId="77777777" w:rsidTr="0050375C">
        <w:tc>
          <w:tcPr>
            <w:tcW w:w="2408" w:type="dxa"/>
          </w:tcPr>
          <w:p w14:paraId="7FD0B40B"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0498057B"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57170058"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287526CF"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bl>
    <w:p w14:paraId="12DA2717" w14:textId="77777777" w:rsidR="0050375C" w:rsidRPr="00F615E5" w:rsidRDefault="0050375C" w:rsidP="001100E1">
      <w:pPr>
        <w:pStyle w:val="ListParagraph"/>
        <w:tabs>
          <w:tab w:val="left" w:pos="567"/>
        </w:tabs>
        <w:spacing w:line="276" w:lineRule="auto"/>
        <w:ind w:left="567"/>
        <w:rPr>
          <w:rFonts w:ascii="Tahoma" w:hAnsi="Tahoma" w:cs="Tahoma"/>
          <w:sz w:val="22"/>
        </w:rPr>
      </w:pPr>
    </w:p>
    <w:p w14:paraId="561A631D" w14:textId="77777777" w:rsidR="00CE54FC" w:rsidRPr="00F615E5" w:rsidRDefault="00CE54FC" w:rsidP="001100E1">
      <w:pPr>
        <w:pStyle w:val="ListParagraph"/>
        <w:numPr>
          <w:ilvl w:val="0"/>
          <w:numId w:val="4"/>
        </w:numPr>
        <w:tabs>
          <w:tab w:val="left" w:pos="567"/>
        </w:tabs>
        <w:spacing w:line="276" w:lineRule="auto"/>
        <w:rPr>
          <w:rFonts w:ascii="Tahoma" w:hAnsi="Tahoma" w:cs="Tahoma"/>
          <w:b/>
          <w:sz w:val="22"/>
        </w:rPr>
      </w:pPr>
      <w:r>
        <w:rPr>
          <w:rFonts w:ascii="Tahoma" w:hAnsi="Tahoma"/>
          <w:b/>
          <w:sz w:val="22"/>
        </w:rPr>
        <w:t>Instructions on the security of personal data processing:</w:t>
      </w:r>
    </w:p>
    <w:tbl>
      <w:tblPr>
        <w:tblStyle w:val="TableGrid"/>
        <w:tblW w:w="0" w:type="auto"/>
        <w:tblInd w:w="-5" w:type="dxa"/>
        <w:tblCellMar>
          <w:top w:w="57" w:type="dxa"/>
          <w:bottom w:w="57" w:type="dxa"/>
        </w:tblCellMar>
        <w:tblLook w:val="04A0" w:firstRow="1" w:lastRow="0" w:firstColumn="1" w:lastColumn="0" w:noHBand="0" w:noVBand="1"/>
      </w:tblPr>
      <w:tblGrid>
        <w:gridCol w:w="2410"/>
        <w:gridCol w:w="7223"/>
      </w:tblGrid>
      <w:tr w:rsidR="00FC71A9" w:rsidRPr="00F615E5" w14:paraId="5422A93C" w14:textId="77777777" w:rsidTr="002E65A7">
        <w:tc>
          <w:tcPr>
            <w:tcW w:w="2410" w:type="dxa"/>
            <w:vAlign w:val="center"/>
          </w:tcPr>
          <w:p w14:paraId="4D592D7F" w14:textId="77777777" w:rsidR="00FC71A9" w:rsidRPr="00BF21E9" w:rsidRDefault="00FC71A9" w:rsidP="002E65A7">
            <w:pPr>
              <w:pStyle w:val="ListParagraph"/>
              <w:tabs>
                <w:tab w:val="left" w:pos="567"/>
              </w:tabs>
              <w:spacing w:line="276" w:lineRule="auto"/>
              <w:ind w:left="0"/>
              <w:jc w:val="center"/>
              <w:rPr>
                <w:rFonts w:ascii="Tahoma" w:hAnsi="Tahoma" w:cs="Tahoma"/>
                <w:b/>
                <w:sz w:val="22"/>
              </w:rPr>
            </w:pPr>
            <w:r>
              <w:rPr>
                <w:rFonts w:ascii="Tahoma" w:hAnsi="Tahoma"/>
                <w:sz w:val="22"/>
              </w:rPr>
              <w:t>Data processing security measures</w:t>
            </w:r>
          </w:p>
        </w:tc>
        <w:tc>
          <w:tcPr>
            <w:tcW w:w="7223" w:type="dxa"/>
          </w:tcPr>
          <w:p w14:paraId="7133326E" w14:textId="77777777" w:rsidR="00EF7588" w:rsidRPr="00325297" w:rsidRDefault="007A3119" w:rsidP="00ED3F2D">
            <w:pPr>
              <w:tabs>
                <w:tab w:val="left" w:pos="507"/>
              </w:tabs>
              <w:spacing w:line="240" w:lineRule="auto"/>
              <w:rPr>
                <w:rFonts w:ascii="Tahoma" w:eastAsia="Calibri" w:hAnsi="Tahoma" w:cs="Tahoma"/>
                <w:bCs/>
                <w:color w:val="000000"/>
                <w:sz w:val="22"/>
              </w:rPr>
            </w:pPr>
            <w:bookmarkStart w:id="7" w:name="part_9980508c82c0404f9f03afa372a14aaa"/>
            <w:bookmarkStart w:id="8" w:name="part_454285e0031d4d67bb6aa3ccd4f69900"/>
            <w:bookmarkStart w:id="9" w:name="part_d074ceb7595e482693479b7b484fbddc"/>
            <w:bookmarkStart w:id="10" w:name="part_1e797298d6cb4c0ea2f03d96de8573f4"/>
            <w:bookmarkStart w:id="11" w:name="part_da82d05f04ef44c5a840599fa48b72f6"/>
            <w:bookmarkStart w:id="12" w:name="part_8086b60d6018404f8a5f9397e0b50080"/>
            <w:bookmarkStart w:id="13" w:name="part_a4b3044aab934cfdadeee1c85dedb0d6"/>
            <w:bookmarkEnd w:id="7"/>
            <w:bookmarkEnd w:id="8"/>
            <w:bookmarkEnd w:id="9"/>
            <w:bookmarkEnd w:id="10"/>
            <w:bookmarkEnd w:id="11"/>
            <w:bookmarkEnd w:id="12"/>
            <w:bookmarkEnd w:id="13"/>
            <w:r>
              <w:rPr>
                <w:rFonts w:ascii="Tahoma" w:hAnsi="Tahoma"/>
                <w:color w:val="000000"/>
                <w:sz w:val="22"/>
              </w:rPr>
              <w:t xml:space="preserve">The Data Processor shall comply with the Arrangement on Applicable Organisational and Technical Cybersecurity Requirements, which are set out in a separate Annex No </w:t>
            </w:r>
            <w:sdt>
              <w:sdtPr>
                <w:rPr>
                  <w:rFonts w:ascii="Tahoma" w:hAnsi="Tahoma" w:cs="Tahoma"/>
                  <w:color w:val="auto"/>
                  <w:sz w:val="22"/>
                </w:rPr>
                <w:id w:val="-1356186435"/>
                <w:placeholder>
                  <w:docPart w:val="8972ED8AF1A5412593049DC1D6DD19FC"/>
                </w:placeholder>
                <w:temporary/>
                <w:showingPlcHdr/>
              </w:sdtPr>
              <w:sdtEndPr/>
              <w:sdtContent>
                <w:r>
                  <w:rPr>
                    <w:rStyle w:val="PlaceholderText"/>
                    <w:rFonts w:asciiTheme="minorHAnsi" w:hAnsiTheme="minorHAnsi"/>
                    <w:i/>
                    <w:color w:val="05D091"/>
                    <w:sz w:val="22"/>
                  </w:rPr>
                  <w:t>[enter]</w:t>
                </w:r>
              </w:sdtContent>
            </w:sdt>
            <w:r>
              <w:rPr>
                <w:rFonts w:ascii="Tahoma" w:hAnsi="Tahoma"/>
                <w:color w:val="000000"/>
                <w:sz w:val="22"/>
              </w:rPr>
              <w:t xml:space="preserve"> to the Special Part of the Service Agreement.</w:t>
            </w:r>
          </w:p>
        </w:tc>
      </w:tr>
    </w:tbl>
    <w:p w14:paraId="50C345A0" w14:textId="77777777" w:rsidR="0081329E" w:rsidRDefault="0081329E" w:rsidP="00676AA7">
      <w:pPr>
        <w:tabs>
          <w:tab w:val="left" w:pos="567"/>
        </w:tabs>
        <w:spacing w:line="276" w:lineRule="auto"/>
        <w:rPr>
          <w:rFonts w:ascii="Tahoma" w:hAnsi="Tahoma" w:cs="Tahoma"/>
          <w:sz w:val="22"/>
        </w:rPr>
      </w:pPr>
    </w:p>
    <w:p w14:paraId="6E52FB5D" w14:textId="77777777" w:rsidR="00644BDE" w:rsidRPr="00F615E5" w:rsidRDefault="00037561" w:rsidP="00676AA7">
      <w:pPr>
        <w:pStyle w:val="ListParagraph"/>
        <w:numPr>
          <w:ilvl w:val="0"/>
          <w:numId w:val="4"/>
        </w:numPr>
        <w:tabs>
          <w:tab w:val="left" w:pos="567"/>
        </w:tabs>
        <w:spacing w:line="276" w:lineRule="auto"/>
        <w:rPr>
          <w:rFonts w:ascii="Tahoma" w:hAnsi="Tahoma" w:cs="Tahoma"/>
          <w:b/>
          <w:sz w:val="22"/>
        </w:rPr>
      </w:pPr>
      <w:r>
        <w:rPr>
          <w:rFonts w:ascii="Tahoma" w:hAnsi="Tahoma"/>
          <w:b/>
          <w:sz w:val="22"/>
        </w:rPr>
        <w:t>Contact details of the Data Controller: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644BDE" w:rsidRPr="00F615E5" w14:paraId="666638EC" w14:textId="77777777" w:rsidTr="002E65A7">
        <w:trPr>
          <w:trHeight w:val="842"/>
          <w:jc w:val="center"/>
        </w:trPr>
        <w:tc>
          <w:tcPr>
            <w:tcW w:w="2694" w:type="dxa"/>
            <w:vAlign w:val="center"/>
          </w:tcPr>
          <w:p w14:paraId="008222BD" w14:textId="77777777" w:rsidR="00644BDE" w:rsidRPr="00F615E5" w:rsidRDefault="00644BDE" w:rsidP="002E65A7">
            <w:pPr>
              <w:tabs>
                <w:tab w:val="left" w:pos="567"/>
              </w:tabs>
              <w:spacing w:line="276" w:lineRule="auto"/>
              <w:jc w:val="center"/>
              <w:rPr>
                <w:rFonts w:ascii="Tahoma" w:hAnsi="Tahoma" w:cs="Tahoma"/>
                <w:sz w:val="22"/>
              </w:rPr>
            </w:pPr>
            <w:r>
              <w:rPr>
                <w:rFonts w:ascii="Tahoma" w:hAnsi="Tahoma"/>
                <w:sz w:val="22"/>
              </w:rPr>
              <w:t>Personal data breach notification</w:t>
            </w:r>
          </w:p>
        </w:tc>
        <w:tc>
          <w:tcPr>
            <w:tcW w:w="6797" w:type="dxa"/>
          </w:tcPr>
          <w:p w14:paraId="1B7B5B31" w14:textId="77777777" w:rsidR="00644BDE" w:rsidRPr="00F615E5" w:rsidRDefault="00644BDE" w:rsidP="00676AA7">
            <w:pPr>
              <w:tabs>
                <w:tab w:val="left" w:pos="567"/>
              </w:tabs>
              <w:spacing w:line="276" w:lineRule="auto"/>
              <w:rPr>
                <w:rFonts w:ascii="Tahoma" w:hAnsi="Tahoma" w:cs="Tahoma"/>
                <w:sz w:val="22"/>
              </w:rPr>
            </w:pPr>
            <w:r>
              <w:rPr>
                <w:rFonts w:ascii="Tahoma" w:hAnsi="Tahoma"/>
                <w:sz w:val="22"/>
              </w:rPr>
              <w:t>duomenusauga@registrucentras.lt</w:t>
            </w:r>
          </w:p>
        </w:tc>
      </w:tr>
      <w:tr w:rsidR="00644BDE" w:rsidRPr="00F615E5" w14:paraId="7B5E4838" w14:textId="77777777" w:rsidTr="002E65A7">
        <w:trPr>
          <w:trHeight w:val="842"/>
          <w:jc w:val="center"/>
        </w:trPr>
        <w:tc>
          <w:tcPr>
            <w:tcW w:w="2694" w:type="dxa"/>
            <w:vAlign w:val="center"/>
          </w:tcPr>
          <w:p w14:paraId="7AA29E12" w14:textId="77777777" w:rsidR="00644BDE" w:rsidRPr="00F615E5" w:rsidRDefault="00644BDE" w:rsidP="002E65A7">
            <w:pPr>
              <w:tabs>
                <w:tab w:val="left" w:pos="567"/>
              </w:tabs>
              <w:spacing w:line="276" w:lineRule="auto"/>
              <w:jc w:val="center"/>
              <w:rPr>
                <w:rFonts w:ascii="Tahoma" w:hAnsi="Tahoma" w:cs="Tahoma"/>
                <w:sz w:val="22"/>
              </w:rPr>
            </w:pPr>
            <w:r>
              <w:rPr>
                <w:rFonts w:ascii="Tahoma" w:hAnsi="Tahoma"/>
                <w:sz w:val="22"/>
              </w:rPr>
              <w:t>Requests for the exercise of the data subject’s rights under Articles 12-22 of Regulation (EU) 2016/679</w:t>
            </w:r>
          </w:p>
        </w:tc>
        <w:tc>
          <w:tcPr>
            <w:tcW w:w="6797" w:type="dxa"/>
          </w:tcPr>
          <w:p w14:paraId="4B970316" w14:textId="77777777" w:rsidR="00644BDE" w:rsidRPr="00F615E5" w:rsidRDefault="0004402C" w:rsidP="00676AA7">
            <w:pPr>
              <w:tabs>
                <w:tab w:val="left" w:pos="567"/>
              </w:tabs>
              <w:spacing w:line="276" w:lineRule="auto"/>
              <w:rPr>
                <w:rFonts w:ascii="Tahoma" w:hAnsi="Tahoma" w:cs="Tahoma"/>
                <w:sz w:val="22"/>
              </w:rPr>
            </w:pPr>
            <w:r>
              <w:rPr>
                <w:rFonts w:ascii="Tahoma" w:hAnsi="Tahoma"/>
                <w:sz w:val="22"/>
              </w:rPr>
              <w:t>duomenusauga@registrucentras.lt</w:t>
            </w:r>
          </w:p>
        </w:tc>
      </w:tr>
      <w:tr w:rsidR="00644BDE" w:rsidRPr="00F615E5" w14:paraId="4502DF35" w14:textId="77777777" w:rsidTr="002E65A7">
        <w:trPr>
          <w:jc w:val="center"/>
        </w:trPr>
        <w:tc>
          <w:tcPr>
            <w:tcW w:w="2694" w:type="dxa"/>
            <w:vAlign w:val="center"/>
          </w:tcPr>
          <w:p w14:paraId="6B057564" w14:textId="77777777" w:rsidR="00644BDE" w:rsidRPr="00F615E5" w:rsidRDefault="00644BDE" w:rsidP="002E65A7">
            <w:pPr>
              <w:tabs>
                <w:tab w:val="left" w:pos="567"/>
              </w:tabs>
              <w:spacing w:line="276" w:lineRule="auto"/>
              <w:jc w:val="center"/>
              <w:rPr>
                <w:rFonts w:ascii="Tahoma" w:hAnsi="Tahoma" w:cs="Tahoma"/>
                <w:sz w:val="22"/>
              </w:rPr>
            </w:pPr>
            <w:r>
              <w:rPr>
                <w:rFonts w:ascii="Tahoma" w:hAnsi="Tahoma"/>
                <w:sz w:val="22"/>
              </w:rPr>
              <w:t>Notification of the authorisation to engage a sub-processor</w:t>
            </w:r>
          </w:p>
        </w:tc>
        <w:tc>
          <w:tcPr>
            <w:tcW w:w="6797" w:type="dxa"/>
          </w:tcPr>
          <w:p w14:paraId="4B7570A4" w14:textId="77777777" w:rsidR="00644BDE" w:rsidRPr="00F615E5" w:rsidRDefault="00003A24" w:rsidP="00676AA7">
            <w:pPr>
              <w:tabs>
                <w:tab w:val="left" w:pos="567"/>
              </w:tabs>
              <w:spacing w:line="276" w:lineRule="auto"/>
              <w:rPr>
                <w:rFonts w:ascii="Tahoma" w:hAnsi="Tahoma" w:cs="Tahoma"/>
                <w:sz w:val="22"/>
              </w:rPr>
            </w:pPr>
            <w:r>
              <w:rPr>
                <w:rFonts w:ascii="Tahoma" w:hAnsi="Tahoma"/>
                <w:b/>
                <w:color w:val="05D091" w:themeColor="accent2"/>
                <w:sz w:val="22"/>
              </w:rPr>
              <w:t>...</w:t>
            </w:r>
            <w:r>
              <w:rPr>
                <w:rFonts w:ascii="Tahoma" w:hAnsi="Tahoma"/>
                <w:sz w:val="22"/>
              </w:rPr>
              <w:t>@registrucentras.lt and info@registrucentras.lt</w:t>
            </w:r>
          </w:p>
          <w:p w14:paraId="736F3265" w14:textId="77777777" w:rsidR="005F2699" w:rsidRPr="00F615E5" w:rsidRDefault="005F2699" w:rsidP="00676AA7">
            <w:pPr>
              <w:tabs>
                <w:tab w:val="left" w:pos="567"/>
              </w:tabs>
              <w:spacing w:line="276" w:lineRule="auto"/>
              <w:rPr>
                <w:rFonts w:ascii="Tahoma" w:hAnsi="Tahoma" w:cs="Tahoma"/>
                <w:sz w:val="22"/>
              </w:rPr>
            </w:pPr>
          </w:p>
          <w:sdt>
            <w:sdtPr>
              <w:rPr>
                <w:rFonts w:ascii="Tahoma" w:hAnsi="Tahoma" w:cs="Tahoma"/>
                <w:sz w:val="22"/>
              </w:rPr>
              <w:id w:val="-1101637464"/>
              <w:placeholder>
                <w:docPart w:val="126AF214B8C84D379DFDBBEB695FC8A2"/>
              </w:placeholder>
              <w:temporary/>
              <w:showingPlcHdr/>
            </w:sdtPr>
            <w:sdtEndPr/>
            <w:sdtContent>
              <w:p w14:paraId="0BED3F56" w14:textId="77777777" w:rsidR="005F2699" w:rsidRPr="00F615E5" w:rsidRDefault="005F2699" w:rsidP="005F2699">
                <w:pPr>
                  <w:tabs>
                    <w:tab w:val="left" w:pos="567"/>
                  </w:tabs>
                  <w:spacing w:line="276" w:lineRule="auto"/>
                  <w:rPr>
                    <w:rFonts w:ascii="Tahoma" w:hAnsi="Tahoma" w:cs="Tahoma"/>
                    <w:sz w:val="22"/>
                  </w:rPr>
                </w:pPr>
                <w:r>
                  <w:rPr>
                    <w:rFonts w:ascii="Tahoma" w:hAnsi="Tahoma"/>
                    <w:b/>
                    <w:i/>
                    <w:color w:val="05D091"/>
                    <w:sz w:val="22"/>
                  </w:rPr>
                  <w:t>Note*</w:t>
                </w:r>
                <w:r>
                  <w:rPr>
                    <w:rFonts w:ascii="Tahoma" w:hAnsi="Tahoma"/>
                    <w:i/>
                    <w:color w:val="05D091"/>
                    <w:sz w:val="22"/>
                  </w:rPr>
                  <w:t xml:space="preserve"> The e-mail address of the Product Owner is entered only before the Arrangement is signed, once the Service Provider is known</w:t>
                </w:r>
              </w:p>
            </w:sdtContent>
          </w:sdt>
          <w:p w14:paraId="27A3766C" w14:textId="77777777" w:rsidR="005F2699" w:rsidRPr="00F615E5" w:rsidRDefault="005F2699" w:rsidP="00676AA7">
            <w:pPr>
              <w:tabs>
                <w:tab w:val="left" w:pos="567"/>
              </w:tabs>
              <w:spacing w:line="276" w:lineRule="auto"/>
              <w:rPr>
                <w:rFonts w:ascii="Tahoma" w:hAnsi="Tahoma" w:cs="Tahoma"/>
                <w:sz w:val="22"/>
              </w:rPr>
            </w:pPr>
          </w:p>
        </w:tc>
      </w:tr>
      <w:tr w:rsidR="00644BDE" w:rsidRPr="00F615E5" w14:paraId="12B66492" w14:textId="77777777" w:rsidTr="002E65A7">
        <w:trPr>
          <w:jc w:val="center"/>
        </w:trPr>
        <w:tc>
          <w:tcPr>
            <w:tcW w:w="2694" w:type="dxa"/>
            <w:vAlign w:val="center"/>
          </w:tcPr>
          <w:p w14:paraId="1A39C328" w14:textId="77777777" w:rsidR="00644BDE" w:rsidRPr="00F615E5" w:rsidRDefault="00037561" w:rsidP="002E65A7">
            <w:pPr>
              <w:tabs>
                <w:tab w:val="left" w:pos="567"/>
              </w:tabs>
              <w:spacing w:line="276" w:lineRule="auto"/>
              <w:jc w:val="center"/>
              <w:rPr>
                <w:rFonts w:ascii="Tahoma" w:hAnsi="Tahoma" w:cs="Tahoma"/>
                <w:sz w:val="22"/>
              </w:rPr>
            </w:pPr>
            <w:r>
              <w:rPr>
                <w:rFonts w:ascii="Tahoma" w:hAnsi="Tahoma"/>
                <w:sz w:val="22"/>
              </w:rPr>
              <w:t>Other issues</w:t>
            </w:r>
          </w:p>
        </w:tc>
        <w:tc>
          <w:tcPr>
            <w:tcW w:w="6797" w:type="dxa"/>
          </w:tcPr>
          <w:p w14:paraId="35009346" w14:textId="77777777" w:rsidR="00644BDE" w:rsidRPr="00F615E5" w:rsidRDefault="00003A24" w:rsidP="00676AA7">
            <w:pPr>
              <w:tabs>
                <w:tab w:val="left" w:pos="567"/>
              </w:tabs>
              <w:spacing w:line="276" w:lineRule="auto"/>
              <w:rPr>
                <w:rFonts w:ascii="Tahoma" w:hAnsi="Tahoma" w:cs="Tahoma"/>
                <w:sz w:val="22"/>
              </w:rPr>
            </w:pPr>
            <w:r>
              <w:rPr>
                <w:rFonts w:ascii="Tahoma" w:hAnsi="Tahoma"/>
                <w:b/>
                <w:color w:val="05D091" w:themeColor="accent2"/>
                <w:sz w:val="22"/>
              </w:rPr>
              <w:t>...</w:t>
            </w:r>
            <w:r>
              <w:rPr>
                <w:rFonts w:ascii="Tahoma" w:hAnsi="Tahoma"/>
                <w:sz w:val="22"/>
              </w:rPr>
              <w:t>@registrucentras and info@registrucentras.lt</w:t>
            </w:r>
          </w:p>
          <w:p w14:paraId="721EB1AE" w14:textId="77777777" w:rsidR="005F2699" w:rsidRPr="00F615E5" w:rsidRDefault="005F2699" w:rsidP="00676AA7">
            <w:pPr>
              <w:tabs>
                <w:tab w:val="left" w:pos="567"/>
              </w:tabs>
              <w:spacing w:line="276" w:lineRule="auto"/>
              <w:rPr>
                <w:rFonts w:ascii="Tahoma" w:hAnsi="Tahoma" w:cs="Tahoma"/>
                <w:sz w:val="22"/>
              </w:rPr>
            </w:pPr>
          </w:p>
          <w:sdt>
            <w:sdtPr>
              <w:rPr>
                <w:rFonts w:ascii="Tahoma" w:hAnsi="Tahoma" w:cs="Tahoma"/>
                <w:sz w:val="22"/>
              </w:rPr>
              <w:id w:val="-816263629"/>
              <w:placeholder>
                <w:docPart w:val="3C027B84DE854B2AA3A9B5A9BCC0F1B3"/>
              </w:placeholder>
              <w:temporary/>
              <w:showingPlcHdr/>
            </w:sdtPr>
            <w:sdtEndPr/>
            <w:sdtContent>
              <w:p w14:paraId="1E934478" w14:textId="77777777" w:rsidR="005F2699" w:rsidRPr="00F615E5" w:rsidRDefault="005F2699" w:rsidP="00676AA7">
                <w:pPr>
                  <w:tabs>
                    <w:tab w:val="left" w:pos="567"/>
                  </w:tabs>
                  <w:spacing w:line="276" w:lineRule="auto"/>
                  <w:rPr>
                    <w:rFonts w:ascii="Tahoma" w:hAnsi="Tahoma" w:cs="Tahoma"/>
                    <w:sz w:val="22"/>
                  </w:rPr>
                </w:pPr>
                <w:r>
                  <w:rPr>
                    <w:rFonts w:ascii="Tahoma" w:hAnsi="Tahoma"/>
                    <w:b/>
                    <w:i/>
                    <w:color w:val="05D091"/>
                    <w:sz w:val="22"/>
                  </w:rPr>
                  <w:t>Note*</w:t>
                </w:r>
                <w:r>
                  <w:rPr>
                    <w:rFonts w:ascii="Tahoma" w:hAnsi="Tahoma"/>
                    <w:i/>
                    <w:color w:val="05D091"/>
                    <w:sz w:val="22"/>
                  </w:rPr>
                  <w:t xml:space="preserve"> The e-mail address of the Product Owner is entered only before the Arrangement is signed, once the Service Provider is known</w:t>
                </w:r>
              </w:p>
            </w:sdtContent>
          </w:sdt>
        </w:tc>
      </w:tr>
    </w:tbl>
    <w:p w14:paraId="7A3CF89F" w14:textId="77777777" w:rsidR="00644BDE" w:rsidRPr="00F615E5" w:rsidRDefault="00644BDE" w:rsidP="00676AA7">
      <w:pPr>
        <w:pStyle w:val="ListParagraph"/>
        <w:tabs>
          <w:tab w:val="left" w:pos="567"/>
        </w:tabs>
        <w:spacing w:line="276" w:lineRule="auto"/>
        <w:ind w:left="927"/>
        <w:rPr>
          <w:rFonts w:ascii="Tahoma" w:hAnsi="Tahoma" w:cs="Tahoma"/>
          <w:sz w:val="22"/>
        </w:rPr>
      </w:pPr>
    </w:p>
    <w:p w14:paraId="101AE5D3" w14:textId="77777777" w:rsidR="00037561" w:rsidRPr="00F615E5" w:rsidRDefault="00037561" w:rsidP="00676AA7">
      <w:pPr>
        <w:pStyle w:val="ListParagraph"/>
        <w:tabs>
          <w:tab w:val="left" w:pos="567"/>
        </w:tabs>
        <w:spacing w:line="276" w:lineRule="auto"/>
        <w:ind w:left="927"/>
        <w:rPr>
          <w:rFonts w:ascii="Tahoma" w:hAnsi="Tahoma" w:cs="Tahoma"/>
          <w:sz w:val="22"/>
        </w:rPr>
      </w:pPr>
    </w:p>
    <w:p w14:paraId="72EF7F14" w14:textId="77777777" w:rsidR="007A0521" w:rsidRPr="00F615E5" w:rsidRDefault="007A0521" w:rsidP="00676AA7">
      <w:pPr>
        <w:spacing w:line="276" w:lineRule="auto"/>
        <w:rPr>
          <w:rFonts w:ascii="Tahoma" w:hAnsi="Tahoma" w:cs="Tahoma"/>
          <w:sz w:val="22"/>
          <w:lang w:eastAsia="lt-LT"/>
        </w:rPr>
      </w:pPr>
    </w:p>
    <w:sectPr w:rsidR="007A0521" w:rsidRPr="00F615E5" w:rsidSect="00F350AC">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D48B20" w14:textId="77777777" w:rsidR="00C619EF" w:rsidRDefault="00C619EF" w:rsidP="00DD3A79">
      <w:pPr>
        <w:spacing w:line="240" w:lineRule="auto"/>
      </w:pPr>
      <w:r>
        <w:separator/>
      </w:r>
    </w:p>
  </w:endnote>
  <w:endnote w:type="continuationSeparator" w:id="0">
    <w:p w14:paraId="143DDE23" w14:textId="77777777" w:rsidR="00C619EF" w:rsidRDefault="00C619EF"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2173D" w14:textId="77777777" w:rsidR="00C619EF" w:rsidRDefault="00C619EF" w:rsidP="00DD3A79">
      <w:pPr>
        <w:spacing w:line="240" w:lineRule="auto"/>
      </w:pPr>
      <w:r>
        <w:separator/>
      </w:r>
    </w:p>
  </w:footnote>
  <w:footnote w:type="continuationSeparator" w:id="0">
    <w:p w14:paraId="5570024A" w14:textId="77777777" w:rsidR="00C619EF" w:rsidRDefault="00C619EF"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64A873D2" w14:textId="77777777" w:rsidR="009B3288" w:rsidRPr="00F350AC" w:rsidRDefault="009B3288"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00352">
          <w:rPr>
            <w:rFonts w:cs="Tahoma"/>
          </w:rPr>
          <w:t>5</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sidR="00F00352">
          <w:rPr>
            <w:rFonts w:cs="Tahoma"/>
          </w:rPr>
          <w:t>8</w:t>
        </w:r>
        <w:r w:rsidRPr="00F350AC">
          <w:rPr>
            <w:rFonts w:cs="Tahoma"/>
          </w:rPr>
          <w:fldChar w:fldCharType="end"/>
        </w:r>
      </w:p>
    </w:sdtContent>
  </w:sdt>
  <w:p w14:paraId="2D702365" w14:textId="77777777" w:rsidR="009B3288" w:rsidRPr="00F350AC" w:rsidRDefault="009B3288">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7A98"/>
    <w:multiLevelType w:val="hybridMultilevel"/>
    <w:tmpl w:val="E66C45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7902A2"/>
    <w:multiLevelType w:val="hybridMultilevel"/>
    <w:tmpl w:val="83084DD2"/>
    <w:lvl w:ilvl="0" w:tplc="D5ACA344">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14F8184F"/>
    <w:multiLevelType w:val="hybridMultilevel"/>
    <w:tmpl w:val="D25001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F0D63D0"/>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7C59C6"/>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0D5F03"/>
    <w:multiLevelType w:val="hybridMultilevel"/>
    <w:tmpl w:val="024202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AF36A1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CB67FD1"/>
    <w:multiLevelType w:val="hybridMultilevel"/>
    <w:tmpl w:val="CA022B86"/>
    <w:lvl w:ilvl="0" w:tplc="816C9490">
      <w:start w:val="5"/>
      <w:numFmt w:val="decimal"/>
      <w:lvlText w:val="%1"/>
      <w:lvlJc w:val="left"/>
      <w:pPr>
        <w:ind w:left="1713" w:hanging="360"/>
      </w:pPr>
      <w:rPr>
        <w:rFonts w:hint="default"/>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8" w15:restartNumberingAfterBreak="0">
    <w:nsid w:val="2CD7744A"/>
    <w:multiLevelType w:val="hybridMultilevel"/>
    <w:tmpl w:val="5440A298"/>
    <w:lvl w:ilvl="0" w:tplc="9FA04C6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E077E03"/>
    <w:multiLevelType w:val="hybridMultilevel"/>
    <w:tmpl w:val="1D78CD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F5F0D7E"/>
    <w:multiLevelType w:val="multilevel"/>
    <w:tmpl w:val="85EAD0D6"/>
    <w:lvl w:ilvl="0">
      <w:start w:val="1"/>
      <w:numFmt w:val="decimal"/>
      <w:lvlText w:val="%1."/>
      <w:lvlJc w:val="left"/>
      <w:pPr>
        <w:ind w:left="1065" w:hanging="360"/>
      </w:pPr>
    </w:lvl>
    <w:lvl w:ilvl="1">
      <w:start w:val="1"/>
      <w:numFmt w:val="decimal"/>
      <w:isLgl/>
      <w:lvlText w:val="%1.%2."/>
      <w:lvlJc w:val="left"/>
      <w:pPr>
        <w:ind w:left="1425" w:hanging="720"/>
      </w:pPr>
      <w:rPr>
        <w:rFonts w:ascii="Tahoma" w:hAnsi="Tahoma" w:cs="Tahoma" w:hint="default"/>
        <w:sz w:val="22"/>
        <w:szCs w:val="22"/>
      </w:rPr>
    </w:lvl>
    <w:lvl w:ilvl="2">
      <w:start w:val="1"/>
      <w:numFmt w:val="decimal"/>
      <w:isLgl/>
      <w:lvlText w:val="%1.%2.%3."/>
      <w:lvlJc w:val="left"/>
      <w:pPr>
        <w:ind w:left="1425" w:hanging="720"/>
      </w:pPr>
      <w:rPr>
        <w:rFonts w:ascii="Tahoma" w:hAnsi="Tahoma" w:cs="Tahoma" w:hint="default"/>
        <w:sz w:val="22"/>
        <w:szCs w:val="22"/>
      </w:rPr>
    </w:lvl>
    <w:lvl w:ilvl="3">
      <w:start w:val="1"/>
      <w:numFmt w:val="decimal"/>
      <w:isLgl/>
      <w:lvlText w:val="%1.%2.%3.%4."/>
      <w:lvlJc w:val="left"/>
      <w:pPr>
        <w:ind w:left="1785" w:hanging="1080"/>
      </w:pPr>
      <w:rPr>
        <w:rFonts w:ascii="Arial" w:hAnsi="Arial" w:hint="default"/>
        <w:sz w:val="20"/>
      </w:rPr>
    </w:lvl>
    <w:lvl w:ilvl="4">
      <w:start w:val="1"/>
      <w:numFmt w:val="decimal"/>
      <w:isLgl/>
      <w:lvlText w:val="%1.%2.%3.%4.%5."/>
      <w:lvlJc w:val="left"/>
      <w:pPr>
        <w:ind w:left="2145" w:hanging="1440"/>
      </w:pPr>
      <w:rPr>
        <w:rFonts w:ascii="Arial" w:hAnsi="Arial" w:hint="default"/>
        <w:sz w:val="20"/>
      </w:rPr>
    </w:lvl>
    <w:lvl w:ilvl="5">
      <w:start w:val="1"/>
      <w:numFmt w:val="decimal"/>
      <w:isLgl/>
      <w:lvlText w:val="%1.%2.%3.%4.%5.%6."/>
      <w:lvlJc w:val="left"/>
      <w:pPr>
        <w:ind w:left="2145" w:hanging="1440"/>
      </w:pPr>
      <w:rPr>
        <w:rFonts w:ascii="Arial" w:hAnsi="Arial" w:hint="default"/>
        <w:sz w:val="20"/>
      </w:rPr>
    </w:lvl>
    <w:lvl w:ilvl="6">
      <w:start w:val="1"/>
      <w:numFmt w:val="decimal"/>
      <w:isLgl/>
      <w:lvlText w:val="%1.%2.%3.%4.%5.%6.%7."/>
      <w:lvlJc w:val="left"/>
      <w:pPr>
        <w:ind w:left="2505" w:hanging="1800"/>
      </w:pPr>
      <w:rPr>
        <w:rFonts w:ascii="Arial" w:hAnsi="Arial" w:hint="default"/>
        <w:sz w:val="20"/>
      </w:rPr>
    </w:lvl>
    <w:lvl w:ilvl="7">
      <w:start w:val="1"/>
      <w:numFmt w:val="decimal"/>
      <w:isLgl/>
      <w:lvlText w:val="%1.%2.%3.%4.%5.%6.%7.%8."/>
      <w:lvlJc w:val="left"/>
      <w:pPr>
        <w:ind w:left="2865" w:hanging="2160"/>
      </w:pPr>
      <w:rPr>
        <w:rFonts w:ascii="Arial" w:hAnsi="Arial" w:hint="default"/>
        <w:sz w:val="20"/>
      </w:rPr>
    </w:lvl>
    <w:lvl w:ilvl="8">
      <w:start w:val="1"/>
      <w:numFmt w:val="decimal"/>
      <w:isLgl/>
      <w:lvlText w:val="%1.%2.%3.%4.%5.%6.%7.%8.%9."/>
      <w:lvlJc w:val="left"/>
      <w:pPr>
        <w:ind w:left="2865" w:hanging="2160"/>
      </w:pPr>
      <w:rPr>
        <w:rFonts w:ascii="Arial" w:hAnsi="Arial" w:hint="default"/>
        <w:sz w:val="20"/>
      </w:rPr>
    </w:lvl>
  </w:abstractNum>
  <w:abstractNum w:abstractNumId="11" w15:restartNumberingAfterBreak="0">
    <w:nsid w:val="3C0B38FE"/>
    <w:multiLevelType w:val="hybridMultilevel"/>
    <w:tmpl w:val="013001A6"/>
    <w:lvl w:ilvl="0" w:tplc="0427000F">
      <w:start w:val="1"/>
      <w:numFmt w:val="decimal"/>
      <w:lvlText w:val="%1."/>
      <w:lvlJc w:val="left"/>
      <w:pPr>
        <w:ind w:left="2628" w:hanging="360"/>
      </w:pPr>
      <w:rPr>
        <w:rFonts w:hint="default"/>
      </w:rPr>
    </w:lvl>
    <w:lvl w:ilvl="1" w:tplc="04270019" w:tentative="1">
      <w:start w:val="1"/>
      <w:numFmt w:val="lowerLetter"/>
      <w:lvlText w:val="%2."/>
      <w:lvlJc w:val="left"/>
      <w:pPr>
        <w:ind w:left="3348" w:hanging="360"/>
      </w:pPr>
    </w:lvl>
    <w:lvl w:ilvl="2" w:tplc="0427001B" w:tentative="1">
      <w:start w:val="1"/>
      <w:numFmt w:val="lowerRoman"/>
      <w:lvlText w:val="%3."/>
      <w:lvlJc w:val="right"/>
      <w:pPr>
        <w:ind w:left="4068" w:hanging="180"/>
      </w:pPr>
    </w:lvl>
    <w:lvl w:ilvl="3" w:tplc="0427000F" w:tentative="1">
      <w:start w:val="1"/>
      <w:numFmt w:val="decimal"/>
      <w:lvlText w:val="%4."/>
      <w:lvlJc w:val="left"/>
      <w:pPr>
        <w:ind w:left="4788" w:hanging="360"/>
      </w:pPr>
    </w:lvl>
    <w:lvl w:ilvl="4" w:tplc="04270019" w:tentative="1">
      <w:start w:val="1"/>
      <w:numFmt w:val="lowerLetter"/>
      <w:lvlText w:val="%5."/>
      <w:lvlJc w:val="left"/>
      <w:pPr>
        <w:ind w:left="5508" w:hanging="360"/>
      </w:pPr>
    </w:lvl>
    <w:lvl w:ilvl="5" w:tplc="0427001B" w:tentative="1">
      <w:start w:val="1"/>
      <w:numFmt w:val="lowerRoman"/>
      <w:lvlText w:val="%6."/>
      <w:lvlJc w:val="right"/>
      <w:pPr>
        <w:ind w:left="6228" w:hanging="180"/>
      </w:pPr>
    </w:lvl>
    <w:lvl w:ilvl="6" w:tplc="0427000F" w:tentative="1">
      <w:start w:val="1"/>
      <w:numFmt w:val="decimal"/>
      <w:lvlText w:val="%7."/>
      <w:lvlJc w:val="left"/>
      <w:pPr>
        <w:ind w:left="6948" w:hanging="360"/>
      </w:pPr>
    </w:lvl>
    <w:lvl w:ilvl="7" w:tplc="04270019" w:tentative="1">
      <w:start w:val="1"/>
      <w:numFmt w:val="lowerLetter"/>
      <w:lvlText w:val="%8."/>
      <w:lvlJc w:val="left"/>
      <w:pPr>
        <w:ind w:left="7668" w:hanging="360"/>
      </w:pPr>
    </w:lvl>
    <w:lvl w:ilvl="8" w:tplc="0427001B" w:tentative="1">
      <w:start w:val="1"/>
      <w:numFmt w:val="lowerRoman"/>
      <w:lvlText w:val="%9."/>
      <w:lvlJc w:val="right"/>
      <w:pPr>
        <w:ind w:left="8388" w:hanging="180"/>
      </w:pPr>
    </w:lvl>
  </w:abstractNum>
  <w:abstractNum w:abstractNumId="12" w15:restartNumberingAfterBreak="0">
    <w:nsid w:val="3C750A37"/>
    <w:multiLevelType w:val="hybridMultilevel"/>
    <w:tmpl w:val="EA58C218"/>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50CD1C7D"/>
    <w:multiLevelType w:val="hybridMultilevel"/>
    <w:tmpl w:val="397CAF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E6B6D7D"/>
    <w:multiLevelType w:val="hybridMultilevel"/>
    <w:tmpl w:val="013001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C1F39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DFD412B"/>
    <w:multiLevelType w:val="multilevel"/>
    <w:tmpl w:val="F0D23EB6"/>
    <w:lvl w:ilvl="0">
      <w:start w:val="3"/>
      <w:numFmt w:val="decimal"/>
      <w:lvlText w:val="%1."/>
      <w:lvlJc w:val="left"/>
      <w:pPr>
        <w:ind w:left="585" w:hanging="585"/>
      </w:pPr>
      <w:rPr>
        <w:rFonts w:hint="default"/>
        <w:b/>
      </w:rPr>
    </w:lvl>
    <w:lvl w:ilvl="1">
      <w:start w:val="1"/>
      <w:numFmt w:val="decimal"/>
      <w:lvlText w:val="%1.%2."/>
      <w:lvlJc w:val="left"/>
      <w:pPr>
        <w:ind w:left="1080" w:hanging="720"/>
      </w:pPr>
      <w:rPr>
        <w:rFonts w:hint="default"/>
        <w:b w:val="0"/>
      </w:rPr>
    </w:lvl>
    <w:lvl w:ilvl="2">
      <w:start w:val="1"/>
      <w:numFmt w:val="decimal"/>
      <w:lvlText w:val="%1.%2.%3."/>
      <w:lvlJc w:val="left"/>
      <w:pPr>
        <w:ind w:left="2847"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70F81AF8"/>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3A3791F"/>
    <w:multiLevelType w:val="hybridMultilevel"/>
    <w:tmpl w:val="7DD2547A"/>
    <w:lvl w:ilvl="0" w:tplc="3EFA7212">
      <w:start w:val="1"/>
      <w:numFmt w:val="decimal"/>
      <w:lvlText w:val="%1."/>
      <w:lvlJc w:val="left"/>
      <w:pPr>
        <w:ind w:left="644"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9" w15:restartNumberingAfterBreak="0">
    <w:nsid w:val="756F6AFC"/>
    <w:multiLevelType w:val="hybridMultilevel"/>
    <w:tmpl w:val="0E0E86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E5424E0"/>
    <w:multiLevelType w:val="hybridMultilevel"/>
    <w:tmpl w:val="8F3ED1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28740191">
    <w:abstractNumId w:val="13"/>
  </w:num>
  <w:num w:numId="2" w16cid:durableId="233972010">
    <w:abstractNumId w:val="10"/>
  </w:num>
  <w:num w:numId="3" w16cid:durableId="1331255908">
    <w:abstractNumId w:val="11"/>
  </w:num>
  <w:num w:numId="4" w16cid:durableId="303970119">
    <w:abstractNumId w:val="1"/>
  </w:num>
  <w:num w:numId="5" w16cid:durableId="4871200">
    <w:abstractNumId w:val="5"/>
  </w:num>
  <w:num w:numId="6" w16cid:durableId="881556145">
    <w:abstractNumId w:val="2"/>
  </w:num>
  <w:num w:numId="7" w16cid:durableId="1869760141">
    <w:abstractNumId w:val="19"/>
  </w:num>
  <w:num w:numId="8" w16cid:durableId="587421493">
    <w:abstractNumId w:val="9"/>
  </w:num>
  <w:num w:numId="9" w16cid:durableId="903301511">
    <w:abstractNumId w:val="17"/>
  </w:num>
  <w:num w:numId="10" w16cid:durableId="1490364243">
    <w:abstractNumId w:val="3"/>
  </w:num>
  <w:num w:numId="11" w16cid:durableId="1260484608">
    <w:abstractNumId w:val="4"/>
  </w:num>
  <w:num w:numId="12" w16cid:durableId="1354964153">
    <w:abstractNumId w:val="16"/>
  </w:num>
  <w:num w:numId="13" w16cid:durableId="1166288008">
    <w:abstractNumId w:val="7"/>
  </w:num>
  <w:num w:numId="14" w16cid:durableId="1242527257">
    <w:abstractNumId w:val="15"/>
  </w:num>
  <w:num w:numId="15" w16cid:durableId="1807888194">
    <w:abstractNumId w:val="6"/>
  </w:num>
  <w:num w:numId="16" w16cid:durableId="1130171508">
    <w:abstractNumId w:val="12"/>
  </w:num>
  <w:num w:numId="17" w16cid:durableId="2000644890">
    <w:abstractNumId w:val="14"/>
  </w:num>
  <w:num w:numId="18" w16cid:durableId="299044979">
    <w:abstractNumId w:val="20"/>
  </w:num>
  <w:num w:numId="19" w16cid:durableId="1483159736">
    <w:abstractNumId w:val="18"/>
  </w:num>
  <w:num w:numId="20" w16cid:durableId="1221943149">
    <w:abstractNumId w:val="0"/>
  </w:num>
  <w:num w:numId="21" w16cid:durableId="14632270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33F"/>
    <w:rsid w:val="00002876"/>
    <w:rsid w:val="00003950"/>
    <w:rsid w:val="00003A24"/>
    <w:rsid w:val="00005B77"/>
    <w:rsid w:val="00010A8C"/>
    <w:rsid w:val="00012257"/>
    <w:rsid w:val="000168B3"/>
    <w:rsid w:val="000207D4"/>
    <w:rsid w:val="00020B7E"/>
    <w:rsid w:val="00020C95"/>
    <w:rsid w:val="00022B6C"/>
    <w:rsid w:val="000247A5"/>
    <w:rsid w:val="00025AD1"/>
    <w:rsid w:val="00025D95"/>
    <w:rsid w:val="00031987"/>
    <w:rsid w:val="00034C7A"/>
    <w:rsid w:val="00036D00"/>
    <w:rsid w:val="000371A8"/>
    <w:rsid w:val="00037561"/>
    <w:rsid w:val="00042F55"/>
    <w:rsid w:val="0004402C"/>
    <w:rsid w:val="00050BCD"/>
    <w:rsid w:val="00050F5F"/>
    <w:rsid w:val="00052FF5"/>
    <w:rsid w:val="000537AD"/>
    <w:rsid w:val="00053F7E"/>
    <w:rsid w:val="00054C61"/>
    <w:rsid w:val="00056A7F"/>
    <w:rsid w:val="00062B56"/>
    <w:rsid w:val="00064AC6"/>
    <w:rsid w:val="00067EB5"/>
    <w:rsid w:val="00070B18"/>
    <w:rsid w:val="00073ACD"/>
    <w:rsid w:val="0007667C"/>
    <w:rsid w:val="00077931"/>
    <w:rsid w:val="00077D4C"/>
    <w:rsid w:val="000865E8"/>
    <w:rsid w:val="000941B4"/>
    <w:rsid w:val="00097D51"/>
    <w:rsid w:val="000A01C1"/>
    <w:rsid w:val="000A13F7"/>
    <w:rsid w:val="000A15F0"/>
    <w:rsid w:val="000A1D3E"/>
    <w:rsid w:val="000A7778"/>
    <w:rsid w:val="000B1003"/>
    <w:rsid w:val="000B2238"/>
    <w:rsid w:val="000C3D63"/>
    <w:rsid w:val="000D1227"/>
    <w:rsid w:val="000D2728"/>
    <w:rsid w:val="000D5174"/>
    <w:rsid w:val="000D7307"/>
    <w:rsid w:val="000E1F6A"/>
    <w:rsid w:val="000E3508"/>
    <w:rsid w:val="000E3653"/>
    <w:rsid w:val="000E54C1"/>
    <w:rsid w:val="000E7592"/>
    <w:rsid w:val="000F0786"/>
    <w:rsid w:val="000F1AFA"/>
    <w:rsid w:val="000F29E0"/>
    <w:rsid w:val="000F4C37"/>
    <w:rsid w:val="000F5145"/>
    <w:rsid w:val="000F5679"/>
    <w:rsid w:val="00103910"/>
    <w:rsid w:val="001100E1"/>
    <w:rsid w:val="00110956"/>
    <w:rsid w:val="0011395E"/>
    <w:rsid w:val="001179A5"/>
    <w:rsid w:val="0012387D"/>
    <w:rsid w:val="00124030"/>
    <w:rsid w:val="00130A4C"/>
    <w:rsid w:val="00137412"/>
    <w:rsid w:val="00150FBB"/>
    <w:rsid w:val="00151F3A"/>
    <w:rsid w:val="001543EF"/>
    <w:rsid w:val="00163C3D"/>
    <w:rsid w:val="001646B7"/>
    <w:rsid w:val="00175975"/>
    <w:rsid w:val="00180978"/>
    <w:rsid w:val="00182260"/>
    <w:rsid w:val="001877B1"/>
    <w:rsid w:val="0019010C"/>
    <w:rsid w:val="00190DA6"/>
    <w:rsid w:val="00191F7A"/>
    <w:rsid w:val="00193545"/>
    <w:rsid w:val="001936CF"/>
    <w:rsid w:val="00196E46"/>
    <w:rsid w:val="001A2F3B"/>
    <w:rsid w:val="001A40E6"/>
    <w:rsid w:val="001A523F"/>
    <w:rsid w:val="001B1978"/>
    <w:rsid w:val="001C0604"/>
    <w:rsid w:val="001C10AE"/>
    <w:rsid w:val="001C1F7B"/>
    <w:rsid w:val="001C30C0"/>
    <w:rsid w:val="001C3C64"/>
    <w:rsid w:val="001D129C"/>
    <w:rsid w:val="001D4C74"/>
    <w:rsid w:val="001D714B"/>
    <w:rsid w:val="001D79B7"/>
    <w:rsid w:val="001D7C13"/>
    <w:rsid w:val="001E61B2"/>
    <w:rsid w:val="001E7F62"/>
    <w:rsid w:val="001F229E"/>
    <w:rsid w:val="001F734C"/>
    <w:rsid w:val="00200DEA"/>
    <w:rsid w:val="00201E59"/>
    <w:rsid w:val="00202E8E"/>
    <w:rsid w:val="00203C5D"/>
    <w:rsid w:val="00206138"/>
    <w:rsid w:val="00206242"/>
    <w:rsid w:val="0021076C"/>
    <w:rsid w:val="00224320"/>
    <w:rsid w:val="0022598D"/>
    <w:rsid w:val="00226CD0"/>
    <w:rsid w:val="00233F33"/>
    <w:rsid w:val="0023451F"/>
    <w:rsid w:val="002349CD"/>
    <w:rsid w:val="00237BA6"/>
    <w:rsid w:val="0024420F"/>
    <w:rsid w:val="002460A7"/>
    <w:rsid w:val="00246AD1"/>
    <w:rsid w:val="00250027"/>
    <w:rsid w:val="00251B23"/>
    <w:rsid w:val="00260354"/>
    <w:rsid w:val="00263457"/>
    <w:rsid w:val="00264383"/>
    <w:rsid w:val="00270F07"/>
    <w:rsid w:val="00272142"/>
    <w:rsid w:val="0027239D"/>
    <w:rsid w:val="00277E73"/>
    <w:rsid w:val="00281CE3"/>
    <w:rsid w:val="00282DDC"/>
    <w:rsid w:val="002A137F"/>
    <w:rsid w:val="002A3A9D"/>
    <w:rsid w:val="002A4E0F"/>
    <w:rsid w:val="002A7375"/>
    <w:rsid w:val="002A7E5A"/>
    <w:rsid w:val="002B0FA0"/>
    <w:rsid w:val="002B220B"/>
    <w:rsid w:val="002B563A"/>
    <w:rsid w:val="002C4A75"/>
    <w:rsid w:val="002C5445"/>
    <w:rsid w:val="002D23A3"/>
    <w:rsid w:val="002D3024"/>
    <w:rsid w:val="002D35BC"/>
    <w:rsid w:val="002D62E7"/>
    <w:rsid w:val="002E36A7"/>
    <w:rsid w:val="002E5D92"/>
    <w:rsid w:val="002E65A7"/>
    <w:rsid w:val="002E76D2"/>
    <w:rsid w:val="002E7E87"/>
    <w:rsid w:val="002F2B54"/>
    <w:rsid w:val="002F32CA"/>
    <w:rsid w:val="002F3F20"/>
    <w:rsid w:val="002F54C8"/>
    <w:rsid w:val="003000AB"/>
    <w:rsid w:val="003024D9"/>
    <w:rsid w:val="00302BCB"/>
    <w:rsid w:val="003039F3"/>
    <w:rsid w:val="00305132"/>
    <w:rsid w:val="00305D8C"/>
    <w:rsid w:val="00312D8F"/>
    <w:rsid w:val="00322810"/>
    <w:rsid w:val="00325297"/>
    <w:rsid w:val="00330189"/>
    <w:rsid w:val="0033375A"/>
    <w:rsid w:val="00336867"/>
    <w:rsid w:val="003438F6"/>
    <w:rsid w:val="003476EE"/>
    <w:rsid w:val="00350EF6"/>
    <w:rsid w:val="0035144C"/>
    <w:rsid w:val="00352B05"/>
    <w:rsid w:val="00354692"/>
    <w:rsid w:val="0036050C"/>
    <w:rsid w:val="0036176C"/>
    <w:rsid w:val="003629F3"/>
    <w:rsid w:val="00364575"/>
    <w:rsid w:val="00366AD1"/>
    <w:rsid w:val="0037333F"/>
    <w:rsid w:val="00373653"/>
    <w:rsid w:val="00384C14"/>
    <w:rsid w:val="003904AF"/>
    <w:rsid w:val="003907C5"/>
    <w:rsid w:val="0039423F"/>
    <w:rsid w:val="00397994"/>
    <w:rsid w:val="00397FAF"/>
    <w:rsid w:val="003A3C0E"/>
    <w:rsid w:val="003A3E56"/>
    <w:rsid w:val="003A4FBC"/>
    <w:rsid w:val="003A591F"/>
    <w:rsid w:val="003A5C21"/>
    <w:rsid w:val="003A7FAC"/>
    <w:rsid w:val="003B39A1"/>
    <w:rsid w:val="003B3A31"/>
    <w:rsid w:val="003B6AD1"/>
    <w:rsid w:val="003B6CC0"/>
    <w:rsid w:val="003B6F7B"/>
    <w:rsid w:val="003C185E"/>
    <w:rsid w:val="003C5B6D"/>
    <w:rsid w:val="003D29C0"/>
    <w:rsid w:val="003D56C3"/>
    <w:rsid w:val="003D79C5"/>
    <w:rsid w:val="003D7D63"/>
    <w:rsid w:val="003E48E6"/>
    <w:rsid w:val="003E4B74"/>
    <w:rsid w:val="003F0C4B"/>
    <w:rsid w:val="003F44B5"/>
    <w:rsid w:val="003F607C"/>
    <w:rsid w:val="00403F4B"/>
    <w:rsid w:val="004054DD"/>
    <w:rsid w:val="0040584A"/>
    <w:rsid w:val="004106FE"/>
    <w:rsid w:val="00417645"/>
    <w:rsid w:val="004241E4"/>
    <w:rsid w:val="0042561B"/>
    <w:rsid w:val="0042568E"/>
    <w:rsid w:val="004259E1"/>
    <w:rsid w:val="004511E7"/>
    <w:rsid w:val="00452587"/>
    <w:rsid w:val="004573A7"/>
    <w:rsid w:val="0046017F"/>
    <w:rsid w:val="00461062"/>
    <w:rsid w:val="00461B87"/>
    <w:rsid w:val="00463F01"/>
    <w:rsid w:val="00466466"/>
    <w:rsid w:val="0046754B"/>
    <w:rsid w:val="0047000B"/>
    <w:rsid w:val="0047473E"/>
    <w:rsid w:val="00475E0A"/>
    <w:rsid w:val="004760B8"/>
    <w:rsid w:val="00476F8C"/>
    <w:rsid w:val="004773C2"/>
    <w:rsid w:val="00477B94"/>
    <w:rsid w:val="00482096"/>
    <w:rsid w:val="004826EF"/>
    <w:rsid w:val="00483EEE"/>
    <w:rsid w:val="00484DAA"/>
    <w:rsid w:val="00485C13"/>
    <w:rsid w:val="00486B33"/>
    <w:rsid w:val="00486B73"/>
    <w:rsid w:val="0048705D"/>
    <w:rsid w:val="00493329"/>
    <w:rsid w:val="00494B19"/>
    <w:rsid w:val="00495E65"/>
    <w:rsid w:val="00497E98"/>
    <w:rsid w:val="004A221C"/>
    <w:rsid w:val="004A4BB3"/>
    <w:rsid w:val="004B6E53"/>
    <w:rsid w:val="004B7FD6"/>
    <w:rsid w:val="004C6844"/>
    <w:rsid w:val="004C7D04"/>
    <w:rsid w:val="004D22CC"/>
    <w:rsid w:val="004D24C3"/>
    <w:rsid w:val="004E1367"/>
    <w:rsid w:val="004E48CA"/>
    <w:rsid w:val="00502CD0"/>
    <w:rsid w:val="0050375C"/>
    <w:rsid w:val="0050665C"/>
    <w:rsid w:val="00511495"/>
    <w:rsid w:val="0051301D"/>
    <w:rsid w:val="00523F0C"/>
    <w:rsid w:val="00524125"/>
    <w:rsid w:val="0052738A"/>
    <w:rsid w:val="00527E22"/>
    <w:rsid w:val="005324CD"/>
    <w:rsid w:val="0053414C"/>
    <w:rsid w:val="00534594"/>
    <w:rsid w:val="00536003"/>
    <w:rsid w:val="00540DBA"/>
    <w:rsid w:val="00545C43"/>
    <w:rsid w:val="00545D20"/>
    <w:rsid w:val="005508EF"/>
    <w:rsid w:val="0055245A"/>
    <w:rsid w:val="00552C62"/>
    <w:rsid w:val="00553C2D"/>
    <w:rsid w:val="0056702C"/>
    <w:rsid w:val="00570DF3"/>
    <w:rsid w:val="00571AF7"/>
    <w:rsid w:val="00571E2F"/>
    <w:rsid w:val="00575F62"/>
    <w:rsid w:val="00576C6F"/>
    <w:rsid w:val="00582EF8"/>
    <w:rsid w:val="005868C9"/>
    <w:rsid w:val="0058699B"/>
    <w:rsid w:val="00597F9C"/>
    <w:rsid w:val="005A1917"/>
    <w:rsid w:val="005A4717"/>
    <w:rsid w:val="005B0E08"/>
    <w:rsid w:val="005B72B2"/>
    <w:rsid w:val="005C6CD9"/>
    <w:rsid w:val="005D0282"/>
    <w:rsid w:val="005D3808"/>
    <w:rsid w:val="005D65DC"/>
    <w:rsid w:val="005E2B31"/>
    <w:rsid w:val="005E3510"/>
    <w:rsid w:val="005E396B"/>
    <w:rsid w:val="005E3AC4"/>
    <w:rsid w:val="005E58D0"/>
    <w:rsid w:val="005F146E"/>
    <w:rsid w:val="005F2699"/>
    <w:rsid w:val="005F47DE"/>
    <w:rsid w:val="005F521F"/>
    <w:rsid w:val="005F6FC8"/>
    <w:rsid w:val="005F7357"/>
    <w:rsid w:val="00604438"/>
    <w:rsid w:val="0060745C"/>
    <w:rsid w:val="00613044"/>
    <w:rsid w:val="006156AA"/>
    <w:rsid w:val="00616844"/>
    <w:rsid w:val="00620CA2"/>
    <w:rsid w:val="0062134D"/>
    <w:rsid w:val="00625A33"/>
    <w:rsid w:val="00625B74"/>
    <w:rsid w:val="00625F20"/>
    <w:rsid w:val="00632F79"/>
    <w:rsid w:val="00632FC9"/>
    <w:rsid w:val="00635EA9"/>
    <w:rsid w:val="00642321"/>
    <w:rsid w:val="00644BDE"/>
    <w:rsid w:val="00666BD3"/>
    <w:rsid w:val="00667206"/>
    <w:rsid w:val="00670C66"/>
    <w:rsid w:val="00672D56"/>
    <w:rsid w:val="00674562"/>
    <w:rsid w:val="006745C3"/>
    <w:rsid w:val="006748F3"/>
    <w:rsid w:val="00675781"/>
    <w:rsid w:val="00676AA7"/>
    <w:rsid w:val="00681A73"/>
    <w:rsid w:val="0068203F"/>
    <w:rsid w:val="0068585E"/>
    <w:rsid w:val="00691EFF"/>
    <w:rsid w:val="00697EC3"/>
    <w:rsid w:val="006A2683"/>
    <w:rsid w:val="006A3B12"/>
    <w:rsid w:val="006A4F85"/>
    <w:rsid w:val="006A7946"/>
    <w:rsid w:val="006B2960"/>
    <w:rsid w:val="006B2D27"/>
    <w:rsid w:val="006C5936"/>
    <w:rsid w:val="006C623F"/>
    <w:rsid w:val="006C7824"/>
    <w:rsid w:val="006D19BB"/>
    <w:rsid w:val="006D6109"/>
    <w:rsid w:val="006E2B86"/>
    <w:rsid w:val="006E38BB"/>
    <w:rsid w:val="006E3C40"/>
    <w:rsid w:val="006F4D30"/>
    <w:rsid w:val="00701957"/>
    <w:rsid w:val="00703255"/>
    <w:rsid w:val="007070C2"/>
    <w:rsid w:val="00707410"/>
    <w:rsid w:val="00710363"/>
    <w:rsid w:val="007109FF"/>
    <w:rsid w:val="00710A54"/>
    <w:rsid w:val="00712212"/>
    <w:rsid w:val="0071476F"/>
    <w:rsid w:val="00716574"/>
    <w:rsid w:val="00721C32"/>
    <w:rsid w:val="00724EFC"/>
    <w:rsid w:val="00724FDA"/>
    <w:rsid w:val="007309B4"/>
    <w:rsid w:val="0073195F"/>
    <w:rsid w:val="00732D97"/>
    <w:rsid w:val="007341D9"/>
    <w:rsid w:val="00734805"/>
    <w:rsid w:val="00736070"/>
    <w:rsid w:val="007374E2"/>
    <w:rsid w:val="00741D4D"/>
    <w:rsid w:val="0074427F"/>
    <w:rsid w:val="00744639"/>
    <w:rsid w:val="0074478B"/>
    <w:rsid w:val="00744CBC"/>
    <w:rsid w:val="00751565"/>
    <w:rsid w:val="00753A2B"/>
    <w:rsid w:val="00753E6F"/>
    <w:rsid w:val="00762910"/>
    <w:rsid w:val="00766AEB"/>
    <w:rsid w:val="007674C2"/>
    <w:rsid w:val="00772E2D"/>
    <w:rsid w:val="00775161"/>
    <w:rsid w:val="00781356"/>
    <w:rsid w:val="007852C3"/>
    <w:rsid w:val="00791CBF"/>
    <w:rsid w:val="007937D2"/>
    <w:rsid w:val="007973CB"/>
    <w:rsid w:val="007A0521"/>
    <w:rsid w:val="007A3119"/>
    <w:rsid w:val="007A759B"/>
    <w:rsid w:val="007B2646"/>
    <w:rsid w:val="007B759D"/>
    <w:rsid w:val="007C0B2C"/>
    <w:rsid w:val="007C1449"/>
    <w:rsid w:val="007C1CB6"/>
    <w:rsid w:val="007C1F8F"/>
    <w:rsid w:val="007C2CC6"/>
    <w:rsid w:val="007C4A58"/>
    <w:rsid w:val="007C549F"/>
    <w:rsid w:val="007D1830"/>
    <w:rsid w:val="007E1511"/>
    <w:rsid w:val="007E32C8"/>
    <w:rsid w:val="007F1AF5"/>
    <w:rsid w:val="007F1B81"/>
    <w:rsid w:val="007F23D0"/>
    <w:rsid w:val="007F2405"/>
    <w:rsid w:val="007F2986"/>
    <w:rsid w:val="007F486A"/>
    <w:rsid w:val="007F5D85"/>
    <w:rsid w:val="007F5F69"/>
    <w:rsid w:val="00801CAF"/>
    <w:rsid w:val="00806189"/>
    <w:rsid w:val="00806400"/>
    <w:rsid w:val="0081329E"/>
    <w:rsid w:val="00816E5D"/>
    <w:rsid w:val="008209B2"/>
    <w:rsid w:val="008211F3"/>
    <w:rsid w:val="00825837"/>
    <w:rsid w:val="00825C1D"/>
    <w:rsid w:val="00830898"/>
    <w:rsid w:val="008317AF"/>
    <w:rsid w:val="00831831"/>
    <w:rsid w:val="008351A8"/>
    <w:rsid w:val="00835C96"/>
    <w:rsid w:val="00835E94"/>
    <w:rsid w:val="00836260"/>
    <w:rsid w:val="00836847"/>
    <w:rsid w:val="0084117B"/>
    <w:rsid w:val="008416FA"/>
    <w:rsid w:val="008435F7"/>
    <w:rsid w:val="00844EEF"/>
    <w:rsid w:val="008453B5"/>
    <w:rsid w:val="008476CD"/>
    <w:rsid w:val="00850B36"/>
    <w:rsid w:val="00851485"/>
    <w:rsid w:val="008524FB"/>
    <w:rsid w:val="00855DC3"/>
    <w:rsid w:val="008566EB"/>
    <w:rsid w:val="008606F9"/>
    <w:rsid w:val="00861ADB"/>
    <w:rsid w:val="00866B7A"/>
    <w:rsid w:val="00870C58"/>
    <w:rsid w:val="00871BDA"/>
    <w:rsid w:val="00871FB0"/>
    <w:rsid w:val="0087473A"/>
    <w:rsid w:val="00874C73"/>
    <w:rsid w:val="00874DF3"/>
    <w:rsid w:val="008768B7"/>
    <w:rsid w:val="00880C87"/>
    <w:rsid w:val="00880E5E"/>
    <w:rsid w:val="008847ED"/>
    <w:rsid w:val="00884B6C"/>
    <w:rsid w:val="00891424"/>
    <w:rsid w:val="008926A2"/>
    <w:rsid w:val="008930DD"/>
    <w:rsid w:val="008937B7"/>
    <w:rsid w:val="00895AB6"/>
    <w:rsid w:val="00896A52"/>
    <w:rsid w:val="008A034C"/>
    <w:rsid w:val="008A4671"/>
    <w:rsid w:val="008A67A3"/>
    <w:rsid w:val="008A7C17"/>
    <w:rsid w:val="008B0711"/>
    <w:rsid w:val="008B3F7B"/>
    <w:rsid w:val="008C0008"/>
    <w:rsid w:val="008C006F"/>
    <w:rsid w:val="008C00FF"/>
    <w:rsid w:val="008C40EA"/>
    <w:rsid w:val="008D7ECF"/>
    <w:rsid w:val="008E3F44"/>
    <w:rsid w:val="008E466C"/>
    <w:rsid w:val="008E4DA2"/>
    <w:rsid w:val="008F08DE"/>
    <w:rsid w:val="008F1A02"/>
    <w:rsid w:val="008F525E"/>
    <w:rsid w:val="008F693D"/>
    <w:rsid w:val="0090297E"/>
    <w:rsid w:val="00905D90"/>
    <w:rsid w:val="009137FC"/>
    <w:rsid w:val="00913E36"/>
    <w:rsid w:val="009154D8"/>
    <w:rsid w:val="00926561"/>
    <w:rsid w:val="009275C3"/>
    <w:rsid w:val="0093735A"/>
    <w:rsid w:val="00941577"/>
    <w:rsid w:val="00947728"/>
    <w:rsid w:val="00963CEC"/>
    <w:rsid w:val="00963E68"/>
    <w:rsid w:val="00964ED2"/>
    <w:rsid w:val="009675EC"/>
    <w:rsid w:val="009676F7"/>
    <w:rsid w:val="0097086C"/>
    <w:rsid w:val="00970B82"/>
    <w:rsid w:val="00975A1C"/>
    <w:rsid w:val="00976B53"/>
    <w:rsid w:val="00976CA0"/>
    <w:rsid w:val="009779F4"/>
    <w:rsid w:val="00980DDD"/>
    <w:rsid w:val="00982984"/>
    <w:rsid w:val="00983820"/>
    <w:rsid w:val="00993A11"/>
    <w:rsid w:val="00997436"/>
    <w:rsid w:val="009A12A0"/>
    <w:rsid w:val="009B3288"/>
    <w:rsid w:val="009B6BEF"/>
    <w:rsid w:val="009C0FCD"/>
    <w:rsid w:val="009C463B"/>
    <w:rsid w:val="009C640E"/>
    <w:rsid w:val="009E1309"/>
    <w:rsid w:val="009E289F"/>
    <w:rsid w:val="009E4114"/>
    <w:rsid w:val="009E7E82"/>
    <w:rsid w:val="009F125E"/>
    <w:rsid w:val="009F2DDC"/>
    <w:rsid w:val="00A008DC"/>
    <w:rsid w:val="00A056BF"/>
    <w:rsid w:val="00A05887"/>
    <w:rsid w:val="00A07F46"/>
    <w:rsid w:val="00A144E2"/>
    <w:rsid w:val="00A14FE1"/>
    <w:rsid w:val="00A23B1F"/>
    <w:rsid w:val="00A24384"/>
    <w:rsid w:val="00A30EEA"/>
    <w:rsid w:val="00A310CF"/>
    <w:rsid w:val="00A31397"/>
    <w:rsid w:val="00A34B25"/>
    <w:rsid w:val="00A46C35"/>
    <w:rsid w:val="00A46F17"/>
    <w:rsid w:val="00A518AD"/>
    <w:rsid w:val="00A527FC"/>
    <w:rsid w:val="00A530E9"/>
    <w:rsid w:val="00A55BA5"/>
    <w:rsid w:val="00A56CBD"/>
    <w:rsid w:val="00A6314F"/>
    <w:rsid w:val="00A650D2"/>
    <w:rsid w:val="00A713DE"/>
    <w:rsid w:val="00A72517"/>
    <w:rsid w:val="00A72A04"/>
    <w:rsid w:val="00A9217F"/>
    <w:rsid w:val="00A92801"/>
    <w:rsid w:val="00A97091"/>
    <w:rsid w:val="00AA2BA2"/>
    <w:rsid w:val="00AA2EF9"/>
    <w:rsid w:val="00AA37F6"/>
    <w:rsid w:val="00AA5D0D"/>
    <w:rsid w:val="00AA6972"/>
    <w:rsid w:val="00AA708D"/>
    <w:rsid w:val="00AB33D3"/>
    <w:rsid w:val="00AB57A3"/>
    <w:rsid w:val="00AD159B"/>
    <w:rsid w:val="00AD2B4E"/>
    <w:rsid w:val="00AD38BD"/>
    <w:rsid w:val="00AE06E3"/>
    <w:rsid w:val="00AE174B"/>
    <w:rsid w:val="00AE1F10"/>
    <w:rsid w:val="00AE286C"/>
    <w:rsid w:val="00AE6EB1"/>
    <w:rsid w:val="00AE7A32"/>
    <w:rsid w:val="00AF22E0"/>
    <w:rsid w:val="00AF3FE4"/>
    <w:rsid w:val="00AF7507"/>
    <w:rsid w:val="00B02A94"/>
    <w:rsid w:val="00B04B4E"/>
    <w:rsid w:val="00B06088"/>
    <w:rsid w:val="00B10FCD"/>
    <w:rsid w:val="00B15215"/>
    <w:rsid w:val="00B20FA5"/>
    <w:rsid w:val="00B21CD9"/>
    <w:rsid w:val="00B2246D"/>
    <w:rsid w:val="00B27026"/>
    <w:rsid w:val="00B3179C"/>
    <w:rsid w:val="00B31DB8"/>
    <w:rsid w:val="00B36A68"/>
    <w:rsid w:val="00B44DC2"/>
    <w:rsid w:val="00B52C7A"/>
    <w:rsid w:val="00B618E4"/>
    <w:rsid w:val="00B726BF"/>
    <w:rsid w:val="00B7301C"/>
    <w:rsid w:val="00B74B2F"/>
    <w:rsid w:val="00B74E54"/>
    <w:rsid w:val="00B76466"/>
    <w:rsid w:val="00B807A2"/>
    <w:rsid w:val="00BA0477"/>
    <w:rsid w:val="00BA0512"/>
    <w:rsid w:val="00BA2F14"/>
    <w:rsid w:val="00BA4D49"/>
    <w:rsid w:val="00BA6F39"/>
    <w:rsid w:val="00BB472D"/>
    <w:rsid w:val="00BC23EF"/>
    <w:rsid w:val="00BC59B7"/>
    <w:rsid w:val="00BD1A90"/>
    <w:rsid w:val="00BD3DE7"/>
    <w:rsid w:val="00BD5773"/>
    <w:rsid w:val="00BE500F"/>
    <w:rsid w:val="00BF188D"/>
    <w:rsid w:val="00BF21E9"/>
    <w:rsid w:val="00BF33AC"/>
    <w:rsid w:val="00BF50D7"/>
    <w:rsid w:val="00C026FD"/>
    <w:rsid w:val="00C10106"/>
    <w:rsid w:val="00C1058A"/>
    <w:rsid w:val="00C1256A"/>
    <w:rsid w:val="00C148D5"/>
    <w:rsid w:val="00C20566"/>
    <w:rsid w:val="00C23F03"/>
    <w:rsid w:val="00C245FD"/>
    <w:rsid w:val="00C24C32"/>
    <w:rsid w:val="00C2746C"/>
    <w:rsid w:val="00C3048D"/>
    <w:rsid w:val="00C32DB9"/>
    <w:rsid w:val="00C35363"/>
    <w:rsid w:val="00C44E7F"/>
    <w:rsid w:val="00C45156"/>
    <w:rsid w:val="00C46425"/>
    <w:rsid w:val="00C50791"/>
    <w:rsid w:val="00C50D41"/>
    <w:rsid w:val="00C54B47"/>
    <w:rsid w:val="00C54BA7"/>
    <w:rsid w:val="00C619EF"/>
    <w:rsid w:val="00C627C3"/>
    <w:rsid w:val="00C64500"/>
    <w:rsid w:val="00C73B0D"/>
    <w:rsid w:val="00C74E2A"/>
    <w:rsid w:val="00C81605"/>
    <w:rsid w:val="00C8353C"/>
    <w:rsid w:val="00C83853"/>
    <w:rsid w:val="00C8439D"/>
    <w:rsid w:val="00C92B18"/>
    <w:rsid w:val="00C93E04"/>
    <w:rsid w:val="00C973DE"/>
    <w:rsid w:val="00C977F1"/>
    <w:rsid w:val="00CA05AB"/>
    <w:rsid w:val="00CA20BE"/>
    <w:rsid w:val="00CC1B7D"/>
    <w:rsid w:val="00CC1FD7"/>
    <w:rsid w:val="00CC258C"/>
    <w:rsid w:val="00CC37C8"/>
    <w:rsid w:val="00CD030D"/>
    <w:rsid w:val="00CD4222"/>
    <w:rsid w:val="00CD6096"/>
    <w:rsid w:val="00CD65E6"/>
    <w:rsid w:val="00CD7B45"/>
    <w:rsid w:val="00CE54FC"/>
    <w:rsid w:val="00CE5CE2"/>
    <w:rsid w:val="00CE70A1"/>
    <w:rsid w:val="00CE712D"/>
    <w:rsid w:val="00CF27C3"/>
    <w:rsid w:val="00CF75CB"/>
    <w:rsid w:val="00D00179"/>
    <w:rsid w:val="00D05B0A"/>
    <w:rsid w:val="00D1066D"/>
    <w:rsid w:val="00D13877"/>
    <w:rsid w:val="00D166FC"/>
    <w:rsid w:val="00D24BBC"/>
    <w:rsid w:val="00D2747C"/>
    <w:rsid w:val="00D275FB"/>
    <w:rsid w:val="00D27B8E"/>
    <w:rsid w:val="00D30E11"/>
    <w:rsid w:val="00D321A0"/>
    <w:rsid w:val="00D35445"/>
    <w:rsid w:val="00D434B2"/>
    <w:rsid w:val="00D4517C"/>
    <w:rsid w:val="00D479B9"/>
    <w:rsid w:val="00D47FD7"/>
    <w:rsid w:val="00D51F2A"/>
    <w:rsid w:val="00D53DF5"/>
    <w:rsid w:val="00D53FB3"/>
    <w:rsid w:val="00D561E5"/>
    <w:rsid w:val="00D61E34"/>
    <w:rsid w:val="00D62FB3"/>
    <w:rsid w:val="00D7130C"/>
    <w:rsid w:val="00D73ED3"/>
    <w:rsid w:val="00D74A69"/>
    <w:rsid w:val="00D81E4A"/>
    <w:rsid w:val="00D840ED"/>
    <w:rsid w:val="00D85A94"/>
    <w:rsid w:val="00D8624E"/>
    <w:rsid w:val="00D87C54"/>
    <w:rsid w:val="00D93840"/>
    <w:rsid w:val="00D94526"/>
    <w:rsid w:val="00DA3DEC"/>
    <w:rsid w:val="00DA4919"/>
    <w:rsid w:val="00DB0838"/>
    <w:rsid w:val="00DB456E"/>
    <w:rsid w:val="00DC02BD"/>
    <w:rsid w:val="00DC033F"/>
    <w:rsid w:val="00DC0CB0"/>
    <w:rsid w:val="00DC5CA0"/>
    <w:rsid w:val="00DC6070"/>
    <w:rsid w:val="00DC6092"/>
    <w:rsid w:val="00DC61E6"/>
    <w:rsid w:val="00DC6D75"/>
    <w:rsid w:val="00DD3466"/>
    <w:rsid w:val="00DD3A79"/>
    <w:rsid w:val="00DD62F4"/>
    <w:rsid w:val="00DE4BAB"/>
    <w:rsid w:val="00DE5A2F"/>
    <w:rsid w:val="00DE6943"/>
    <w:rsid w:val="00DF0A38"/>
    <w:rsid w:val="00DF1B60"/>
    <w:rsid w:val="00DF4E74"/>
    <w:rsid w:val="00DF55DF"/>
    <w:rsid w:val="00DF77DB"/>
    <w:rsid w:val="00E01EAA"/>
    <w:rsid w:val="00E06A59"/>
    <w:rsid w:val="00E07C1B"/>
    <w:rsid w:val="00E10534"/>
    <w:rsid w:val="00E12D60"/>
    <w:rsid w:val="00E15269"/>
    <w:rsid w:val="00E2565F"/>
    <w:rsid w:val="00E25DEF"/>
    <w:rsid w:val="00E25E85"/>
    <w:rsid w:val="00E35B11"/>
    <w:rsid w:val="00E3608B"/>
    <w:rsid w:val="00E36141"/>
    <w:rsid w:val="00E37AC0"/>
    <w:rsid w:val="00E436F0"/>
    <w:rsid w:val="00E4795B"/>
    <w:rsid w:val="00E52DAD"/>
    <w:rsid w:val="00E567A8"/>
    <w:rsid w:val="00E56D2C"/>
    <w:rsid w:val="00E6547D"/>
    <w:rsid w:val="00E654B7"/>
    <w:rsid w:val="00E66F54"/>
    <w:rsid w:val="00E67EB7"/>
    <w:rsid w:val="00E8201C"/>
    <w:rsid w:val="00E82EEA"/>
    <w:rsid w:val="00E84825"/>
    <w:rsid w:val="00E857AC"/>
    <w:rsid w:val="00E85A15"/>
    <w:rsid w:val="00E863C9"/>
    <w:rsid w:val="00E86DFE"/>
    <w:rsid w:val="00E87541"/>
    <w:rsid w:val="00E90A08"/>
    <w:rsid w:val="00E93E42"/>
    <w:rsid w:val="00E95E5C"/>
    <w:rsid w:val="00E975C7"/>
    <w:rsid w:val="00EA37C0"/>
    <w:rsid w:val="00EA467D"/>
    <w:rsid w:val="00EA6A5C"/>
    <w:rsid w:val="00EB1B67"/>
    <w:rsid w:val="00EB7D47"/>
    <w:rsid w:val="00EC0AD9"/>
    <w:rsid w:val="00EC2BE5"/>
    <w:rsid w:val="00EC2ED2"/>
    <w:rsid w:val="00ED2FB4"/>
    <w:rsid w:val="00ED3F2D"/>
    <w:rsid w:val="00ED6C00"/>
    <w:rsid w:val="00EE23F0"/>
    <w:rsid w:val="00EE3AAC"/>
    <w:rsid w:val="00EE726C"/>
    <w:rsid w:val="00EE7AF8"/>
    <w:rsid w:val="00EF1BA6"/>
    <w:rsid w:val="00EF5561"/>
    <w:rsid w:val="00EF5908"/>
    <w:rsid w:val="00EF7588"/>
    <w:rsid w:val="00EF7FB2"/>
    <w:rsid w:val="00F00352"/>
    <w:rsid w:val="00F0348E"/>
    <w:rsid w:val="00F101D9"/>
    <w:rsid w:val="00F127BB"/>
    <w:rsid w:val="00F13C13"/>
    <w:rsid w:val="00F20468"/>
    <w:rsid w:val="00F23F43"/>
    <w:rsid w:val="00F24752"/>
    <w:rsid w:val="00F24E0B"/>
    <w:rsid w:val="00F262CC"/>
    <w:rsid w:val="00F27977"/>
    <w:rsid w:val="00F3118F"/>
    <w:rsid w:val="00F33145"/>
    <w:rsid w:val="00F34311"/>
    <w:rsid w:val="00F350AC"/>
    <w:rsid w:val="00F4181F"/>
    <w:rsid w:val="00F446D3"/>
    <w:rsid w:val="00F4782E"/>
    <w:rsid w:val="00F51E72"/>
    <w:rsid w:val="00F52045"/>
    <w:rsid w:val="00F52D05"/>
    <w:rsid w:val="00F52D87"/>
    <w:rsid w:val="00F53772"/>
    <w:rsid w:val="00F5384F"/>
    <w:rsid w:val="00F615E5"/>
    <w:rsid w:val="00F62D90"/>
    <w:rsid w:val="00F709EE"/>
    <w:rsid w:val="00F711B2"/>
    <w:rsid w:val="00F747AD"/>
    <w:rsid w:val="00F81B00"/>
    <w:rsid w:val="00F85304"/>
    <w:rsid w:val="00F87395"/>
    <w:rsid w:val="00F91AEA"/>
    <w:rsid w:val="00F9278F"/>
    <w:rsid w:val="00F95DD8"/>
    <w:rsid w:val="00FA0AA3"/>
    <w:rsid w:val="00FA147A"/>
    <w:rsid w:val="00FA17DE"/>
    <w:rsid w:val="00FA27D9"/>
    <w:rsid w:val="00FA4540"/>
    <w:rsid w:val="00FA78F4"/>
    <w:rsid w:val="00FB007C"/>
    <w:rsid w:val="00FB2EC2"/>
    <w:rsid w:val="00FC04C7"/>
    <w:rsid w:val="00FC1196"/>
    <w:rsid w:val="00FC1DC7"/>
    <w:rsid w:val="00FC2B7F"/>
    <w:rsid w:val="00FC4B15"/>
    <w:rsid w:val="00FC5CCE"/>
    <w:rsid w:val="00FC71A9"/>
    <w:rsid w:val="00FC7B2F"/>
    <w:rsid w:val="00FD3F42"/>
    <w:rsid w:val="00FD59A4"/>
    <w:rsid w:val="00FD6D68"/>
    <w:rsid w:val="00FE0E1D"/>
    <w:rsid w:val="00FF17AB"/>
    <w:rsid w:val="00FF26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A85B31"/>
  <w15:chartTrackingRefBased/>
  <w15:docId w15:val="{66AA09BB-F9DF-4DB9-9BFE-700EB4974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en-GB"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BDE"/>
    <w:pPr>
      <w:spacing w:line="240" w:lineRule="exact"/>
      <w:ind w:firstLine="0"/>
      <w:jc w:val="both"/>
    </w:pPr>
    <w:rPr>
      <w:rFonts w:ascii="Arial" w:hAnsi="Arial"/>
      <w:color w:val="000000" w:themeColor="text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not in Table,punktai"/>
    <w:basedOn w:val="Normal"/>
    <w:link w:val="ListParagraphChar"/>
    <w:uiPriority w:val="34"/>
    <w:qFormat/>
    <w:rsid w:val="00E66F54"/>
    <w:pPr>
      <w:ind w:left="720"/>
      <w:contextualSpacing/>
    </w:pPr>
  </w:style>
  <w:style w:type="character" w:styleId="Hyperlink">
    <w:name w:val="Hyperlink"/>
    <w:basedOn w:val="DefaultParagraphFont"/>
    <w:unhideWhenUsed/>
    <w:rsid w:val="00AA2EF9"/>
    <w:rPr>
      <w:color w:val="05D091" w:themeColor="hyperlink"/>
      <w:u w:val="single"/>
    </w:rPr>
  </w:style>
  <w:style w:type="table" w:styleId="TableGrid">
    <w:name w:val="Table Grid"/>
    <w:basedOn w:val="TableNormal"/>
    <w:uiPriority w:val="39"/>
    <w:rsid w:val="008F08D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93E42"/>
    <w:rPr>
      <w:sz w:val="16"/>
      <w:szCs w:val="16"/>
    </w:rPr>
  </w:style>
  <w:style w:type="paragraph" w:styleId="CommentText">
    <w:name w:val="annotation text"/>
    <w:basedOn w:val="Normal"/>
    <w:link w:val="CommentTextChar"/>
    <w:uiPriority w:val="99"/>
    <w:unhideWhenUsed/>
    <w:qFormat/>
    <w:rsid w:val="00E93E42"/>
    <w:pPr>
      <w:spacing w:line="240" w:lineRule="auto"/>
    </w:pPr>
    <w:rPr>
      <w:szCs w:val="20"/>
    </w:rPr>
  </w:style>
  <w:style w:type="character" w:customStyle="1" w:styleId="CommentTextChar">
    <w:name w:val="Comment Text Char"/>
    <w:basedOn w:val="DefaultParagraphFont"/>
    <w:link w:val="CommentText"/>
    <w:uiPriority w:val="99"/>
    <w:qFormat/>
    <w:rsid w:val="00E93E42"/>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E93E42"/>
    <w:rPr>
      <w:b/>
      <w:bCs/>
    </w:rPr>
  </w:style>
  <w:style w:type="character" w:customStyle="1" w:styleId="CommentSubjectChar">
    <w:name w:val="Comment Subject Char"/>
    <w:basedOn w:val="CommentTextChar"/>
    <w:link w:val="CommentSubject"/>
    <w:uiPriority w:val="99"/>
    <w:semiHidden/>
    <w:rsid w:val="00E93E42"/>
    <w:rPr>
      <w:rFonts w:ascii="Arial" w:hAnsi="Arial"/>
      <w:b/>
      <w:bCs/>
      <w:color w:val="000000" w:themeColor="text1"/>
      <w:sz w:val="20"/>
      <w:szCs w:val="20"/>
    </w:rPr>
  </w:style>
  <w:style w:type="paragraph" w:styleId="BalloonText">
    <w:name w:val="Balloon Text"/>
    <w:basedOn w:val="Normal"/>
    <w:link w:val="BalloonTextChar"/>
    <w:uiPriority w:val="99"/>
    <w:semiHidden/>
    <w:unhideWhenUsed/>
    <w:rsid w:val="00E93E4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3E42"/>
    <w:rPr>
      <w:rFonts w:ascii="Segoe UI" w:hAnsi="Segoe UI" w:cs="Segoe UI"/>
      <w:color w:val="000000" w:themeColor="text1"/>
      <w:sz w:val="18"/>
      <w:szCs w:val="18"/>
    </w:rPr>
  </w:style>
  <w:style w:type="paragraph" w:customStyle="1" w:styleId="Default">
    <w:name w:val="Default"/>
    <w:rsid w:val="00397994"/>
    <w:pPr>
      <w:autoSpaceDE w:val="0"/>
      <w:autoSpaceDN w:val="0"/>
      <w:adjustRightInd w:val="0"/>
      <w:spacing w:line="240" w:lineRule="auto"/>
      <w:ind w:firstLine="0"/>
    </w:pPr>
    <w:rPr>
      <w:rFonts w:ascii="Calibri" w:hAnsi="Calibri" w:cs="Calibri"/>
      <w:color w:val="000000"/>
      <w:sz w:val="24"/>
      <w:szCs w:val="24"/>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
    <w:link w:val="ListParagraph"/>
    <w:uiPriority w:val="34"/>
    <w:rsid w:val="00200DEA"/>
    <w:rPr>
      <w:rFonts w:ascii="Arial" w:hAnsi="Arial"/>
      <w:color w:val="000000" w:themeColor="text1"/>
      <w:sz w:val="20"/>
    </w:rPr>
  </w:style>
  <w:style w:type="paragraph" w:styleId="Revision">
    <w:name w:val="Revision"/>
    <w:hidden/>
    <w:uiPriority w:val="99"/>
    <w:semiHidden/>
    <w:rsid w:val="00B02A94"/>
    <w:pPr>
      <w:spacing w:line="240" w:lineRule="auto"/>
      <w:ind w:firstLine="0"/>
    </w:pPr>
    <w:rPr>
      <w:rFonts w:ascii="Arial" w:hAnsi="Arial"/>
      <w:color w:val="000000" w:themeColor="text1"/>
      <w:sz w:val="20"/>
    </w:rPr>
  </w:style>
  <w:style w:type="character" w:styleId="FollowedHyperlink">
    <w:name w:val="FollowedHyperlink"/>
    <w:basedOn w:val="DefaultParagraphFont"/>
    <w:uiPriority w:val="99"/>
    <w:semiHidden/>
    <w:unhideWhenUsed/>
    <w:rsid w:val="00866B7A"/>
    <w:rPr>
      <w:color w:val="05D091" w:themeColor="followedHyperlink"/>
      <w:u w:val="single"/>
    </w:rPr>
  </w:style>
  <w:style w:type="character" w:styleId="PlaceholderText">
    <w:name w:val="Placeholder Text"/>
    <w:basedOn w:val="DefaultParagraphFont"/>
    <w:uiPriority w:val="99"/>
    <w:semiHidden/>
    <w:rsid w:val="0000287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49541">
      <w:bodyDiv w:val="1"/>
      <w:marLeft w:val="0"/>
      <w:marRight w:val="0"/>
      <w:marTop w:val="0"/>
      <w:marBottom w:val="0"/>
      <w:divBdr>
        <w:top w:val="none" w:sz="0" w:space="0" w:color="auto"/>
        <w:left w:val="none" w:sz="0" w:space="0" w:color="auto"/>
        <w:bottom w:val="none" w:sz="0" w:space="0" w:color="auto"/>
        <w:right w:val="none" w:sz="0" w:space="0" w:color="auto"/>
      </w:divBdr>
      <w:divsChild>
        <w:div w:id="156968735">
          <w:marLeft w:val="0"/>
          <w:marRight w:val="0"/>
          <w:marTop w:val="0"/>
          <w:marBottom w:val="0"/>
          <w:divBdr>
            <w:top w:val="none" w:sz="0" w:space="0" w:color="auto"/>
            <w:left w:val="none" w:sz="0" w:space="0" w:color="auto"/>
            <w:bottom w:val="none" w:sz="0" w:space="0" w:color="auto"/>
            <w:right w:val="none" w:sz="0" w:space="0" w:color="auto"/>
          </w:divBdr>
          <w:divsChild>
            <w:div w:id="1633049056">
              <w:marLeft w:val="0"/>
              <w:marRight w:val="0"/>
              <w:marTop w:val="0"/>
              <w:marBottom w:val="0"/>
              <w:divBdr>
                <w:top w:val="none" w:sz="0" w:space="0" w:color="auto"/>
                <w:left w:val="none" w:sz="0" w:space="0" w:color="auto"/>
                <w:bottom w:val="none" w:sz="0" w:space="0" w:color="auto"/>
                <w:right w:val="none" w:sz="0" w:space="0" w:color="auto"/>
              </w:divBdr>
            </w:div>
          </w:divsChild>
        </w:div>
        <w:div w:id="1902208494">
          <w:marLeft w:val="0"/>
          <w:marRight w:val="0"/>
          <w:marTop w:val="0"/>
          <w:marBottom w:val="0"/>
          <w:divBdr>
            <w:top w:val="none" w:sz="0" w:space="0" w:color="auto"/>
            <w:left w:val="none" w:sz="0" w:space="0" w:color="auto"/>
            <w:bottom w:val="none" w:sz="0" w:space="0" w:color="auto"/>
            <w:right w:val="none" w:sz="0" w:space="0" w:color="auto"/>
          </w:divBdr>
          <w:divsChild>
            <w:div w:id="138027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661578">
      <w:bodyDiv w:val="1"/>
      <w:marLeft w:val="0"/>
      <w:marRight w:val="0"/>
      <w:marTop w:val="0"/>
      <w:marBottom w:val="0"/>
      <w:divBdr>
        <w:top w:val="none" w:sz="0" w:space="0" w:color="auto"/>
        <w:left w:val="none" w:sz="0" w:space="0" w:color="auto"/>
        <w:bottom w:val="none" w:sz="0" w:space="0" w:color="auto"/>
        <w:right w:val="none" w:sz="0" w:space="0" w:color="auto"/>
      </w:divBdr>
      <w:divsChild>
        <w:div w:id="1127551434">
          <w:marLeft w:val="0"/>
          <w:marRight w:val="0"/>
          <w:marTop w:val="0"/>
          <w:marBottom w:val="0"/>
          <w:divBdr>
            <w:top w:val="none" w:sz="0" w:space="0" w:color="auto"/>
            <w:left w:val="none" w:sz="0" w:space="0" w:color="auto"/>
            <w:bottom w:val="none" w:sz="0" w:space="0" w:color="auto"/>
            <w:right w:val="none" w:sz="0" w:space="0" w:color="auto"/>
          </w:divBdr>
        </w:div>
        <w:div w:id="184371370">
          <w:marLeft w:val="0"/>
          <w:marRight w:val="0"/>
          <w:marTop w:val="0"/>
          <w:marBottom w:val="0"/>
          <w:divBdr>
            <w:top w:val="none" w:sz="0" w:space="0" w:color="auto"/>
            <w:left w:val="none" w:sz="0" w:space="0" w:color="auto"/>
            <w:bottom w:val="none" w:sz="0" w:space="0" w:color="auto"/>
            <w:right w:val="none" w:sz="0" w:space="0" w:color="auto"/>
          </w:divBdr>
        </w:div>
      </w:divsChild>
    </w:div>
    <w:div w:id="1283806214">
      <w:bodyDiv w:val="1"/>
      <w:marLeft w:val="0"/>
      <w:marRight w:val="0"/>
      <w:marTop w:val="0"/>
      <w:marBottom w:val="0"/>
      <w:divBdr>
        <w:top w:val="none" w:sz="0" w:space="0" w:color="auto"/>
        <w:left w:val="none" w:sz="0" w:space="0" w:color="auto"/>
        <w:bottom w:val="none" w:sz="0" w:space="0" w:color="auto"/>
        <w:right w:val="none" w:sz="0" w:space="0" w:color="auto"/>
      </w:divBdr>
    </w:div>
    <w:div w:id="1375234136">
      <w:bodyDiv w:val="1"/>
      <w:marLeft w:val="0"/>
      <w:marRight w:val="0"/>
      <w:marTop w:val="0"/>
      <w:marBottom w:val="0"/>
      <w:divBdr>
        <w:top w:val="none" w:sz="0" w:space="0" w:color="auto"/>
        <w:left w:val="none" w:sz="0" w:space="0" w:color="auto"/>
        <w:bottom w:val="none" w:sz="0" w:space="0" w:color="auto"/>
        <w:right w:val="none" w:sz="0" w:space="0" w:color="auto"/>
      </w:divBdr>
      <w:divsChild>
        <w:div w:id="305009857">
          <w:marLeft w:val="0"/>
          <w:marRight w:val="0"/>
          <w:marTop w:val="0"/>
          <w:marBottom w:val="0"/>
          <w:divBdr>
            <w:top w:val="none" w:sz="0" w:space="0" w:color="auto"/>
            <w:left w:val="none" w:sz="0" w:space="0" w:color="auto"/>
            <w:bottom w:val="none" w:sz="0" w:space="0" w:color="auto"/>
            <w:right w:val="none" w:sz="0" w:space="0" w:color="auto"/>
          </w:divBdr>
        </w:div>
        <w:div w:id="904610585">
          <w:marLeft w:val="0"/>
          <w:marRight w:val="0"/>
          <w:marTop w:val="0"/>
          <w:marBottom w:val="0"/>
          <w:divBdr>
            <w:top w:val="none" w:sz="0" w:space="0" w:color="auto"/>
            <w:left w:val="none" w:sz="0" w:space="0" w:color="auto"/>
            <w:bottom w:val="none" w:sz="0" w:space="0" w:color="auto"/>
            <w:right w:val="none" w:sz="0" w:space="0" w:color="auto"/>
          </w:divBdr>
        </w:div>
        <w:div w:id="764106493">
          <w:marLeft w:val="0"/>
          <w:marRight w:val="0"/>
          <w:marTop w:val="0"/>
          <w:marBottom w:val="0"/>
          <w:divBdr>
            <w:top w:val="none" w:sz="0" w:space="0" w:color="auto"/>
            <w:left w:val="none" w:sz="0" w:space="0" w:color="auto"/>
            <w:bottom w:val="none" w:sz="0" w:space="0" w:color="auto"/>
            <w:right w:val="none" w:sz="0" w:space="0" w:color="auto"/>
          </w:divBdr>
        </w:div>
        <w:div w:id="1543446098">
          <w:marLeft w:val="0"/>
          <w:marRight w:val="0"/>
          <w:marTop w:val="0"/>
          <w:marBottom w:val="0"/>
          <w:divBdr>
            <w:top w:val="none" w:sz="0" w:space="0" w:color="auto"/>
            <w:left w:val="none" w:sz="0" w:space="0" w:color="auto"/>
            <w:bottom w:val="none" w:sz="0" w:space="0" w:color="auto"/>
            <w:right w:val="none" w:sz="0" w:space="0" w:color="auto"/>
          </w:divBdr>
        </w:div>
      </w:divsChild>
    </w:div>
    <w:div w:id="1554459522">
      <w:bodyDiv w:val="1"/>
      <w:marLeft w:val="0"/>
      <w:marRight w:val="0"/>
      <w:marTop w:val="0"/>
      <w:marBottom w:val="0"/>
      <w:divBdr>
        <w:top w:val="none" w:sz="0" w:space="0" w:color="auto"/>
        <w:left w:val="none" w:sz="0" w:space="0" w:color="auto"/>
        <w:bottom w:val="none" w:sz="0" w:space="0" w:color="auto"/>
        <w:right w:val="none" w:sz="0" w:space="0" w:color="auto"/>
      </w:divBdr>
    </w:div>
    <w:div w:id="1852260225">
      <w:bodyDiv w:val="1"/>
      <w:marLeft w:val="0"/>
      <w:marRight w:val="0"/>
      <w:marTop w:val="0"/>
      <w:marBottom w:val="0"/>
      <w:divBdr>
        <w:top w:val="none" w:sz="0" w:space="0" w:color="auto"/>
        <w:left w:val="none" w:sz="0" w:space="0" w:color="auto"/>
        <w:bottom w:val="none" w:sz="0" w:space="0" w:color="auto"/>
        <w:right w:val="none" w:sz="0" w:space="0" w:color="auto"/>
      </w:divBdr>
      <w:divsChild>
        <w:div w:id="1394431364">
          <w:marLeft w:val="0"/>
          <w:marRight w:val="0"/>
          <w:marTop w:val="0"/>
          <w:marBottom w:val="0"/>
          <w:divBdr>
            <w:top w:val="none" w:sz="0" w:space="0" w:color="auto"/>
            <w:left w:val="none" w:sz="0" w:space="0" w:color="auto"/>
            <w:bottom w:val="none" w:sz="0" w:space="0" w:color="auto"/>
            <w:right w:val="none" w:sz="0" w:space="0" w:color="auto"/>
          </w:divBdr>
        </w:div>
        <w:div w:id="1229922878">
          <w:marLeft w:val="0"/>
          <w:marRight w:val="0"/>
          <w:marTop w:val="0"/>
          <w:marBottom w:val="0"/>
          <w:divBdr>
            <w:top w:val="none" w:sz="0" w:space="0" w:color="auto"/>
            <w:left w:val="none" w:sz="0" w:space="0" w:color="auto"/>
            <w:bottom w:val="none" w:sz="0" w:space="0" w:color="auto"/>
            <w:right w:val="none" w:sz="0" w:space="0" w:color="auto"/>
          </w:divBdr>
        </w:div>
        <w:div w:id="1069426422">
          <w:marLeft w:val="0"/>
          <w:marRight w:val="0"/>
          <w:marTop w:val="0"/>
          <w:marBottom w:val="0"/>
          <w:divBdr>
            <w:top w:val="none" w:sz="0" w:space="0" w:color="auto"/>
            <w:left w:val="none" w:sz="0" w:space="0" w:color="auto"/>
            <w:bottom w:val="none" w:sz="0" w:space="0" w:color="auto"/>
            <w:right w:val="none" w:sz="0" w:space="0" w:color="auto"/>
          </w:divBdr>
        </w:div>
        <w:div w:id="1336223859">
          <w:marLeft w:val="0"/>
          <w:marRight w:val="0"/>
          <w:marTop w:val="0"/>
          <w:marBottom w:val="0"/>
          <w:divBdr>
            <w:top w:val="none" w:sz="0" w:space="0" w:color="auto"/>
            <w:left w:val="none" w:sz="0" w:space="0" w:color="auto"/>
            <w:bottom w:val="none" w:sz="0" w:space="0" w:color="auto"/>
            <w:right w:val="none" w:sz="0" w:space="0" w:color="auto"/>
          </w:divBdr>
        </w:div>
        <w:div w:id="1656301688">
          <w:marLeft w:val="0"/>
          <w:marRight w:val="0"/>
          <w:marTop w:val="0"/>
          <w:marBottom w:val="0"/>
          <w:divBdr>
            <w:top w:val="none" w:sz="0" w:space="0" w:color="auto"/>
            <w:left w:val="none" w:sz="0" w:space="0" w:color="auto"/>
            <w:bottom w:val="none" w:sz="0" w:space="0" w:color="auto"/>
            <w:right w:val="none" w:sz="0" w:space="0" w:color="auto"/>
          </w:divBdr>
        </w:div>
        <w:div w:id="306011372">
          <w:marLeft w:val="0"/>
          <w:marRight w:val="0"/>
          <w:marTop w:val="0"/>
          <w:marBottom w:val="0"/>
          <w:divBdr>
            <w:top w:val="none" w:sz="0" w:space="0" w:color="auto"/>
            <w:left w:val="none" w:sz="0" w:space="0" w:color="auto"/>
            <w:bottom w:val="none" w:sz="0" w:space="0" w:color="auto"/>
            <w:right w:val="none" w:sz="0" w:space="0" w:color="auto"/>
          </w:divBdr>
        </w:div>
        <w:div w:id="1521704005">
          <w:marLeft w:val="0"/>
          <w:marRight w:val="0"/>
          <w:marTop w:val="0"/>
          <w:marBottom w:val="0"/>
          <w:divBdr>
            <w:top w:val="none" w:sz="0" w:space="0" w:color="auto"/>
            <w:left w:val="none" w:sz="0" w:space="0" w:color="auto"/>
            <w:bottom w:val="none" w:sz="0" w:space="0" w:color="auto"/>
            <w:right w:val="none" w:sz="0" w:space="0" w:color="auto"/>
          </w:divBdr>
        </w:div>
      </w:divsChild>
    </w:div>
    <w:div w:id="1888754848">
      <w:bodyDiv w:val="1"/>
      <w:marLeft w:val="0"/>
      <w:marRight w:val="0"/>
      <w:marTop w:val="0"/>
      <w:marBottom w:val="0"/>
      <w:divBdr>
        <w:top w:val="none" w:sz="0" w:space="0" w:color="auto"/>
        <w:left w:val="none" w:sz="0" w:space="0" w:color="auto"/>
        <w:bottom w:val="none" w:sz="0" w:space="0" w:color="auto"/>
        <w:right w:val="none" w:sz="0" w:space="0" w:color="auto"/>
      </w:divBdr>
    </w:div>
    <w:div w:id="2097702507">
      <w:bodyDiv w:val="1"/>
      <w:marLeft w:val="0"/>
      <w:marRight w:val="0"/>
      <w:marTop w:val="0"/>
      <w:marBottom w:val="0"/>
      <w:divBdr>
        <w:top w:val="none" w:sz="0" w:space="0" w:color="auto"/>
        <w:left w:val="none" w:sz="0" w:space="0" w:color="auto"/>
        <w:bottom w:val="none" w:sz="0" w:space="0" w:color="auto"/>
        <w:right w:val="none" w:sz="0" w:space="0" w:color="auto"/>
      </w:divBdr>
      <w:divsChild>
        <w:div w:id="2081321285">
          <w:marLeft w:val="0"/>
          <w:marRight w:val="0"/>
          <w:marTop w:val="0"/>
          <w:marBottom w:val="0"/>
          <w:divBdr>
            <w:top w:val="none" w:sz="0" w:space="0" w:color="auto"/>
            <w:left w:val="none" w:sz="0" w:space="0" w:color="auto"/>
            <w:bottom w:val="none" w:sz="0" w:space="0" w:color="auto"/>
            <w:right w:val="none" w:sz="0" w:space="0" w:color="auto"/>
          </w:divBdr>
        </w:div>
        <w:div w:id="416638275">
          <w:marLeft w:val="0"/>
          <w:marRight w:val="0"/>
          <w:marTop w:val="0"/>
          <w:marBottom w:val="0"/>
          <w:divBdr>
            <w:top w:val="none" w:sz="0" w:space="0" w:color="auto"/>
            <w:left w:val="none" w:sz="0" w:space="0" w:color="auto"/>
            <w:bottom w:val="none" w:sz="0" w:space="0" w:color="auto"/>
            <w:right w:val="none" w:sz="0" w:space="0" w:color="auto"/>
          </w:divBdr>
        </w:div>
        <w:div w:id="1860502635">
          <w:marLeft w:val="0"/>
          <w:marRight w:val="0"/>
          <w:marTop w:val="0"/>
          <w:marBottom w:val="0"/>
          <w:divBdr>
            <w:top w:val="none" w:sz="0" w:space="0" w:color="auto"/>
            <w:left w:val="none" w:sz="0" w:space="0" w:color="auto"/>
            <w:bottom w:val="none" w:sz="0" w:space="0" w:color="auto"/>
            <w:right w:val="none" w:sz="0" w:space="0" w:color="auto"/>
          </w:divBdr>
        </w:div>
        <w:div w:id="421687721">
          <w:marLeft w:val="0"/>
          <w:marRight w:val="0"/>
          <w:marTop w:val="0"/>
          <w:marBottom w:val="0"/>
          <w:divBdr>
            <w:top w:val="none" w:sz="0" w:space="0" w:color="auto"/>
            <w:left w:val="none" w:sz="0" w:space="0" w:color="auto"/>
            <w:bottom w:val="none" w:sz="0" w:space="0" w:color="auto"/>
            <w:right w:val="none" w:sz="0" w:space="0" w:color="auto"/>
          </w:divBdr>
        </w:div>
        <w:div w:id="211961746">
          <w:marLeft w:val="0"/>
          <w:marRight w:val="0"/>
          <w:marTop w:val="0"/>
          <w:marBottom w:val="0"/>
          <w:divBdr>
            <w:top w:val="none" w:sz="0" w:space="0" w:color="auto"/>
            <w:left w:val="none" w:sz="0" w:space="0" w:color="auto"/>
            <w:bottom w:val="none" w:sz="0" w:space="0" w:color="auto"/>
            <w:right w:val="none" w:sz="0" w:space="0" w:color="auto"/>
          </w:divBdr>
        </w:div>
        <w:div w:id="1384910900">
          <w:marLeft w:val="0"/>
          <w:marRight w:val="0"/>
          <w:marTop w:val="0"/>
          <w:marBottom w:val="0"/>
          <w:divBdr>
            <w:top w:val="none" w:sz="0" w:space="0" w:color="auto"/>
            <w:left w:val="none" w:sz="0" w:space="0" w:color="auto"/>
            <w:bottom w:val="none" w:sz="0" w:space="0" w:color="auto"/>
            <w:right w:val="none" w:sz="0" w:space="0" w:color="auto"/>
          </w:divBdr>
        </w:div>
        <w:div w:id="72537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svgru\OneDrive%20-%20Registr&#371;%20Centras\RRF%20MedVAIS_Vidinis\Pirkimai\1_MedVAIS%20modernizavimas\Vie&#353;ojo%20pirkimo%20dokumentai_rengiami\Archyvas\ADTS_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492DDB736AE4B34BAEBEA29F72C40EE"/>
        <w:category>
          <w:name w:val="General"/>
          <w:gallery w:val="placeholder"/>
        </w:category>
        <w:types>
          <w:type w:val="bbPlcHdr"/>
        </w:types>
        <w:behaviors>
          <w:behavior w:val="content"/>
        </w:behaviors>
        <w:guid w:val="{C1A57DDD-F327-4B9E-B7F5-DB32B9FACC36}"/>
      </w:docPartPr>
      <w:docPartBody>
        <w:p w:rsidR="003E23C3" w:rsidRDefault="003E23C3">
          <w:pPr>
            <w:pStyle w:val="B492DDB736AE4B34BAEBEA29F72C40EE"/>
          </w:pPr>
          <w:r>
            <w:rPr>
              <w:rStyle w:val="PlaceholderText"/>
              <w:rFonts w:ascii="Tahoma" w:hAnsi="Tahoma"/>
              <w:i/>
              <w:color w:val="05D091"/>
              <w:sz w:val="22"/>
            </w:rPr>
            <w:t>[enter company name, code, registered address, phone number and e-mail address; if the Data Processor is a natural person, enter their name, surname, individual economic activity certificate number or business licence number, address of the place of residence, phone number and e-mail address]</w:t>
          </w:r>
        </w:p>
      </w:docPartBody>
    </w:docPart>
    <w:docPart>
      <w:docPartPr>
        <w:name w:val="48AE7DADF05B48ADA3215488BD481DEC"/>
        <w:category>
          <w:name w:val="General"/>
          <w:gallery w:val="placeholder"/>
        </w:category>
        <w:types>
          <w:type w:val="bbPlcHdr"/>
        </w:types>
        <w:behaviors>
          <w:behavior w:val="content"/>
        </w:behaviors>
        <w:guid w:val="{2B4198BA-98E9-4E51-8CD0-800645D5D850}"/>
      </w:docPartPr>
      <w:docPartBody>
        <w:p w:rsidR="003E23C3" w:rsidRDefault="003E23C3">
          <w:pPr>
            <w:pStyle w:val="48AE7DADF05B48ADA3215488BD481DEC"/>
          </w:pPr>
          <w:r>
            <w:rPr>
              <w:rStyle w:val="PlaceholderText"/>
              <w:rFonts w:ascii="Tahoma" w:hAnsi="Tahoma"/>
              <w:i/>
              <w:color w:val="E97132" w:themeColor="accent2"/>
              <w:sz w:val="22"/>
            </w:rPr>
            <w:t>[enter the name of the Service Agreement. If the Arrangement is signed later than the Service Agreement, also enter the date and number of the Service Agreement]</w:t>
          </w:r>
        </w:p>
      </w:docPartBody>
    </w:docPart>
    <w:docPart>
      <w:docPartPr>
        <w:name w:val="1720EE5D0EE242CF8797A2B7FFB37591"/>
        <w:category>
          <w:name w:val="General"/>
          <w:gallery w:val="placeholder"/>
        </w:category>
        <w:types>
          <w:type w:val="bbPlcHdr"/>
        </w:types>
        <w:behaviors>
          <w:behavior w:val="content"/>
        </w:behaviors>
        <w:guid w:val="{64D2775E-F7F3-49FD-A36D-F7F288D59C8A}"/>
      </w:docPartPr>
      <w:docPartBody>
        <w:p w:rsidR="003E23C3" w:rsidRDefault="003E23C3">
          <w:pPr>
            <w:pStyle w:val="1720EE5D0EE242CF8797A2B7FFB37591"/>
          </w:pPr>
          <w:r w:rsidRPr="00064AC6">
            <w:rPr>
              <w:rStyle w:val="PlaceholderText"/>
              <w:rFonts w:cstheme="minorHAnsi"/>
              <w:b/>
              <w:bCs/>
              <w:i/>
              <w:iCs/>
              <w:color w:val="E97132" w:themeColor="accent2"/>
              <w:sz w:val="22"/>
            </w:rPr>
            <w:t>Select</w:t>
          </w:r>
          <w:r w:rsidRPr="00064AC6">
            <w:rPr>
              <w:rStyle w:val="PlaceholderText"/>
              <w:rFonts w:cstheme="minorHAnsi"/>
              <w:i/>
              <w:iCs/>
              <w:color w:val="E97132" w:themeColor="accent2"/>
              <w:sz w:val="22"/>
            </w:rPr>
            <w:t>, then click the arrow to select from the list</w:t>
          </w:r>
        </w:p>
      </w:docPartBody>
    </w:docPart>
    <w:docPart>
      <w:docPartPr>
        <w:name w:val="7C546B5375454A209291613719A2C03E"/>
        <w:category>
          <w:name w:val="General"/>
          <w:gallery w:val="placeholder"/>
        </w:category>
        <w:types>
          <w:type w:val="bbPlcHdr"/>
        </w:types>
        <w:behaviors>
          <w:behavior w:val="content"/>
        </w:behaviors>
        <w:guid w:val="{7C1AFA17-9EE6-4E0D-94BF-73F1D979EFCF}"/>
      </w:docPartPr>
      <w:docPartBody>
        <w:p w:rsidR="003E23C3" w:rsidRDefault="003E23C3">
          <w:pPr>
            <w:pStyle w:val="7C546B5375454A209291613719A2C03E"/>
          </w:pPr>
          <w:r w:rsidRPr="00064AC6">
            <w:rPr>
              <w:rStyle w:val="PlaceholderText"/>
              <w:rFonts w:cstheme="minorHAnsi"/>
              <w:b/>
              <w:bCs/>
              <w:i/>
              <w:iCs/>
              <w:color w:val="E97132" w:themeColor="accent2"/>
              <w:sz w:val="22"/>
            </w:rPr>
            <w:t>Select</w:t>
          </w:r>
          <w:r w:rsidRPr="00064AC6">
            <w:rPr>
              <w:rStyle w:val="PlaceholderText"/>
              <w:rFonts w:cstheme="minorHAnsi"/>
              <w:i/>
              <w:iCs/>
              <w:color w:val="E97132" w:themeColor="accent2"/>
              <w:sz w:val="22"/>
            </w:rPr>
            <w:t>, then click the arrow to select from the list</w:t>
          </w:r>
        </w:p>
      </w:docPartBody>
    </w:docPart>
    <w:docPart>
      <w:docPartPr>
        <w:name w:val="DCE953C50A28466893A67628960B9882"/>
        <w:category>
          <w:name w:val="General"/>
          <w:gallery w:val="placeholder"/>
        </w:category>
        <w:types>
          <w:type w:val="bbPlcHdr"/>
        </w:types>
        <w:behaviors>
          <w:behavior w:val="content"/>
        </w:behaviors>
        <w:guid w:val="{096CBE91-26A3-4BBC-ACA4-88115582C11A}"/>
      </w:docPartPr>
      <w:docPartBody>
        <w:p w:rsidR="003E23C3" w:rsidRDefault="003E23C3">
          <w:pPr>
            <w:pStyle w:val="DCE953C50A28466893A67628960B9882"/>
          </w:pPr>
          <w:r>
            <w:rPr>
              <w:rStyle w:val="PlaceholderText"/>
              <w:rFonts w:ascii="Tahoma" w:hAnsi="Tahoma"/>
              <w:i/>
              <w:color w:val="05D091"/>
              <w:sz w:val="22"/>
            </w:rPr>
            <w:t>(To be completed by the Service Provider (Data Processor)</w:t>
          </w:r>
        </w:p>
      </w:docPartBody>
    </w:docPart>
    <w:docPart>
      <w:docPartPr>
        <w:name w:val="8972ED8AF1A5412593049DC1D6DD19FC"/>
        <w:category>
          <w:name w:val="General"/>
          <w:gallery w:val="placeholder"/>
        </w:category>
        <w:types>
          <w:type w:val="bbPlcHdr"/>
        </w:types>
        <w:behaviors>
          <w:behavior w:val="content"/>
        </w:behaviors>
        <w:guid w:val="{8FBDE9EE-9385-41F5-B6ED-79525754DBDC}"/>
      </w:docPartPr>
      <w:docPartBody>
        <w:p w:rsidR="003E23C3" w:rsidRDefault="003E23C3">
          <w:pPr>
            <w:pStyle w:val="8972ED8AF1A5412593049DC1D6DD19FC"/>
          </w:pPr>
          <w:r>
            <w:rPr>
              <w:rStyle w:val="PlaceholderText"/>
              <w:i/>
              <w:color w:val="05D091"/>
              <w:sz w:val="22"/>
            </w:rPr>
            <w:t>[enter]</w:t>
          </w:r>
        </w:p>
      </w:docPartBody>
    </w:docPart>
    <w:docPart>
      <w:docPartPr>
        <w:name w:val="126AF214B8C84D379DFDBBEB695FC8A2"/>
        <w:category>
          <w:name w:val="General"/>
          <w:gallery w:val="placeholder"/>
        </w:category>
        <w:types>
          <w:type w:val="bbPlcHdr"/>
        </w:types>
        <w:behaviors>
          <w:behavior w:val="content"/>
        </w:behaviors>
        <w:guid w:val="{A1BEC141-B782-4D57-91C8-C50F2BC2B94B}"/>
      </w:docPartPr>
      <w:docPartBody>
        <w:p w:rsidR="003E23C3" w:rsidRDefault="003E23C3">
          <w:pPr>
            <w:pStyle w:val="126AF214B8C84D379DFDBBEB695FC8A2"/>
          </w:pPr>
          <w:r>
            <w:rPr>
              <w:rFonts w:ascii="Tahoma" w:hAnsi="Tahoma"/>
              <w:b/>
              <w:i/>
              <w:color w:val="05D091"/>
              <w:sz w:val="22"/>
            </w:rPr>
            <w:t>Note*</w:t>
          </w:r>
          <w:r>
            <w:rPr>
              <w:rFonts w:ascii="Tahoma" w:hAnsi="Tahoma"/>
              <w:i/>
              <w:color w:val="05D091"/>
              <w:sz w:val="22"/>
            </w:rPr>
            <w:t xml:space="preserve"> The e-mail address of the Product Owner is entered only before the Arrangement is signed, once the Service Provider is known</w:t>
          </w:r>
        </w:p>
      </w:docPartBody>
    </w:docPart>
    <w:docPart>
      <w:docPartPr>
        <w:name w:val="3C027B84DE854B2AA3A9B5A9BCC0F1B3"/>
        <w:category>
          <w:name w:val="General"/>
          <w:gallery w:val="placeholder"/>
        </w:category>
        <w:types>
          <w:type w:val="bbPlcHdr"/>
        </w:types>
        <w:behaviors>
          <w:behavior w:val="content"/>
        </w:behaviors>
        <w:guid w:val="{53035C0A-64AB-4A22-B387-23F1A08D29C3}"/>
      </w:docPartPr>
      <w:docPartBody>
        <w:p w:rsidR="003E23C3" w:rsidRDefault="003E23C3">
          <w:pPr>
            <w:pStyle w:val="3C027B84DE854B2AA3A9B5A9BCC0F1B3"/>
          </w:pPr>
          <w:r>
            <w:rPr>
              <w:rFonts w:ascii="Tahoma" w:hAnsi="Tahoma"/>
              <w:b/>
              <w:i/>
              <w:color w:val="05D091"/>
              <w:sz w:val="22"/>
            </w:rPr>
            <w:t>Note*</w:t>
          </w:r>
          <w:r>
            <w:rPr>
              <w:rFonts w:ascii="Tahoma" w:hAnsi="Tahoma"/>
              <w:i/>
              <w:color w:val="05D091"/>
              <w:sz w:val="22"/>
            </w:rPr>
            <w:t xml:space="preserve"> The e-mail address of the Product Owner is entered only before the Arrangement is signed, once the Service Provider is known</w:t>
          </w:r>
        </w:p>
      </w:docPartBody>
    </w:docPart>
    <w:docPart>
      <w:docPartPr>
        <w:name w:val="B65562D98611427F985FF9198BF2BBE1"/>
        <w:category>
          <w:name w:val="General"/>
          <w:gallery w:val="placeholder"/>
        </w:category>
        <w:types>
          <w:type w:val="bbPlcHdr"/>
        </w:types>
        <w:behaviors>
          <w:behavior w:val="content"/>
        </w:behaviors>
        <w:guid w:val="{52D0F341-DEE5-4805-85C6-ED9A3BAE6937}"/>
      </w:docPartPr>
      <w:docPartBody>
        <w:p w:rsidR="003E23C3" w:rsidRDefault="003E23C3" w:rsidP="003E23C3">
          <w:pPr>
            <w:pStyle w:val="B65562D98611427F985FF9198BF2BBE1"/>
          </w:pPr>
          <w:r w:rsidRPr="00CC37C8">
            <w:rPr>
              <w:rFonts w:ascii="Tahoma" w:eastAsia="Times New Roman" w:hAnsi="Tahoma" w:cs="Tahoma"/>
              <w:b/>
              <w:i/>
              <w:color w:val="05D091"/>
              <w:sz w:val="22"/>
              <w:lang w:eastAsia="en-GB"/>
            </w:rPr>
            <w:t>Pažymėti čia</w:t>
          </w:r>
          <w:r w:rsidRPr="00FD6D68">
            <w:rPr>
              <w:rFonts w:ascii="Tahoma" w:eastAsia="Times New Roman" w:hAnsi="Tahoma" w:cs="Tahoma"/>
              <w:i/>
              <w:color w:val="05D091"/>
              <w:sz w:val="22"/>
              <w:lang w:eastAsia="en-GB"/>
            </w:rPr>
            <w:t>, tuomet</w:t>
          </w:r>
          <w:r w:rsidRPr="00FD6D68">
            <w:rPr>
              <w:rFonts w:ascii="Tahoma" w:eastAsia="Calibri" w:hAnsi="Tahoma" w:cs="Tahoma"/>
              <w:sz w:val="22"/>
            </w:rPr>
            <w:t xml:space="preserve"> </w:t>
          </w:r>
          <w:r w:rsidRPr="00FD6D68">
            <w:rPr>
              <w:rFonts w:ascii="Tahoma" w:eastAsia="Times New Roman" w:hAnsi="Tahoma" w:cs="Tahoma"/>
              <w:i/>
              <w:color w:val="05D091"/>
              <w:sz w:val="22"/>
              <w:lang w:eastAsia="en-GB"/>
            </w:rPr>
            <w:t xml:space="preserve">paspaudus </w:t>
          </w:r>
          <w:r>
            <w:rPr>
              <w:rFonts w:ascii="Tahoma" w:eastAsia="Times New Roman" w:hAnsi="Tahoma" w:cs="Tahoma"/>
              <w:i/>
              <w:color w:val="05D091"/>
              <w:sz w:val="22"/>
              <w:lang w:eastAsia="en-GB"/>
            </w:rPr>
            <w:t xml:space="preserve">atsiradusios </w:t>
          </w:r>
          <w:r w:rsidRPr="00CC37C8">
            <w:rPr>
              <w:rFonts w:ascii="Tahoma" w:eastAsia="Times New Roman" w:hAnsi="Tahoma" w:cs="Tahoma"/>
              <w:b/>
              <w:i/>
              <w:color w:val="05D091"/>
              <w:sz w:val="22"/>
              <w:lang w:eastAsia="en-GB"/>
            </w:rPr>
            <w:t>rodyklės</w:t>
          </w:r>
          <w:r w:rsidRPr="00FD6D68">
            <w:rPr>
              <w:rFonts w:ascii="Tahoma" w:eastAsia="Times New Roman" w:hAnsi="Tahoma" w:cs="Tahoma"/>
              <w:i/>
              <w:color w:val="05D091"/>
              <w:sz w:val="22"/>
              <w:lang w:eastAsia="en-GB"/>
            </w:rPr>
            <w:t xml:space="preserve"> ženklą pasirinkti </w:t>
          </w:r>
          <w:r>
            <w:rPr>
              <w:rFonts w:ascii="Tahoma" w:eastAsia="Times New Roman" w:hAnsi="Tahoma" w:cs="Tahoma"/>
              <w:i/>
              <w:color w:val="05D091"/>
              <w:sz w:val="22"/>
              <w:lang w:eastAsia="en-GB"/>
            </w:rPr>
            <w:t>tinkamą variantą iš sąrašo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3C3"/>
    <w:rsid w:val="002D35BC"/>
    <w:rsid w:val="003E23C3"/>
    <w:rsid w:val="00970B82"/>
    <w:rsid w:val="00AD38BD"/>
    <w:rsid w:val="00DD4FD2"/>
    <w:rsid w:val="00FB00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492DDB736AE4B34BAEBEA29F72C40EE">
    <w:name w:val="B492DDB736AE4B34BAEBEA29F72C40EE"/>
  </w:style>
  <w:style w:type="paragraph" w:customStyle="1" w:styleId="48AE7DADF05B48ADA3215488BD481DEC">
    <w:name w:val="48AE7DADF05B48ADA3215488BD481DEC"/>
  </w:style>
  <w:style w:type="paragraph" w:customStyle="1" w:styleId="1720EE5D0EE242CF8797A2B7FFB37591">
    <w:name w:val="1720EE5D0EE242CF8797A2B7FFB37591"/>
  </w:style>
  <w:style w:type="paragraph" w:customStyle="1" w:styleId="7C546B5375454A209291613719A2C03E">
    <w:name w:val="7C546B5375454A209291613719A2C03E"/>
  </w:style>
  <w:style w:type="paragraph" w:customStyle="1" w:styleId="DCE953C50A28466893A67628960B9882">
    <w:name w:val="DCE953C50A28466893A67628960B9882"/>
  </w:style>
  <w:style w:type="paragraph" w:customStyle="1" w:styleId="8972ED8AF1A5412593049DC1D6DD19FC">
    <w:name w:val="8972ED8AF1A5412593049DC1D6DD19FC"/>
  </w:style>
  <w:style w:type="paragraph" w:customStyle="1" w:styleId="126AF214B8C84D379DFDBBEB695FC8A2">
    <w:name w:val="126AF214B8C84D379DFDBBEB695FC8A2"/>
  </w:style>
  <w:style w:type="paragraph" w:customStyle="1" w:styleId="3C027B84DE854B2AA3A9B5A9BCC0F1B3">
    <w:name w:val="3C027B84DE854B2AA3A9B5A9BCC0F1B3"/>
  </w:style>
  <w:style w:type="paragraph" w:customStyle="1" w:styleId="B65562D98611427F985FF9198BF2BBE1">
    <w:name w:val="B65562D98611427F985FF9198BF2BBE1"/>
    <w:rsid w:val="003E23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RC tema">
  <a:themeElements>
    <a:clrScheme name="Pasirinktinis 32">
      <a:dk1>
        <a:sysClr val="windowText" lastClr="000000"/>
      </a:dk1>
      <a:lt1>
        <a:sysClr val="window" lastClr="FFFFFF"/>
      </a:lt1>
      <a:dk2>
        <a:srgbClr val="000000"/>
      </a:dk2>
      <a:lt2>
        <a:srgbClr val="FFFFFF"/>
      </a:lt2>
      <a:accent1>
        <a:srgbClr val="50C9F3"/>
      </a:accent1>
      <a:accent2>
        <a:srgbClr val="05D091"/>
      </a:accent2>
      <a:accent3>
        <a:srgbClr val="FA5A46"/>
      </a:accent3>
      <a:accent4>
        <a:srgbClr val="FFCA22"/>
      </a:accent4>
      <a:accent5>
        <a:srgbClr val="3250AE"/>
      </a:accent5>
      <a:accent6>
        <a:srgbClr val="5A5A5A"/>
      </a:accent6>
      <a:hlink>
        <a:srgbClr val="05D091"/>
      </a:hlink>
      <a:folHlink>
        <a:srgbClr val="05D091"/>
      </a:folHlink>
    </a:clrScheme>
    <a:fontScheme name="2021 - ataskaita">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RC-WORD" id="{9F184147-18C1-451D-B606-8F8CFAF70E92}" vid="{FD5EDD21-5617-4104-9708-33304B7150D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ADB47039613194193D61538432D6274" ma:contentTypeVersion="10" ma:contentTypeDescription="Create a new document." ma:contentTypeScope="" ma:versionID="766cb467d785a985a91d9c47cb2f85e2">
  <xsd:schema xmlns:xsd="http://www.w3.org/2001/XMLSchema" xmlns:xs="http://www.w3.org/2001/XMLSchema" xmlns:p="http://schemas.microsoft.com/office/2006/metadata/properties" xmlns:ns2="81e3c098-5f53-438b-8147-52ff960f5d2f" targetNamespace="http://schemas.microsoft.com/office/2006/metadata/properties" ma:root="true" ma:fieldsID="869316462c5c5a0815ea0bd506cdd8cd" ns2:_="">
    <xsd:import namespace="81e3c098-5f53-438b-8147-52ff960f5d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e3c098-5f53-438b-8147-52ff960f5d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DFED7E-A770-4302-8E1F-44D3D5520C40}">
  <ds:schemaRefs>
    <ds:schemaRef ds:uri="http://schemas.openxmlformats.org/officeDocument/2006/bibliography"/>
  </ds:schemaRefs>
</ds:datastoreItem>
</file>

<file path=customXml/itemProps2.xml><?xml version="1.0" encoding="utf-8"?>
<ds:datastoreItem xmlns:ds="http://schemas.openxmlformats.org/officeDocument/2006/customXml" ds:itemID="{19007CB0-F79E-4B17-9AF4-90DF3532990E}"/>
</file>

<file path=customXml/itemProps3.xml><?xml version="1.0" encoding="utf-8"?>
<ds:datastoreItem xmlns:ds="http://schemas.openxmlformats.org/officeDocument/2006/customXml" ds:itemID="{045DBA61-5C62-4FF4-A277-D686E91EADA5}">
  <ds:schemaRefs>
    <ds:schemaRef ds:uri="http://schemas.microsoft.com/sharepoint/v3/contenttype/forms"/>
  </ds:schemaRefs>
</ds:datastoreItem>
</file>

<file path=customXml/itemProps4.xml><?xml version="1.0" encoding="utf-8"?>
<ds:datastoreItem xmlns:ds="http://schemas.openxmlformats.org/officeDocument/2006/customXml" ds:itemID="{F413A179-C043-4018-885C-F93316F969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ADTS_EN.dotx</Template>
  <TotalTime>16</TotalTime>
  <Pages>7</Pages>
  <Words>11992</Words>
  <Characters>6836</Characters>
  <Application>Microsoft Office Word</Application>
  <DocSecurity>0</DocSecurity>
  <Lines>56</Lines>
  <Paragraphs>37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VĮ Registrų centras</Company>
  <LinksUpToDate>false</LinksUpToDate>
  <CharactersWithSpaces>18791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Osvaldas Grubys</dc:creator>
  <cp:keywords/>
  <dc:description/>
  <cp:lastModifiedBy>Osvaldas Grubys</cp:lastModifiedBy>
  <cp:revision>15</cp:revision>
  <dcterms:created xsi:type="dcterms:W3CDTF">2025-04-05T06:04:00Z</dcterms:created>
  <dcterms:modified xsi:type="dcterms:W3CDTF">2025-04-29T11:33:00Z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2024-01-08T08:57:56Z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23ac9032-47a9-4863-a944-3931b69c95d6</vt:lpwstr>
  </property>
  <property fmtid="{D5CDD505-2E9C-101B-9397-08002B2CF9AE}" pid="8" name="MSIP_Label_179ca552-b207-4d72-8d58-818aee87ca18_ContentBits">
    <vt:lpwstr>0</vt:lpwstr>
  </property>
  <property fmtid="{D5CDD505-2E9C-101B-9397-08002B2CF9AE}" pid="9" name="ContentTypeId">
    <vt:lpwstr>0x0101009ADB47039613194193D61538432D6274</vt:lpwstr>
  </property>
</Properties>
</file>